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581" w:rsidRPr="00AF5BC3" w:rsidRDefault="00A56581" w:rsidP="00C515C0">
      <w:pPr>
        <w:jc w:val="center"/>
      </w:pPr>
      <w:r w:rsidRPr="006F0605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  <w:r>
        <w:rPr>
          <w:b/>
          <w:bCs/>
          <w:sz w:val="22"/>
          <w:szCs w:val="22"/>
        </w:rPr>
        <w:t xml:space="preserve">                                                </w:t>
      </w:r>
    </w:p>
    <w:p w:rsidR="00A56581" w:rsidRPr="00C64E5F" w:rsidRDefault="00A56581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A56581" w:rsidRPr="00C64E5F" w:rsidRDefault="00A56581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A56581" w:rsidRPr="00C64E5F" w:rsidRDefault="00A56581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A56581" w:rsidRDefault="00A56581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A56581" w:rsidRDefault="00A56581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A56581" w:rsidRPr="00AF5BC3" w:rsidRDefault="00A56581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A56581" w:rsidRPr="00C64E5F" w:rsidRDefault="00A56581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A56581" w:rsidRDefault="00A56581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A56581" w:rsidRDefault="00A56581" w:rsidP="00C515C0">
      <w:pPr>
        <w:tabs>
          <w:tab w:val="left" w:pos="8820"/>
        </w:tabs>
        <w:ind w:right="76"/>
        <w:rPr>
          <w:sz w:val="26"/>
          <w:szCs w:val="26"/>
        </w:rPr>
      </w:pPr>
    </w:p>
    <w:p w:rsidR="00A56581" w:rsidRPr="00AF4B68" w:rsidRDefault="00A56581" w:rsidP="00C515C0">
      <w:pPr>
        <w:tabs>
          <w:tab w:val="left" w:pos="8820"/>
        </w:tabs>
        <w:ind w:right="76"/>
        <w:rPr>
          <w:b/>
          <w:bCs/>
          <w:sz w:val="28"/>
          <w:szCs w:val="28"/>
          <w:u w:val="single"/>
        </w:rPr>
      </w:pPr>
      <w:r w:rsidRPr="00AF4B68">
        <w:rPr>
          <w:sz w:val="28"/>
          <w:szCs w:val="28"/>
        </w:rPr>
        <w:t xml:space="preserve"> </w:t>
      </w:r>
      <w:r>
        <w:rPr>
          <w:sz w:val="28"/>
          <w:szCs w:val="28"/>
        </w:rPr>
        <w:t>« 09</w:t>
      </w:r>
      <w:r w:rsidRPr="009C6300">
        <w:rPr>
          <w:sz w:val="28"/>
          <w:szCs w:val="28"/>
        </w:rPr>
        <w:t xml:space="preserve"> » декабря 2016г.</w:t>
      </w:r>
      <w:r w:rsidRPr="00C159A3"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AF4B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AF4B68">
        <w:rPr>
          <w:sz w:val="28"/>
          <w:szCs w:val="28"/>
        </w:rPr>
        <w:t xml:space="preserve">г. Дальнереченск                        </w:t>
      </w:r>
      <w:r>
        <w:rPr>
          <w:sz w:val="28"/>
          <w:szCs w:val="28"/>
        </w:rPr>
        <w:t xml:space="preserve">               </w:t>
      </w:r>
      <w:r w:rsidRPr="00384B8A">
        <w:rPr>
          <w:sz w:val="28"/>
          <w:szCs w:val="28"/>
        </w:rPr>
        <w:t>№ 1019</w:t>
      </w:r>
      <w:r>
        <w:rPr>
          <w:sz w:val="28"/>
          <w:szCs w:val="28"/>
          <w:u w:val="single"/>
        </w:rPr>
        <w:t xml:space="preserve">      </w:t>
      </w:r>
    </w:p>
    <w:p w:rsidR="00A56581" w:rsidRDefault="00A56581" w:rsidP="00C515C0">
      <w:pPr>
        <w:rPr>
          <w:sz w:val="26"/>
          <w:szCs w:val="26"/>
        </w:rPr>
      </w:pPr>
    </w:p>
    <w:p w:rsidR="00A56581" w:rsidRDefault="00A56581" w:rsidP="00C515C0">
      <w:pPr>
        <w:jc w:val="center"/>
        <w:rPr>
          <w:b/>
          <w:bCs/>
          <w:color w:val="000000"/>
          <w:sz w:val="26"/>
          <w:szCs w:val="26"/>
        </w:rPr>
      </w:pPr>
    </w:p>
    <w:p w:rsidR="00A56581" w:rsidRDefault="00A56581" w:rsidP="00C515C0">
      <w:pPr>
        <w:jc w:val="center"/>
        <w:rPr>
          <w:b/>
          <w:bCs/>
          <w:color w:val="000000"/>
          <w:sz w:val="26"/>
          <w:szCs w:val="26"/>
        </w:rPr>
      </w:pPr>
    </w:p>
    <w:p w:rsidR="00A56581" w:rsidRPr="009F1FCB" w:rsidRDefault="00A56581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31 марта 2016г. № 222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A56581" w:rsidRDefault="00A56581" w:rsidP="00C515C0">
      <w:pPr>
        <w:jc w:val="center"/>
        <w:rPr>
          <w:b/>
          <w:bCs/>
          <w:color w:val="000000"/>
          <w:sz w:val="28"/>
          <w:szCs w:val="28"/>
        </w:rPr>
      </w:pPr>
    </w:p>
    <w:p w:rsidR="00A56581" w:rsidRPr="006B232F" w:rsidRDefault="00A56581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A56581" w:rsidRPr="006B232F" w:rsidRDefault="00A56581" w:rsidP="008E7437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  В </w:t>
      </w:r>
      <w:r w:rsidRPr="006B232F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6B232F">
        <w:rPr>
          <w:color w:val="000000"/>
          <w:sz w:val="28"/>
          <w:szCs w:val="28"/>
        </w:rPr>
        <w:t xml:space="preserve"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</w:t>
      </w:r>
      <w:r>
        <w:rPr>
          <w:color w:val="000000"/>
          <w:sz w:val="28"/>
          <w:szCs w:val="28"/>
        </w:rPr>
        <w:t>15 декабря 2015 г</w:t>
      </w:r>
      <w:r w:rsidRPr="006B232F">
        <w:rPr>
          <w:color w:val="000000"/>
          <w:sz w:val="28"/>
          <w:szCs w:val="28"/>
        </w:rPr>
        <w:t xml:space="preserve">ода № </w:t>
      </w:r>
      <w:r>
        <w:rPr>
          <w:color w:val="000000"/>
          <w:sz w:val="28"/>
          <w:szCs w:val="28"/>
        </w:rPr>
        <w:t>114</w:t>
      </w:r>
      <w:r w:rsidRPr="006B232F">
        <w:rPr>
          <w:color w:val="000000"/>
          <w:sz w:val="28"/>
          <w:szCs w:val="28"/>
        </w:rPr>
        <w:t xml:space="preserve">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A56581" w:rsidRPr="006B232F" w:rsidRDefault="00A56581" w:rsidP="00C515C0">
      <w:pPr>
        <w:jc w:val="both"/>
        <w:rPr>
          <w:sz w:val="28"/>
          <w:szCs w:val="28"/>
        </w:rPr>
      </w:pPr>
    </w:p>
    <w:p w:rsidR="00A56581" w:rsidRPr="006B232F" w:rsidRDefault="00A56581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A56581" w:rsidRPr="006B232F" w:rsidRDefault="00A56581" w:rsidP="00C515C0">
      <w:pPr>
        <w:jc w:val="both"/>
        <w:rPr>
          <w:sz w:val="28"/>
          <w:szCs w:val="28"/>
        </w:rPr>
      </w:pPr>
    </w:p>
    <w:p w:rsidR="00A56581" w:rsidRPr="006B232F" w:rsidRDefault="00A56581" w:rsidP="00C515C0">
      <w:pPr>
        <w:jc w:val="both"/>
        <w:rPr>
          <w:sz w:val="28"/>
          <w:szCs w:val="28"/>
        </w:rPr>
      </w:pPr>
    </w:p>
    <w:p w:rsidR="00A56581" w:rsidRPr="006B232F" w:rsidRDefault="00A56581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>
        <w:rPr>
          <w:sz w:val="28"/>
          <w:szCs w:val="28"/>
        </w:rPr>
        <w:t>городского округа »</w:t>
      </w:r>
      <w:r w:rsidRPr="006B232F">
        <w:rPr>
          <w:sz w:val="28"/>
          <w:szCs w:val="28"/>
        </w:rPr>
        <w:t xml:space="preserve">. </w:t>
      </w:r>
    </w:p>
    <w:p w:rsidR="00A56581" w:rsidRPr="008347DF" w:rsidRDefault="00A56581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</w:t>
      </w:r>
      <w:r w:rsidRPr="005A6E57">
        <w:rPr>
          <w:sz w:val="28"/>
          <w:szCs w:val="28"/>
        </w:rPr>
        <w:t>1.1.</w:t>
      </w:r>
      <w:r w:rsidRPr="00834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к </w:t>
      </w:r>
      <w:r>
        <w:rPr>
          <w:color w:val="000000"/>
          <w:sz w:val="28"/>
          <w:szCs w:val="28"/>
        </w:rPr>
        <w:t>постановлению</w:t>
      </w:r>
      <w:r w:rsidRPr="008347DF">
        <w:rPr>
          <w:color w:val="000000"/>
          <w:sz w:val="28"/>
          <w:szCs w:val="28"/>
        </w:rPr>
        <w:t xml:space="preserve"> администрации Дальнере</w:t>
      </w:r>
      <w:r>
        <w:rPr>
          <w:color w:val="000000"/>
          <w:sz w:val="28"/>
          <w:szCs w:val="28"/>
        </w:rPr>
        <w:t>ченского городского округа от 31 марта 2016</w:t>
      </w:r>
      <w:r w:rsidRPr="008347DF">
        <w:rPr>
          <w:color w:val="000000"/>
          <w:sz w:val="28"/>
          <w:szCs w:val="28"/>
        </w:rPr>
        <w:t>г. №</w:t>
      </w:r>
      <w:r>
        <w:rPr>
          <w:color w:val="000000"/>
          <w:sz w:val="28"/>
          <w:szCs w:val="28"/>
        </w:rPr>
        <w:t xml:space="preserve"> 222</w:t>
      </w:r>
      <w:r w:rsidRPr="008347DF">
        <w:rPr>
          <w:color w:val="000000"/>
          <w:sz w:val="28"/>
          <w:szCs w:val="28"/>
        </w:rPr>
        <w:t xml:space="preserve"> «Об утверждении схемы размещения нестационарных торговых объектов на территории Дальнереченского </w:t>
      </w:r>
      <w:r w:rsidRPr="008347DF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» 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A56581" w:rsidRPr="006B232F" w:rsidRDefault="00A56581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 xml:space="preserve">Дальнереченского городского округа </w:t>
      </w:r>
      <w:r>
        <w:rPr>
          <w:sz w:val="28"/>
          <w:szCs w:val="28"/>
        </w:rPr>
        <w:t>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A56581" w:rsidRDefault="00A56581" w:rsidP="008F1E7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05E9">
        <w:rPr>
          <w:sz w:val="28"/>
          <w:szCs w:val="28"/>
        </w:rPr>
        <w:t>Отделу муниципальной службы, кадров и делопроизводства администрации Дальнереченского городского округа</w:t>
      </w:r>
      <w:r>
        <w:rPr>
          <w:sz w:val="28"/>
          <w:szCs w:val="28"/>
        </w:rPr>
        <w:t xml:space="preserve"> (Ивченко) </w:t>
      </w:r>
      <w:r w:rsidRPr="006B232F">
        <w:rPr>
          <w:sz w:val="28"/>
          <w:szCs w:val="28"/>
        </w:rPr>
        <w:t>обнародовать настоящее постановление и разместить на официальном Интернет - сайте Дальнереченского городского округа.</w:t>
      </w:r>
    </w:p>
    <w:p w:rsidR="00A56581" w:rsidRPr="006B232F" w:rsidRDefault="00A56581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A56581" w:rsidRPr="006B232F" w:rsidRDefault="00A56581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A56581" w:rsidRPr="006B232F" w:rsidRDefault="00A56581" w:rsidP="00C515C0">
      <w:pPr>
        <w:rPr>
          <w:sz w:val="28"/>
          <w:szCs w:val="28"/>
        </w:rPr>
      </w:pPr>
    </w:p>
    <w:p w:rsidR="00A56581" w:rsidRPr="006B232F" w:rsidRDefault="00A56581" w:rsidP="00C515C0">
      <w:pPr>
        <w:rPr>
          <w:sz w:val="28"/>
          <w:szCs w:val="28"/>
        </w:rPr>
      </w:pP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С.И. Васильев</w:t>
      </w:r>
      <w:r w:rsidRPr="006B232F">
        <w:rPr>
          <w:color w:val="000000"/>
          <w:sz w:val="28"/>
          <w:szCs w:val="28"/>
        </w:rPr>
        <w:t xml:space="preserve"> </w:t>
      </w: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6581" w:rsidRPr="006B232F" w:rsidRDefault="00A56581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56581" w:rsidRDefault="00A56581"/>
    <w:sectPr w:rsidR="00A56581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15249C"/>
    <w:rsid w:val="002073F7"/>
    <w:rsid w:val="002A731B"/>
    <w:rsid w:val="00384B8A"/>
    <w:rsid w:val="003B76C2"/>
    <w:rsid w:val="003E712E"/>
    <w:rsid w:val="00446503"/>
    <w:rsid w:val="0048557A"/>
    <w:rsid w:val="004B5365"/>
    <w:rsid w:val="00512247"/>
    <w:rsid w:val="00575209"/>
    <w:rsid w:val="005A6E57"/>
    <w:rsid w:val="00690AEE"/>
    <w:rsid w:val="0069397E"/>
    <w:rsid w:val="006B232F"/>
    <w:rsid w:val="006C5A51"/>
    <w:rsid w:val="006E06AE"/>
    <w:rsid w:val="006F0605"/>
    <w:rsid w:val="007176C9"/>
    <w:rsid w:val="007328C7"/>
    <w:rsid w:val="00743214"/>
    <w:rsid w:val="00783A5B"/>
    <w:rsid w:val="007F3197"/>
    <w:rsid w:val="008139FD"/>
    <w:rsid w:val="008347DF"/>
    <w:rsid w:val="00842422"/>
    <w:rsid w:val="0085171F"/>
    <w:rsid w:val="00863F0E"/>
    <w:rsid w:val="008E7437"/>
    <w:rsid w:val="008F1E7E"/>
    <w:rsid w:val="008F6E55"/>
    <w:rsid w:val="00953C1E"/>
    <w:rsid w:val="00981B98"/>
    <w:rsid w:val="009C6300"/>
    <w:rsid w:val="009E3B23"/>
    <w:rsid w:val="009F1FCB"/>
    <w:rsid w:val="00A105E9"/>
    <w:rsid w:val="00A41B8A"/>
    <w:rsid w:val="00A56581"/>
    <w:rsid w:val="00A94063"/>
    <w:rsid w:val="00AF35EE"/>
    <w:rsid w:val="00AF4B68"/>
    <w:rsid w:val="00AF5BC3"/>
    <w:rsid w:val="00B071AF"/>
    <w:rsid w:val="00B17991"/>
    <w:rsid w:val="00B87834"/>
    <w:rsid w:val="00B9087B"/>
    <w:rsid w:val="00C06591"/>
    <w:rsid w:val="00C159A3"/>
    <w:rsid w:val="00C515C0"/>
    <w:rsid w:val="00C62D3B"/>
    <w:rsid w:val="00C64E5F"/>
    <w:rsid w:val="00CA3969"/>
    <w:rsid w:val="00CC3A55"/>
    <w:rsid w:val="00DA5896"/>
    <w:rsid w:val="00E9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2</Pages>
  <Words>388</Words>
  <Characters>2215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13</cp:revision>
  <cp:lastPrinted>2016-12-20T00:34:00Z</cp:lastPrinted>
  <dcterms:created xsi:type="dcterms:W3CDTF">2015-07-28T09:50:00Z</dcterms:created>
  <dcterms:modified xsi:type="dcterms:W3CDTF">2016-12-20T05:37:00Z</dcterms:modified>
</cp:coreProperties>
</file>