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FC3" w:rsidRPr="0075057E" w:rsidRDefault="00F93FC3" w:rsidP="0023301F">
      <w:pPr>
        <w:pStyle w:val="Header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 w:rsidRPr="0075057E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057E">
        <w:rPr>
          <w:rFonts w:ascii="Times New Roman" w:hAnsi="Times New Roman" w:cs="Times New Roman"/>
          <w:sz w:val="24"/>
          <w:szCs w:val="24"/>
        </w:rPr>
        <w:t>№ 1</w:t>
      </w:r>
    </w:p>
    <w:p w:rsidR="00F93FC3" w:rsidRDefault="00F93FC3" w:rsidP="0023301F">
      <w:pPr>
        <w:pStyle w:val="Header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Pr="0075057E">
        <w:rPr>
          <w:rFonts w:ascii="Times New Roman" w:hAnsi="Times New Roman" w:cs="Times New Roman"/>
          <w:sz w:val="24"/>
          <w:szCs w:val="24"/>
        </w:rPr>
        <w:t xml:space="preserve">к программе </w:t>
      </w:r>
      <w:r w:rsidRPr="0075057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Pr="0075057E">
        <w:rPr>
          <w:rFonts w:ascii="Times New Roman" w:hAnsi="Times New Roman" w:cs="Times New Roman"/>
          <w:sz w:val="24"/>
          <w:szCs w:val="24"/>
        </w:rPr>
        <w:t>«Развитие приграничн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75057E">
        <w:rPr>
          <w:rFonts w:ascii="Times New Roman" w:hAnsi="Times New Roman" w:cs="Times New Roman"/>
          <w:sz w:val="24"/>
          <w:szCs w:val="24"/>
        </w:rPr>
        <w:t xml:space="preserve"> территори</w:t>
      </w:r>
      <w:r>
        <w:rPr>
          <w:rFonts w:ascii="Times New Roman" w:hAnsi="Times New Roman" w:cs="Times New Roman"/>
          <w:sz w:val="24"/>
          <w:szCs w:val="24"/>
        </w:rPr>
        <w:t>и</w:t>
      </w:r>
    </w:p>
    <w:p w:rsidR="00F93FC3" w:rsidRDefault="00F93FC3" w:rsidP="0023301F">
      <w:pPr>
        <w:pStyle w:val="Header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Дальнереченского городского округа</w:t>
      </w:r>
    </w:p>
    <w:p w:rsidR="00F93FC3" w:rsidRPr="0075057E" w:rsidRDefault="00F93FC3" w:rsidP="0023301F">
      <w:pPr>
        <w:pStyle w:val="Header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 w:rsidRPr="0075057E">
        <w:rPr>
          <w:rFonts w:ascii="Times New Roman" w:hAnsi="Times New Roman" w:cs="Times New Roman"/>
          <w:sz w:val="24"/>
          <w:szCs w:val="24"/>
        </w:rPr>
        <w:t>на период до 202</w:t>
      </w:r>
      <w:r>
        <w:rPr>
          <w:rFonts w:ascii="Times New Roman" w:hAnsi="Times New Roman" w:cs="Times New Roman"/>
          <w:sz w:val="24"/>
          <w:szCs w:val="24"/>
        </w:rPr>
        <w:t xml:space="preserve">2 </w:t>
      </w:r>
      <w:r w:rsidRPr="0075057E">
        <w:rPr>
          <w:rFonts w:ascii="Times New Roman" w:hAnsi="Times New Roman" w:cs="Times New Roman"/>
          <w:sz w:val="24"/>
          <w:szCs w:val="24"/>
        </w:rPr>
        <w:t>года»</w:t>
      </w:r>
    </w:p>
    <w:p w:rsidR="00F93FC3" w:rsidRDefault="00F93FC3" w:rsidP="00391AC6">
      <w:pPr>
        <w:pStyle w:val="Header"/>
        <w:widowControl w:val="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F93FC3" w:rsidRDefault="00F93FC3" w:rsidP="00391AC6">
      <w:pPr>
        <w:pStyle w:val="Header"/>
        <w:widowControl w:val="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F93FC3" w:rsidRPr="0052364B" w:rsidRDefault="00F93FC3" w:rsidP="00391AC6">
      <w:pPr>
        <w:pStyle w:val="Header"/>
        <w:widowControl w:val="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F93FC3" w:rsidRPr="0052364B" w:rsidRDefault="00F93FC3" w:rsidP="00391AC6">
      <w:pPr>
        <w:pStyle w:val="Header"/>
        <w:widowControl w:val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F93FC3" w:rsidRPr="00E9119B" w:rsidRDefault="00F93FC3" w:rsidP="00391AC6">
      <w:pPr>
        <w:pStyle w:val="Header"/>
        <w:widowControl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ПЕРЕЧЕНЬ (РЕЕСТР) «</w:t>
      </w:r>
      <w:r w:rsidRPr="00E9119B">
        <w:rPr>
          <w:rFonts w:ascii="Times New Roman" w:hAnsi="Times New Roman" w:cs="Times New Roman"/>
          <w:b/>
          <w:bCs/>
          <w:sz w:val="28"/>
          <w:szCs w:val="28"/>
        </w:rPr>
        <w:t>точек роста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Pr="00E9119B">
        <w:rPr>
          <w:rFonts w:ascii="Times New Roman" w:hAnsi="Times New Roman" w:cs="Times New Roman"/>
          <w:b/>
          <w:bCs/>
          <w:sz w:val="28"/>
          <w:szCs w:val="28"/>
        </w:rPr>
        <w:t>приграничн</w:t>
      </w:r>
      <w:r>
        <w:rPr>
          <w:rFonts w:ascii="Times New Roman" w:hAnsi="Times New Roman" w:cs="Times New Roman"/>
          <w:b/>
          <w:bCs/>
          <w:sz w:val="28"/>
          <w:szCs w:val="28"/>
        </w:rPr>
        <w:t>ой</w:t>
      </w:r>
      <w:r w:rsidRPr="00E911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территории</w:t>
      </w:r>
      <w:r w:rsidRPr="00E911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Дальнереченского городского округа</w:t>
      </w:r>
    </w:p>
    <w:p w:rsidR="00F93FC3" w:rsidRPr="0052364B" w:rsidRDefault="00F93FC3" w:rsidP="00391AC6">
      <w:pPr>
        <w:ind w:firstLine="0"/>
        <w:jc w:val="center"/>
        <w:rPr>
          <w:b/>
          <w:bCs/>
          <w:sz w:val="20"/>
          <w:szCs w:val="20"/>
        </w:rPr>
      </w:pPr>
    </w:p>
    <w:tbl>
      <w:tblPr>
        <w:tblW w:w="1559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00"/>
        <w:gridCol w:w="2236"/>
        <w:gridCol w:w="1664"/>
        <w:gridCol w:w="1984"/>
        <w:gridCol w:w="1172"/>
        <w:gridCol w:w="2410"/>
        <w:gridCol w:w="850"/>
        <w:gridCol w:w="2127"/>
        <w:gridCol w:w="2551"/>
      </w:tblGrid>
      <w:tr w:rsidR="00F93FC3" w:rsidRPr="003B0FCA">
        <w:trPr>
          <w:trHeight w:val="230"/>
        </w:trPr>
        <w:tc>
          <w:tcPr>
            <w:tcW w:w="600" w:type="dxa"/>
            <w:vMerge w:val="restart"/>
          </w:tcPr>
          <w:p w:rsidR="00F93FC3" w:rsidRPr="003B0FCA" w:rsidRDefault="00F93FC3" w:rsidP="00391AC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B0FCA">
              <w:rPr>
                <w:sz w:val="20"/>
                <w:szCs w:val="20"/>
              </w:rPr>
              <w:t>№ п/п</w:t>
            </w:r>
          </w:p>
        </w:tc>
        <w:tc>
          <w:tcPr>
            <w:tcW w:w="2236" w:type="dxa"/>
            <w:vMerge w:val="restart"/>
          </w:tcPr>
          <w:p w:rsidR="00F93FC3" w:rsidRPr="003B0FCA" w:rsidRDefault="00F93FC3" w:rsidP="00391AC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B0FCA">
              <w:rPr>
                <w:sz w:val="20"/>
                <w:szCs w:val="20"/>
              </w:rPr>
              <w:t>Наименование проекта, предложения</w:t>
            </w:r>
          </w:p>
        </w:tc>
        <w:tc>
          <w:tcPr>
            <w:tcW w:w="1664" w:type="dxa"/>
            <w:vMerge w:val="restart"/>
          </w:tcPr>
          <w:p w:rsidR="00F93FC3" w:rsidRPr="003B0FCA" w:rsidRDefault="00F93FC3" w:rsidP="00192DF6">
            <w:pPr>
              <w:spacing w:line="240" w:lineRule="auto"/>
              <w:ind w:left="-108" w:firstLine="0"/>
              <w:jc w:val="center"/>
              <w:rPr>
                <w:sz w:val="20"/>
                <w:szCs w:val="20"/>
              </w:rPr>
            </w:pPr>
            <w:r w:rsidRPr="003B0FCA">
              <w:rPr>
                <w:sz w:val="20"/>
                <w:szCs w:val="20"/>
              </w:rPr>
              <w:t>Местоположение</w:t>
            </w:r>
          </w:p>
        </w:tc>
        <w:tc>
          <w:tcPr>
            <w:tcW w:w="1984" w:type="dxa"/>
            <w:vMerge w:val="restart"/>
          </w:tcPr>
          <w:p w:rsidR="00F93FC3" w:rsidRPr="003B0FCA" w:rsidRDefault="00F93FC3" w:rsidP="00391AC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B0FCA">
              <w:rPr>
                <w:sz w:val="20"/>
                <w:szCs w:val="20"/>
              </w:rPr>
              <w:t>Инициатор проекта, инвестор</w:t>
            </w:r>
          </w:p>
        </w:tc>
        <w:tc>
          <w:tcPr>
            <w:tcW w:w="1172" w:type="dxa"/>
            <w:vMerge w:val="restart"/>
          </w:tcPr>
          <w:p w:rsidR="00F93FC3" w:rsidRPr="003B0FCA" w:rsidRDefault="00F93FC3" w:rsidP="00391AC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B0FCA"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2410" w:type="dxa"/>
            <w:vMerge w:val="restart"/>
          </w:tcPr>
          <w:p w:rsidR="00F93FC3" w:rsidRPr="003B0FCA" w:rsidRDefault="00F93FC3" w:rsidP="00391AC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B0FCA">
              <w:rPr>
                <w:sz w:val="20"/>
                <w:szCs w:val="20"/>
              </w:rPr>
              <w:t>Производственные мощности, ожидаемый результат</w:t>
            </w:r>
          </w:p>
        </w:tc>
        <w:tc>
          <w:tcPr>
            <w:tcW w:w="850" w:type="dxa"/>
            <w:vMerge w:val="restart"/>
          </w:tcPr>
          <w:p w:rsidR="00F93FC3" w:rsidRPr="003B0FCA" w:rsidRDefault="00F93FC3" w:rsidP="00B52167">
            <w:pPr>
              <w:spacing w:line="240" w:lineRule="auto"/>
              <w:ind w:left="-108" w:firstLine="0"/>
              <w:jc w:val="center"/>
              <w:rPr>
                <w:sz w:val="20"/>
                <w:szCs w:val="20"/>
              </w:rPr>
            </w:pPr>
            <w:r w:rsidRPr="003B0FCA">
              <w:rPr>
                <w:sz w:val="20"/>
                <w:szCs w:val="20"/>
              </w:rPr>
              <w:t>Новые рабочие места, ед.</w:t>
            </w:r>
          </w:p>
        </w:tc>
        <w:tc>
          <w:tcPr>
            <w:tcW w:w="2127" w:type="dxa"/>
            <w:vMerge w:val="restart"/>
          </w:tcPr>
          <w:p w:rsidR="00F93FC3" w:rsidRPr="003B0FCA" w:rsidRDefault="00F93FC3" w:rsidP="00192DF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B0FCA">
              <w:rPr>
                <w:sz w:val="20"/>
                <w:szCs w:val="20"/>
              </w:rPr>
              <w:t>Сведения о реализации проекта за счет действующих государственных программ РФ, государственных программ субъектов РФ, ФЦП, инвестиционных программ госкорпораций, поддержка институтов развития</w:t>
            </w:r>
          </w:p>
        </w:tc>
        <w:tc>
          <w:tcPr>
            <w:tcW w:w="2551" w:type="dxa"/>
            <w:vMerge w:val="restart"/>
          </w:tcPr>
          <w:p w:rsidR="00F93FC3" w:rsidRPr="003B0FCA" w:rsidRDefault="00F93FC3" w:rsidP="00391AC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B0FCA">
              <w:rPr>
                <w:sz w:val="20"/>
                <w:szCs w:val="20"/>
              </w:rPr>
              <w:t>Проблемы при реализации проекта. Рекомендации по реализации проекта (ресурсному обеспечению) организациям, органам исполнительной власти субъекта РФ, органам местного самоуправления</w:t>
            </w:r>
          </w:p>
        </w:tc>
      </w:tr>
      <w:tr w:rsidR="00F93FC3" w:rsidRPr="003B0FCA">
        <w:trPr>
          <w:trHeight w:val="230"/>
        </w:trPr>
        <w:tc>
          <w:tcPr>
            <w:tcW w:w="600" w:type="dxa"/>
            <w:vMerge/>
          </w:tcPr>
          <w:p w:rsidR="00F93FC3" w:rsidRPr="003B0FCA" w:rsidRDefault="00F93FC3" w:rsidP="00391AC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F93FC3" w:rsidRPr="003B0FCA" w:rsidRDefault="00F93FC3" w:rsidP="00391AC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664" w:type="dxa"/>
            <w:vMerge/>
          </w:tcPr>
          <w:p w:rsidR="00F93FC3" w:rsidRPr="003B0FCA" w:rsidRDefault="00F93FC3" w:rsidP="00391AC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F93FC3" w:rsidRPr="003B0FCA" w:rsidRDefault="00F93FC3" w:rsidP="00391AC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  <w:vMerge/>
          </w:tcPr>
          <w:p w:rsidR="00F93FC3" w:rsidRPr="003B0FCA" w:rsidRDefault="00F93FC3" w:rsidP="00391AC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F93FC3" w:rsidRPr="003B0FCA" w:rsidRDefault="00F93FC3" w:rsidP="00391AC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93FC3" w:rsidRPr="003B0FCA" w:rsidRDefault="00F93FC3" w:rsidP="00391AC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F93FC3" w:rsidRPr="003B0FCA" w:rsidRDefault="00F93FC3" w:rsidP="00391AC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F93FC3" w:rsidRPr="003B0FCA" w:rsidRDefault="00F93FC3" w:rsidP="00391AC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93FC3" w:rsidRPr="003B0FCA">
        <w:tc>
          <w:tcPr>
            <w:tcW w:w="600" w:type="dxa"/>
          </w:tcPr>
          <w:p w:rsidR="00F93FC3" w:rsidRPr="003B0FCA" w:rsidRDefault="00F93FC3" w:rsidP="00391AC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B0FCA">
              <w:rPr>
                <w:sz w:val="20"/>
                <w:szCs w:val="20"/>
              </w:rPr>
              <w:t>1</w:t>
            </w:r>
          </w:p>
        </w:tc>
        <w:tc>
          <w:tcPr>
            <w:tcW w:w="2236" w:type="dxa"/>
          </w:tcPr>
          <w:p w:rsidR="00F93FC3" w:rsidRPr="003B0FCA" w:rsidRDefault="00F93FC3" w:rsidP="00391AC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B0FCA">
              <w:rPr>
                <w:sz w:val="20"/>
                <w:szCs w:val="20"/>
              </w:rPr>
              <w:t>2</w:t>
            </w:r>
          </w:p>
        </w:tc>
        <w:tc>
          <w:tcPr>
            <w:tcW w:w="1664" w:type="dxa"/>
          </w:tcPr>
          <w:p w:rsidR="00F93FC3" w:rsidRPr="003B0FCA" w:rsidRDefault="00F93FC3" w:rsidP="00391AC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B0FCA">
              <w:rPr>
                <w:sz w:val="20"/>
                <w:szCs w:val="20"/>
              </w:rPr>
              <w:t>3</w:t>
            </w:r>
          </w:p>
        </w:tc>
        <w:tc>
          <w:tcPr>
            <w:tcW w:w="1984" w:type="dxa"/>
          </w:tcPr>
          <w:p w:rsidR="00F93FC3" w:rsidRPr="003B0FCA" w:rsidRDefault="00F93FC3" w:rsidP="00391AC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B0FCA">
              <w:rPr>
                <w:sz w:val="20"/>
                <w:szCs w:val="20"/>
              </w:rPr>
              <w:t>4</w:t>
            </w:r>
          </w:p>
        </w:tc>
        <w:tc>
          <w:tcPr>
            <w:tcW w:w="1172" w:type="dxa"/>
          </w:tcPr>
          <w:p w:rsidR="00F93FC3" w:rsidRPr="003B0FCA" w:rsidRDefault="00F93FC3" w:rsidP="00391AC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B0FCA">
              <w:rPr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F93FC3" w:rsidRPr="003B0FCA" w:rsidRDefault="00F93FC3" w:rsidP="00391AC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B0FCA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F93FC3" w:rsidRPr="003B0FCA" w:rsidRDefault="00F93FC3" w:rsidP="00391AC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27" w:type="dxa"/>
          </w:tcPr>
          <w:p w:rsidR="00F93FC3" w:rsidRPr="003B0FCA" w:rsidRDefault="00F93FC3" w:rsidP="00391AC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551" w:type="dxa"/>
          </w:tcPr>
          <w:p w:rsidR="00F93FC3" w:rsidRPr="003B0FCA" w:rsidRDefault="00F93FC3" w:rsidP="00391AC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F93FC3" w:rsidRPr="003B0FCA">
        <w:tc>
          <w:tcPr>
            <w:tcW w:w="600" w:type="dxa"/>
          </w:tcPr>
          <w:p w:rsidR="00F93FC3" w:rsidRPr="003B0FCA" w:rsidRDefault="00F93FC3" w:rsidP="00391AC6">
            <w:pPr>
              <w:numPr>
                <w:ilvl w:val="0"/>
                <w:numId w:val="8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6" w:type="dxa"/>
          </w:tcPr>
          <w:p w:rsidR="00F93FC3" w:rsidRPr="003B0FCA" w:rsidRDefault="00F93FC3" w:rsidP="00192DF6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Туристско-логистический  комплекс «Графское»</w:t>
            </w:r>
          </w:p>
        </w:tc>
        <w:tc>
          <w:tcPr>
            <w:tcW w:w="1664" w:type="dxa"/>
          </w:tcPr>
          <w:p w:rsidR="00F93FC3" w:rsidRPr="003B0FCA" w:rsidRDefault="00F93FC3" w:rsidP="00192DF6">
            <w:pPr>
              <w:spacing w:line="240" w:lineRule="auto"/>
              <w:ind w:left="-108" w:firstLine="0"/>
              <w:rPr>
                <w:sz w:val="20"/>
                <w:szCs w:val="20"/>
              </w:rPr>
            </w:pPr>
            <w:r w:rsidRPr="003B0FCA">
              <w:rPr>
                <w:sz w:val="20"/>
                <w:szCs w:val="20"/>
              </w:rPr>
              <w:t>Дальнереченский городской округ</w:t>
            </w:r>
          </w:p>
        </w:tc>
        <w:tc>
          <w:tcPr>
            <w:tcW w:w="1984" w:type="dxa"/>
          </w:tcPr>
          <w:p w:rsidR="00F93FC3" w:rsidRPr="003B0FCA" w:rsidRDefault="00F93FC3" w:rsidP="00192DF6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Дальнереченского городского округа, строительная инвестиционная компания (КНР) </w:t>
            </w:r>
          </w:p>
        </w:tc>
        <w:tc>
          <w:tcPr>
            <w:tcW w:w="1172" w:type="dxa"/>
          </w:tcPr>
          <w:p w:rsidR="00F93FC3" w:rsidRPr="003B0FCA" w:rsidRDefault="00F93FC3" w:rsidP="00391AC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B0FCA">
              <w:rPr>
                <w:sz w:val="20"/>
                <w:szCs w:val="20"/>
              </w:rPr>
              <w:t>2017-</w:t>
            </w:r>
            <w:r>
              <w:rPr>
                <w:sz w:val="20"/>
                <w:szCs w:val="20"/>
              </w:rPr>
              <w:br/>
            </w:r>
            <w:r w:rsidRPr="003B0FCA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2</w:t>
            </w:r>
            <w:r w:rsidRPr="003B0FCA">
              <w:rPr>
                <w:sz w:val="20"/>
                <w:szCs w:val="20"/>
              </w:rPr>
              <w:t xml:space="preserve"> годы</w:t>
            </w:r>
          </w:p>
        </w:tc>
        <w:tc>
          <w:tcPr>
            <w:tcW w:w="2410" w:type="dxa"/>
          </w:tcPr>
          <w:p w:rsidR="00F93FC3" w:rsidRPr="003B0FCA" w:rsidRDefault="00F93FC3" w:rsidP="00192DF6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3B0FCA">
              <w:rPr>
                <w:sz w:val="20"/>
                <w:szCs w:val="20"/>
              </w:rPr>
              <w:t>ткрытие пункта пропуска Дальнереченск-Хутоу</w:t>
            </w:r>
            <w:r>
              <w:rPr>
                <w:sz w:val="20"/>
                <w:szCs w:val="20"/>
              </w:rPr>
              <w:t xml:space="preserve">, строительство канатной дороги, создание туристско-логистического комплекса с сопутствующими услугами </w:t>
            </w:r>
          </w:p>
        </w:tc>
        <w:tc>
          <w:tcPr>
            <w:tcW w:w="850" w:type="dxa"/>
          </w:tcPr>
          <w:p w:rsidR="00F93FC3" w:rsidRPr="003B0FCA" w:rsidRDefault="00F93FC3" w:rsidP="00B52167">
            <w:pPr>
              <w:spacing w:line="240" w:lineRule="auto"/>
              <w:ind w:left="-108" w:firstLine="0"/>
              <w:jc w:val="center"/>
              <w:rPr>
                <w:sz w:val="20"/>
                <w:szCs w:val="20"/>
              </w:rPr>
            </w:pPr>
            <w:r w:rsidRPr="003B0FCA">
              <w:rPr>
                <w:sz w:val="20"/>
                <w:szCs w:val="20"/>
              </w:rPr>
              <w:t>600</w:t>
            </w:r>
          </w:p>
        </w:tc>
        <w:tc>
          <w:tcPr>
            <w:tcW w:w="2127" w:type="dxa"/>
          </w:tcPr>
          <w:p w:rsidR="00F93FC3" w:rsidRPr="003B0FCA" w:rsidRDefault="00F93FC3" w:rsidP="00192DF6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находится на сопровождении АНО «Инвестиционное агентство Приморского края» </w:t>
            </w:r>
          </w:p>
        </w:tc>
        <w:tc>
          <w:tcPr>
            <w:tcW w:w="2551" w:type="dxa"/>
          </w:tcPr>
          <w:p w:rsidR="00F93FC3" w:rsidRPr="003B0FCA" w:rsidRDefault="00F93FC3" w:rsidP="00B52167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3B0FCA">
              <w:rPr>
                <w:sz w:val="20"/>
                <w:szCs w:val="20"/>
              </w:rPr>
              <w:t>лительность процедуры установления нового пункта пропуска на приграничной территории Дал</w:t>
            </w:r>
            <w:r>
              <w:rPr>
                <w:sz w:val="20"/>
                <w:szCs w:val="20"/>
              </w:rPr>
              <w:t>ьнереченского городского округа,в</w:t>
            </w:r>
            <w:r w:rsidRPr="003B0FCA">
              <w:rPr>
                <w:sz w:val="20"/>
                <w:szCs w:val="20"/>
              </w:rPr>
              <w:t xml:space="preserve"> настоящее время подготовлен пакет необходимых документов в соответствии с действующим законодательством для рассмотрения вопроса открытия пункта пропуска Дальнереченск (РФ) – Хутоу (КНР) на региональном и федеральном  уровне</w:t>
            </w:r>
          </w:p>
        </w:tc>
      </w:tr>
      <w:tr w:rsidR="00F93FC3" w:rsidRPr="003B0FCA">
        <w:tc>
          <w:tcPr>
            <w:tcW w:w="600" w:type="dxa"/>
          </w:tcPr>
          <w:p w:rsidR="00F93FC3" w:rsidRPr="003B0FCA" w:rsidRDefault="00F93FC3" w:rsidP="00391AC6">
            <w:pPr>
              <w:numPr>
                <w:ilvl w:val="0"/>
                <w:numId w:val="8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6" w:type="dxa"/>
          </w:tcPr>
          <w:p w:rsidR="00F93FC3" w:rsidRPr="003B0FCA" w:rsidRDefault="00F93FC3" w:rsidP="00192DF6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3B0FCA">
              <w:rPr>
                <w:sz w:val="20"/>
                <w:szCs w:val="20"/>
              </w:rPr>
              <w:t>оздание комплекса промышленного сектора по производству кондитерской и мясо-колбасной продукции</w:t>
            </w:r>
          </w:p>
        </w:tc>
        <w:tc>
          <w:tcPr>
            <w:tcW w:w="1664" w:type="dxa"/>
          </w:tcPr>
          <w:p w:rsidR="00F93FC3" w:rsidRPr="003B0FCA" w:rsidRDefault="00F93FC3" w:rsidP="00192DF6">
            <w:pPr>
              <w:spacing w:line="240" w:lineRule="auto"/>
              <w:ind w:left="-108" w:firstLine="0"/>
              <w:rPr>
                <w:sz w:val="20"/>
                <w:szCs w:val="20"/>
              </w:rPr>
            </w:pPr>
            <w:r w:rsidRPr="003B0FCA">
              <w:rPr>
                <w:sz w:val="20"/>
                <w:szCs w:val="20"/>
              </w:rPr>
              <w:t>Дальнереченскийгородской округ</w:t>
            </w:r>
          </w:p>
        </w:tc>
        <w:tc>
          <w:tcPr>
            <w:tcW w:w="1984" w:type="dxa"/>
          </w:tcPr>
          <w:p w:rsidR="00F93FC3" w:rsidRPr="003B0FCA" w:rsidRDefault="00F93FC3" w:rsidP="00B52167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Дальнереченского городского округа, субъекты малого и среднего предпринимательст-ва</w:t>
            </w:r>
          </w:p>
        </w:tc>
        <w:tc>
          <w:tcPr>
            <w:tcW w:w="1172" w:type="dxa"/>
          </w:tcPr>
          <w:p w:rsidR="00F93FC3" w:rsidRPr="003B0FCA" w:rsidRDefault="00F93FC3" w:rsidP="00391AC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B0FCA">
              <w:rPr>
                <w:sz w:val="20"/>
                <w:szCs w:val="20"/>
              </w:rPr>
              <w:t>2017-</w:t>
            </w:r>
            <w:r>
              <w:rPr>
                <w:sz w:val="20"/>
                <w:szCs w:val="20"/>
              </w:rPr>
              <w:br/>
            </w:r>
            <w:r w:rsidRPr="003B0FCA">
              <w:rPr>
                <w:sz w:val="20"/>
                <w:szCs w:val="20"/>
              </w:rPr>
              <w:t>2022 годы</w:t>
            </w:r>
          </w:p>
        </w:tc>
        <w:tc>
          <w:tcPr>
            <w:tcW w:w="2410" w:type="dxa"/>
          </w:tcPr>
          <w:p w:rsidR="00F93FC3" w:rsidRPr="003B0FCA" w:rsidRDefault="00F93FC3" w:rsidP="00192DF6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цехов по производству кондитерских изделий, мясной продукции</w:t>
            </w:r>
          </w:p>
        </w:tc>
        <w:tc>
          <w:tcPr>
            <w:tcW w:w="850" w:type="dxa"/>
          </w:tcPr>
          <w:p w:rsidR="00F93FC3" w:rsidRPr="003B0FCA" w:rsidRDefault="00F93FC3" w:rsidP="00391AC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B0FCA">
              <w:rPr>
                <w:sz w:val="20"/>
                <w:szCs w:val="20"/>
              </w:rPr>
              <w:t>220</w:t>
            </w:r>
          </w:p>
        </w:tc>
        <w:tc>
          <w:tcPr>
            <w:tcW w:w="2127" w:type="dxa"/>
          </w:tcPr>
          <w:p w:rsidR="00F93FC3" w:rsidRPr="003B0FCA" w:rsidRDefault="00F93FC3" w:rsidP="00391AC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2551" w:type="dxa"/>
          </w:tcPr>
          <w:p w:rsidR="00F93FC3" w:rsidRPr="003B0FCA" w:rsidRDefault="00F93FC3" w:rsidP="00192DF6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требуется соинвестор</w:t>
            </w:r>
          </w:p>
        </w:tc>
      </w:tr>
      <w:tr w:rsidR="00F93FC3" w:rsidRPr="003B0FCA">
        <w:tc>
          <w:tcPr>
            <w:tcW w:w="600" w:type="dxa"/>
          </w:tcPr>
          <w:p w:rsidR="00F93FC3" w:rsidRPr="003B0FCA" w:rsidRDefault="00F93FC3" w:rsidP="00391AC6">
            <w:pPr>
              <w:numPr>
                <w:ilvl w:val="0"/>
                <w:numId w:val="8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6" w:type="dxa"/>
          </w:tcPr>
          <w:p w:rsidR="00F93FC3" w:rsidRPr="003B0FCA" w:rsidRDefault="00F93FC3" w:rsidP="00192DF6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3B0FCA">
              <w:rPr>
                <w:sz w:val="20"/>
                <w:szCs w:val="20"/>
              </w:rPr>
              <w:t xml:space="preserve">Строительство полигона по захоронению и утилизации твердых </w:t>
            </w:r>
            <w:r>
              <w:rPr>
                <w:sz w:val="20"/>
                <w:szCs w:val="20"/>
              </w:rPr>
              <w:t>коммунальных</w:t>
            </w:r>
            <w:r w:rsidRPr="003B0FCA">
              <w:rPr>
                <w:sz w:val="20"/>
                <w:szCs w:val="20"/>
              </w:rPr>
              <w:t xml:space="preserve"> отходов</w:t>
            </w:r>
          </w:p>
        </w:tc>
        <w:tc>
          <w:tcPr>
            <w:tcW w:w="1664" w:type="dxa"/>
          </w:tcPr>
          <w:p w:rsidR="00F93FC3" w:rsidRPr="003B0FCA" w:rsidRDefault="00F93FC3" w:rsidP="00192DF6">
            <w:pPr>
              <w:spacing w:line="240" w:lineRule="auto"/>
              <w:ind w:left="-108" w:firstLine="0"/>
              <w:rPr>
                <w:sz w:val="20"/>
                <w:szCs w:val="20"/>
              </w:rPr>
            </w:pPr>
            <w:r w:rsidRPr="003B0FCA">
              <w:rPr>
                <w:sz w:val="20"/>
                <w:szCs w:val="20"/>
              </w:rPr>
              <w:t>Дальнереченский городской округ</w:t>
            </w:r>
          </w:p>
        </w:tc>
        <w:tc>
          <w:tcPr>
            <w:tcW w:w="1984" w:type="dxa"/>
          </w:tcPr>
          <w:p w:rsidR="00F93FC3" w:rsidRPr="003B0FCA" w:rsidRDefault="00F93FC3" w:rsidP="00192DF6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0F216A">
              <w:rPr>
                <w:sz w:val="20"/>
                <w:szCs w:val="20"/>
              </w:rPr>
              <w:t>дминистрация Дальнереченского ГО</w:t>
            </w:r>
          </w:p>
        </w:tc>
        <w:tc>
          <w:tcPr>
            <w:tcW w:w="1172" w:type="dxa"/>
          </w:tcPr>
          <w:p w:rsidR="00F93FC3" w:rsidRPr="003B0FCA" w:rsidRDefault="00F93FC3" w:rsidP="00391AC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B0FCA">
              <w:rPr>
                <w:sz w:val="20"/>
                <w:szCs w:val="20"/>
              </w:rPr>
              <w:t>2018-</w:t>
            </w:r>
            <w:r>
              <w:rPr>
                <w:sz w:val="20"/>
                <w:szCs w:val="20"/>
              </w:rPr>
              <w:br/>
            </w:r>
            <w:r w:rsidRPr="003B0FCA">
              <w:rPr>
                <w:sz w:val="20"/>
                <w:szCs w:val="20"/>
              </w:rPr>
              <w:t>2020 годы</w:t>
            </w:r>
          </w:p>
        </w:tc>
        <w:tc>
          <w:tcPr>
            <w:tcW w:w="2410" w:type="dxa"/>
          </w:tcPr>
          <w:p w:rsidR="00F93FC3" w:rsidRPr="003B0FCA" w:rsidRDefault="00F93FC3" w:rsidP="00391AC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полигона ТКО</w:t>
            </w:r>
          </w:p>
        </w:tc>
        <w:tc>
          <w:tcPr>
            <w:tcW w:w="850" w:type="dxa"/>
          </w:tcPr>
          <w:p w:rsidR="00F93FC3" w:rsidRPr="003B0FCA" w:rsidRDefault="00F93FC3" w:rsidP="00391AC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B0FCA">
              <w:rPr>
                <w:sz w:val="20"/>
                <w:szCs w:val="20"/>
              </w:rPr>
              <w:t>50</w:t>
            </w:r>
          </w:p>
        </w:tc>
        <w:tc>
          <w:tcPr>
            <w:tcW w:w="2127" w:type="dxa"/>
          </w:tcPr>
          <w:p w:rsidR="00F93FC3" w:rsidRPr="003B0FCA" w:rsidRDefault="00F93FC3" w:rsidP="00391AC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F93FC3" w:rsidRPr="003B0FCA" w:rsidRDefault="00F93FC3" w:rsidP="00192DF6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требуется соинвестор</w:t>
            </w:r>
          </w:p>
        </w:tc>
      </w:tr>
      <w:tr w:rsidR="00F93FC3" w:rsidRPr="003B0FCA">
        <w:tc>
          <w:tcPr>
            <w:tcW w:w="600" w:type="dxa"/>
          </w:tcPr>
          <w:p w:rsidR="00F93FC3" w:rsidRPr="003B0FCA" w:rsidRDefault="00F93FC3" w:rsidP="00391AC6">
            <w:pPr>
              <w:numPr>
                <w:ilvl w:val="0"/>
                <w:numId w:val="8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6" w:type="dxa"/>
          </w:tcPr>
          <w:p w:rsidR="00F93FC3" w:rsidRPr="003B0FCA" w:rsidRDefault="00F93FC3" w:rsidP="00192DF6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3B0FCA">
              <w:rPr>
                <w:sz w:val="20"/>
                <w:szCs w:val="20"/>
              </w:rPr>
              <w:t>Реконструкция МБДОУ «Детский сад общеразвивающего вида № 6»</w:t>
            </w:r>
          </w:p>
          <w:p w:rsidR="00F93FC3" w:rsidRPr="003B0FCA" w:rsidRDefault="00F93FC3" w:rsidP="00192DF6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3B0FCA">
              <w:rPr>
                <w:sz w:val="20"/>
                <w:szCs w:val="20"/>
              </w:rPr>
              <w:t>с. Грушевое Дальнереченского городского округа</w:t>
            </w:r>
          </w:p>
        </w:tc>
        <w:tc>
          <w:tcPr>
            <w:tcW w:w="1664" w:type="dxa"/>
          </w:tcPr>
          <w:p w:rsidR="00F93FC3" w:rsidRPr="003B0FCA" w:rsidRDefault="00F93FC3" w:rsidP="00391AC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B0FCA">
              <w:rPr>
                <w:sz w:val="20"/>
                <w:szCs w:val="20"/>
              </w:rPr>
              <w:t>с. Грушевое ул. Центральная,1</w:t>
            </w:r>
          </w:p>
        </w:tc>
        <w:tc>
          <w:tcPr>
            <w:tcW w:w="1984" w:type="dxa"/>
          </w:tcPr>
          <w:p w:rsidR="00F93FC3" w:rsidRPr="003B0FCA" w:rsidRDefault="00F93FC3" w:rsidP="00B52167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0B4C4E">
              <w:rPr>
                <w:sz w:val="20"/>
                <w:szCs w:val="20"/>
              </w:rPr>
              <w:t>дминистрация Дальнереченского ГО</w:t>
            </w:r>
            <w:r>
              <w:rPr>
                <w:sz w:val="20"/>
                <w:szCs w:val="20"/>
              </w:rPr>
              <w:t>, администрация Приморского края</w:t>
            </w:r>
          </w:p>
        </w:tc>
        <w:tc>
          <w:tcPr>
            <w:tcW w:w="1172" w:type="dxa"/>
          </w:tcPr>
          <w:p w:rsidR="00F93FC3" w:rsidRPr="003B0FCA" w:rsidRDefault="00F93FC3" w:rsidP="00391AC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B0FCA">
              <w:rPr>
                <w:sz w:val="20"/>
                <w:szCs w:val="20"/>
              </w:rPr>
              <w:t>2017 год</w:t>
            </w:r>
          </w:p>
        </w:tc>
        <w:tc>
          <w:tcPr>
            <w:tcW w:w="2410" w:type="dxa"/>
          </w:tcPr>
          <w:p w:rsidR="00F93FC3" w:rsidRPr="003B0FCA" w:rsidRDefault="00F93FC3" w:rsidP="00192DF6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64294A">
              <w:rPr>
                <w:sz w:val="20"/>
                <w:szCs w:val="20"/>
              </w:rPr>
              <w:t>лучшение условий содержания детей в образовательных организациях, реализующих образовательную программу дошкольного образования;</w:t>
            </w:r>
          </w:p>
        </w:tc>
        <w:tc>
          <w:tcPr>
            <w:tcW w:w="850" w:type="dxa"/>
          </w:tcPr>
          <w:p w:rsidR="00F93FC3" w:rsidRPr="003B0FCA" w:rsidRDefault="00F93FC3" w:rsidP="00391AC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B0FCA">
              <w:rPr>
                <w:sz w:val="20"/>
                <w:szCs w:val="20"/>
              </w:rPr>
              <w:t>-</w:t>
            </w:r>
          </w:p>
        </w:tc>
        <w:tc>
          <w:tcPr>
            <w:tcW w:w="2127" w:type="dxa"/>
          </w:tcPr>
          <w:p w:rsidR="00F93FC3" w:rsidRPr="00744838" w:rsidRDefault="00F93FC3" w:rsidP="00192DF6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744838">
              <w:rPr>
                <w:sz w:val="20"/>
                <w:szCs w:val="20"/>
              </w:rPr>
              <w:t xml:space="preserve">осударственная программа Приморского края </w:t>
            </w:r>
            <w:r>
              <w:rPr>
                <w:sz w:val="20"/>
                <w:szCs w:val="20"/>
              </w:rPr>
              <w:t>«</w:t>
            </w:r>
            <w:r w:rsidRPr="00744838">
              <w:rPr>
                <w:sz w:val="20"/>
                <w:szCs w:val="20"/>
              </w:rPr>
              <w:t>Развитие образования Приморского края</w:t>
            </w:r>
            <w:r>
              <w:rPr>
                <w:sz w:val="20"/>
                <w:szCs w:val="20"/>
              </w:rPr>
              <w:t>»</w:t>
            </w:r>
            <w:r w:rsidRPr="00744838">
              <w:rPr>
                <w:sz w:val="20"/>
                <w:szCs w:val="20"/>
              </w:rPr>
              <w:t xml:space="preserve"> на 2013-2020 годы</w:t>
            </w:r>
          </w:p>
          <w:p w:rsidR="00F93FC3" w:rsidRPr="00744838" w:rsidRDefault="00F93FC3" w:rsidP="00192DF6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F93FC3" w:rsidRDefault="00F93FC3" w:rsidP="00192DF6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F93FC3" w:rsidRPr="001E31D3" w:rsidRDefault="00F93FC3" w:rsidP="00A74F94">
            <w:pPr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имеется</w:t>
            </w:r>
          </w:p>
        </w:tc>
      </w:tr>
      <w:tr w:rsidR="00F93FC3" w:rsidRPr="003B0FCA">
        <w:tc>
          <w:tcPr>
            <w:tcW w:w="600" w:type="dxa"/>
          </w:tcPr>
          <w:p w:rsidR="00F93FC3" w:rsidRPr="003B0FCA" w:rsidRDefault="00F93FC3" w:rsidP="00391AC6">
            <w:pPr>
              <w:numPr>
                <w:ilvl w:val="0"/>
                <w:numId w:val="8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6" w:type="dxa"/>
          </w:tcPr>
          <w:p w:rsidR="00F93FC3" w:rsidRPr="003B0FCA" w:rsidRDefault="00F93FC3" w:rsidP="00192DF6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3B0FCA">
              <w:rPr>
                <w:sz w:val="20"/>
                <w:szCs w:val="20"/>
              </w:rPr>
              <w:t>Реконструкция МБДОУ « Центр развития ребёнка - детский сад № 4» Дальнереченского городского округа</w:t>
            </w:r>
          </w:p>
        </w:tc>
        <w:tc>
          <w:tcPr>
            <w:tcW w:w="1664" w:type="dxa"/>
          </w:tcPr>
          <w:p w:rsidR="00F93FC3" w:rsidRPr="003B0FCA" w:rsidRDefault="00F93FC3" w:rsidP="00192DF6">
            <w:pPr>
              <w:spacing w:line="240" w:lineRule="auto"/>
              <w:ind w:right="-108" w:firstLine="0"/>
              <w:rPr>
                <w:sz w:val="20"/>
                <w:szCs w:val="20"/>
              </w:rPr>
            </w:pPr>
            <w:r w:rsidRPr="003B0FCA">
              <w:rPr>
                <w:sz w:val="20"/>
                <w:szCs w:val="20"/>
              </w:rPr>
              <w:t>г. Дальнереченск</w:t>
            </w:r>
          </w:p>
          <w:p w:rsidR="00F93FC3" w:rsidRPr="003B0FCA" w:rsidRDefault="00F93FC3" w:rsidP="00192DF6">
            <w:pPr>
              <w:spacing w:line="240" w:lineRule="auto"/>
              <w:ind w:right="-108" w:firstLine="0"/>
              <w:rPr>
                <w:sz w:val="20"/>
                <w:szCs w:val="20"/>
              </w:rPr>
            </w:pPr>
            <w:r w:rsidRPr="003B0FCA">
              <w:rPr>
                <w:sz w:val="20"/>
                <w:szCs w:val="20"/>
              </w:rPr>
              <w:t>ул. Т. Шевченко,78-а</w:t>
            </w:r>
          </w:p>
        </w:tc>
        <w:tc>
          <w:tcPr>
            <w:tcW w:w="1984" w:type="dxa"/>
          </w:tcPr>
          <w:p w:rsidR="00F93FC3" w:rsidRPr="003B0FCA" w:rsidRDefault="00F93FC3" w:rsidP="00B52167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861B74">
              <w:rPr>
                <w:sz w:val="20"/>
                <w:szCs w:val="20"/>
              </w:rPr>
              <w:t xml:space="preserve">дминистрация Дальнереченского ГО, </w:t>
            </w:r>
            <w:r>
              <w:rPr>
                <w:sz w:val="20"/>
                <w:szCs w:val="20"/>
              </w:rPr>
              <w:t>а</w:t>
            </w:r>
            <w:r w:rsidRPr="00861B74">
              <w:rPr>
                <w:sz w:val="20"/>
                <w:szCs w:val="20"/>
              </w:rPr>
              <w:t>дминистрация Приморского края</w:t>
            </w:r>
          </w:p>
        </w:tc>
        <w:tc>
          <w:tcPr>
            <w:tcW w:w="1172" w:type="dxa"/>
          </w:tcPr>
          <w:p w:rsidR="00F93FC3" w:rsidRPr="003B0FCA" w:rsidRDefault="00F93FC3" w:rsidP="00391AC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B0FCA">
              <w:rPr>
                <w:sz w:val="20"/>
                <w:szCs w:val="20"/>
              </w:rPr>
              <w:t>2018 год</w:t>
            </w:r>
          </w:p>
        </w:tc>
        <w:tc>
          <w:tcPr>
            <w:tcW w:w="2410" w:type="dxa"/>
          </w:tcPr>
          <w:p w:rsidR="00F93FC3" w:rsidRPr="003B0FCA" w:rsidRDefault="00F93FC3" w:rsidP="00192DF6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64294A">
              <w:rPr>
                <w:sz w:val="20"/>
                <w:szCs w:val="20"/>
              </w:rPr>
              <w:t>лучшение условий содержания детей в образовательных организациях, реализующих образовательную программу дошкольного образования;</w:t>
            </w:r>
          </w:p>
        </w:tc>
        <w:tc>
          <w:tcPr>
            <w:tcW w:w="850" w:type="dxa"/>
          </w:tcPr>
          <w:p w:rsidR="00F93FC3" w:rsidRPr="003B0FCA" w:rsidRDefault="00F93FC3" w:rsidP="00391AC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B0FCA">
              <w:rPr>
                <w:sz w:val="20"/>
                <w:szCs w:val="20"/>
              </w:rPr>
              <w:t>-</w:t>
            </w:r>
          </w:p>
        </w:tc>
        <w:tc>
          <w:tcPr>
            <w:tcW w:w="2127" w:type="dxa"/>
          </w:tcPr>
          <w:p w:rsidR="00F93FC3" w:rsidRPr="00744838" w:rsidRDefault="00F93FC3" w:rsidP="00192DF6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744838">
              <w:rPr>
                <w:sz w:val="20"/>
                <w:szCs w:val="20"/>
              </w:rPr>
              <w:t xml:space="preserve">осударственная программа Приморского края </w:t>
            </w:r>
            <w:r>
              <w:rPr>
                <w:sz w:val="20"/>
                <w:szCs w:val="20"/>
              </w:rPr>
              <w:t>«</w:t>
            </w:r>
            <w:r w:rsidRPr="00744838">
              <w:rPr>
                <w:sz w:val="20"/>
                <w:szCs w:val="20"/>
              </w:rPr>
              <w:t>Развитие образования Приморского края</w:t>
            </w:r>
            <w:r>
              <w:rPr>
                <w:sz w:val="20"/>
                <w:szCs w:val="20"/>
              </w:rPr>
              <w:t>»</w:t>
            </w:r>
            <w:r w:rsidRPr="00744838">
              <w:rPr>
                <w:sz w:val="20"/>
                <w:szCs w:val="20"/>
              </w:rPr>
              <w:t xml:space="preserve"> на 2013-2020 годы</w:t>
            </w:r>
          </w:p>
          <w:p w:rsidR="00F93FC3" w:rsidRPr="00744838" w:rsidRDefault="00F93FC3" w:rsidP="009929E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F93FC3" w:rsidRPr="00744838" w:rsidRDefault="00F93FC3" w:rsidP="009929E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F93FC3" w:rsidRDefault="00F93FC3" w:rsidP="009929E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F93FC3" w:rsidRPr="003B0FCA" w:rsidRDefault="00F93FC3" w:rsidP="009929E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имеется</w:t>
            </w:r>
          </w:p>
        </w:tc>
      </w:tr>
      <w:tr w:rsidR="00F93FC3" w:rsidRPr="003B0FCA">
        <w:tc>
          <w:tcPr>
            <w:tcW w:w="600" w:type="dxa"/>
          </w:tcPr>
          <w:p w:rsidR="00F93FC3" w:rsidRPr="003B0FCA" w:rsidRDefault="00F93FC3" w:rsidP="00391AC6">
            <w:pPr>
              <w:numPr>
                <w:ilvl w:val="0"/>
                <w:numId w:val="8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6" w:type="dxa"/>
          </w:tcPr>
          <w:p w:rsidR="00F93FC3" w:rsidRDefault="00F93FC3" w:rsidP="00192DF6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3B0FCA">
              <w:rPr>
                <w:sz w:val="20"/>
                <w:szCs w:val="20"/>
              </w:rPr>
              <w:t>емонт Ц</w:t>
            </w:r>
            <w:r>
              <w:rPr>
                <w:sz w:val="20"/>
                <w:szCs w:val="20"/>
              </w:rPr>
              <w:t>ентральной городской библиотеки.</w:t>
            </w:r>
          </w:p>
          <w:p w:rsidR="00F93FC3" w:rsidRPr="003B0FCA" w:rsidRDefault="00F93FC3" w:rsidP="00192DF6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компьютерного оборудования, ПО для оцифровки изданий и создания электронного каталога</w:t>
            </w:r>
          </w:p>
        </w:tc>
        <w:tc>
          <w:tcPr>
            <w:tcW w:w="1664" w:type="dxa"/>
          </w:tcPr>
          <w:p w:rsidR="00F93FC3" w:rsidRPr="003B0FCA" w:rsidRDefault="00F93FC3" w:rsidP="00192DF6">
            <w:pPr>
              <w:spacing w:line="240" w:lineRule="auto"/>
              <w:ind w:left="-108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Дальнереченск, ул. Ленина 71</w:t>
            </w:r>
          </w:p>
        </w:tc>
        <w:tc>
          <w:tcPr>
            <w:tcW w:w="1984" w:type="dxa"/>
          </w:tcPr>
          <w:p w:rsidR="00F93FC3" w:rsidRPr="003B0FCA" w:rsidRDefault="00F93FC3" w:rsidP="00192DF6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61B74">
              <w:rPr>
                <w:sz w:val="20"/>
                <w:szCs w:val="20"/>
              </w:rPr>
              <w:t>Администрация Дальнереченского ГО, Администрация Приморского края</w:t>
            </w:r>
          </w:p>
        </w:tc>
        <w:tc>
          <w:tcPr>
            <w:tcW w:w="1172" w:type="dxa"/>
          </w:tcPr>
          <w:p w:rsidR="00F93FC3" w:rsidRPr="003B0FCA" w:rsidRDefault="00F93FC3" w:rsidP="00804F3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B0FCA">
              <w:rPr>
                <w:sz w:val="20"/>
                <w:szCs w:val="20"/>
              </w:rPr>
              <w:t>2017</w:t>
            </w:r>
            <w:r>
              <w:rPr>
                <w:sz w:val="20"/>
                <w:szCs w:val="20"/>
              </w:rPr>
              <w:t>-2018</w:t>
            </w:r>
          </w:p>
        </w:tc>
        <w:tc>
          <w:tcPr>
            <w:tcW w:w="2410" w:type="dxa"/>
          </w:tcPr>
          <w:p w:rsidR="00F93FC3" w:rsidRPr="003B0FCA" w:rsidRDefault="00F93FC3" w:rsidP="00132C6A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3B0FCA">
              <w:rPr>
                <w:sz w:val="20"/>
                <w:szCs w:val="20"/>
              </w:rPr>
              <w:t xml:space="preserve">оступ широких групп населения к культурным ресурсам мирового </w:t>
            </w:r>
            <w:r>
              <w:rPr>
                <w:sz w:val="20"/>
                <w:szCs w:val="20"/>
              </w:rPr>
              <w:t>и отечественного кинематографа, ф</w:t>
            </w:r>
            <w:r w:rsidRPr="003B0FCA">
              <w:rPr>
                <w:sz w:val="20"/>
                <w:szCs w:val="20"/>
              </w:rPr>
              <w:t>ормирование  среди населения дух</w:t>
            </w:r>
            <w:r>
              <w:rPr>
                <w:sz w:val="20"/>
                <w:szCs w:val="20"/>
              </w:rPr>
              <w:t>овно-нравственной культуры,а</w:t>
            </w:r>
            <w:r w:rsidRPr="003B0FCA">
              <w:rPr>
                <w:sz w:val="20"/>
                <w:szCs w:val="20"/>
              </w:rPr>
              <w:t>ктивизация культурной жизни города.</w:t>
            </w:r>
          </w:p>
        </w:tc>
        <w:tc>
          <w:tcPr>
            <w:tcW w:w="850" w:type="dxa"/>
          </w:tcPr>
          <w:p w:rsidR="00F93FC3" w:rsidRDefault="00F93FC3" w:rsidP="00391AC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F93FC3" w:rsidRPr="003B0FCA" w:rsidRDefault="00F93FC3" w:rsidP="00391AC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93FC3" w:rsidRDefault="00F93FC3" w:rsidP="00192DF6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906234">
              <w:rPr>
                <w:sz w:val="20"/>
                <w:szCs w:val="20"/>
              </w:rPr>
              <w:t>осударственная программ</w:t>
            </w:r>
            <w:r>
              <w:rPr>
                <w:sz w:val="20"/>
                <w:szCs w:val="20"/>
              </w:rPr>
              <w:t>а</w:t>
            </w:r>
          </w:p>
          <w:p w:rsidR="00F93FC3" w:rsidRPr="003B0FCA" w:rsidRDefault="00F93FC3" w:rsidP="00192DF6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906234">
              <w:rPr>
                <w:sz w:val="20"/>
                <w:szCs w:val="20"/>
              </w:rPr>
              <w:t xml:space="preserve"> Приморского края «Развитие культуры Приморского края на 2013-2020 годы»</w:t>
            </w:r>
          </w:p>
        </w:tc>
        <w:tc>
          <w:tcPr>
            <w:tcW w:w="2551" w:type="dxa"/>
          </w:tcPr>
          <w:p w:rsidR="00F93FC3" w:rsidRPr="003B0FCA" w:rsidRDefault="00F93FC3" w:rsidP="009929E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имеется</w:t>
            </w:r>
          </w:p>
        </w:tc>
      </w:tr>
      <w:tr w:rsidR="00F93FC3" w:rsidRPr="003B0FCA">
        <w:tc>
          <w:tcPr>
            <w:tcW w:w="600" w:type="dxa"/>
          </w:tcPr>
          <w:p w:rsidR="00F93FC3" w:rsidRPr="003B0FCA" w:rsidRDefault="00F93FC3" w:rsidP="00391AC6">
            <w:pPr>
              <w:numPr>
                <w:ilvl w:val="0"/>
                <w:numId w:val="8"/>
              </w:numPr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36" w:type="dxa"/>
          </w:tcPr>
          <w:p w:rsidR="00F93FC3" w:rsidRPr="000E06DF" w:rsidRDefault="00F93FC3" w:rsidP="00192DF6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0E06DF">
              <w:rPr>
                <w:sz w:val="22"/>
                <w:szCs w:val="22"/>
              </w:rPr>
              <w:t>Строительство специализированного жилого дома эконом-класса для детей – сирот, детей, оставшихся без попечения родителей и лиц из их числа</w:t>
            </w:r>
          </w:p>
        </w:tc>
        <w:tc>
          <w:tcPr>
            <w:tcW w:w="1664" w:type="dxa"/>
          </w:tcPr>
          <w:p w:rsidR="00F93FC3" w:rsidRDefault="00F93FC3" w:rsidP="00192DF6">
            <w:pPr>
              <w:spacing w:line="240" w:lineRule="auto"/>
              <w:ind w:left="-108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г. Дальнереченск, ул. Рябуха </w:t>
            </w:r>
          </w:p>
        </w:tc>
        <w:tc>
          <w:tcPr>
            <w:tcW w:w="1984" w:type="dxa"/>
          </w:tcPr>
          <w:p w:rsidR="00F93FC3" w:rsidRPr="00861B74" w:rsidRDefault="00F93FC3" w:rsidP="00192DF6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61B74">
              <w:rPr>
                <w:sz w:val="20"/>
                <w:szCs w:val="20"/>
              </w:rPr>
              <w:t>Администрация Дальнереченского ГО, Администрация Приморского края</w:t>
            </w:r>
          </w:p>
        </w:tc>
        <w:tc>
          <w:tcPr>
            <w:tcW w:w="1172" w:type="dxa"/>
          </w:tcPr>
          <w:p w:rsidR="00F93FC3" w:rsidRPr="003B0FCA" w:rsidRDefault="00F93FC3" w:rsidP="00804F3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B0FCA">
              <w:rPr>
                <w:sz w:val="20"/>
                <w:szCs w:val="20"/>
              </w:rPr>
              <w:t>2017</w:t>
            </w:r>
            <w:r>
              <w:rPr>
                <w:sz w:val="20"/>
                <w:szCs w:val="20"/>
              </w:rPr>
              <w:t>-2018</w:t>
            </w:r>
          </w:p>
        </w:tc>
        <w:tc>
          <w:tcPr>
            <w:tcW w:w="2410" w:type="dxa"/>
          </w:tcPr>
          <w:p w:rsidR="00F93FC3" w:rsidRPr="003E176D" w:rsidRDefault="00F93FC3" w:rsidP="00132C6A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3E176D">
              <w:rPr>
                <w:sz w:val="22"/>
                <w:szCs w:val="22"/>
                <w:lang w:eastAsia="ru-RU"/>
              </w:rPr>
              <w:t>устройство детей-сирот и детей, оставшихся без попечения родителей</w:t>
            </w:r>
          </w:p>
        </w:tc>
        <w:tc>
          <w:tcPr>
            <w:tcW w:w="850" w:type="dxa"/>
          </w:tcPr>
          <w:p w:rsidR="00F93FC3" w:rsidRDefault="00F93FC3" w:rsidP="00391AC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7" w:type="dxa"/>
          </w:tcPr>
          <w:p w:rsidR="00F93FC3" w:rsidRDefault="00F93FC3" w:rsidP="00DA142D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906234">
              <w:rPr>
                <w:sz w:val="20"/>
                <w:szCs w:val="20"/>
              </w:rPr>
              <w:t>осударственная программ</w:t>
            </w:r>
            <w:r>
              <w:rPr>
                <w:sz w:val="20"/>
                <w:szCs w:val="20"/>
              </w:rPr>
              <w:t>а</w:t>
            </w:r>
          </w:p>
          <w:p w:rsidR="00F93FC3" w:rsidRDefault="00F93FC3" w:rsidP="00DA142D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906234">
              <w:rPr>
                <w:sz w:val="20"/>
                <w:szCs w:val="20"/>
              </w:rPr>
              <w:t xml:space="preserve"> Приморского края</w:t>
            </w:r>
            <w:r>
              <w:rPr>
                <w:sz w:val="20"/>
                <w:szCs w:val="20"/>
              </w:rPr>
              <w:t xml:space="preserve"> «Строительство жилых помещений для предоставления по договорам найма специализированных жилых помещений детям-сиротам, детям, оставшимся без попечения родителей, лицам из их числа»</w:t>
            </w:r>
          </w:p>
        </w:tc>
        <w:tc>
          <w:tcPr>
            <w:tcW w:w="2551" w:type="dxa"/>
          </w:tcPr>
          <w:p w:rsidR="00F93FC3" w:rsidRDefault="00F93FC3" w:rsidP="009929E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:rsidR="00F93FC3" w:rsidRPr="0052364B" w:rsidRDefault="00F93FC3" w:rsidP="00391AC6">
      <w:pPr>
        <w:tabs>
          <w:tab w:val="left" w:pos="345"/>
          <w:tab w:val="left" w:pos="1932"/>
          <w:tab w:val="left" w:pos="3219"/>
          <w:tab w:val="left" w:pos="4690"/>
          <w:tab w:val="left" w:pos="5516"/>
          <w:tab w:val="left" w:pos="7529"/>
          <w:tab w:val="left" w:pos="8664"/>
          <w:tab w:val="left" w:pos="10085"/>
          <w:tab w:val="left" w:pos="10651"/>
          <w:tab w:val="left" w:pos="12778"/>
        </w:tabs>
        <w:ind w:firstLine="0"/>
        <w:jc w:val="left"/>
        <w:rPr>
          <w:sz w:val="20"/>
          <w:szCs w:val="20"/>
        </w:rPr>
      </w:pPr>
    </w:p>
    <w:sectPr w:rsidR="00F93FC3" w:rsidRPr="0052364B" w:rsidSect="001D55F0">
      <w:headerReference w:type="default" r:id="rId7"/>
      <w:pgSz w:w="16838" w:h="11906" w:orient="landscape" w:code="9"/>
      <w:pgMar w:top="709" w:right="851" w:bottom="567" w:left="851" w:header="624" w:footer="51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3FC3" w:rsidRDefault="00F93FC3" w:rsidP="009717D4">
      <w:pPr>
        <w:spacing w:line="240" w:lineRule="auto"/>
      </w:pPr>
      <w:r>
        <w:separator/>
      </w:r>
    </w:p>
  </w:endnote>
  <w:endnote w:type="continuationSeparator" w:id="1">
    <w:p w:rsidR="00F93FC3" w:rsidRDefault="00F93FC3" w:rsidP="009717D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3FC3" w:rsidRDefault="00F93FC3" w:rsidP="009717D4">
      <w:pPr>
        <w:spacing w:line="240" w:lineRule="auto"/>
      </w:pPr>
      <w:r>
        <w:separator/>
      </w:r>
    </w:p>
  </w:footnote>
  <w:footnote w:type="continuationSeparator" w:id="1">
    <w:p w:rsidR="00F93FC3" w:rsidRDefault="00F93FC3" w:rsidP="009717D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FC3" w:rsidRDefault="00F93FC3" w:rsidP="009717D4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9717D4">
      <w:rPr>
        <w:rFonts w:ascii="Times New Roman" w:hAnsi="Times New Roman" w:cs="Times New Roman"/>
        <w:sz w:val="28"/>
        <w:szCs w:val="28"/>
      </w:rPr>
      <w:fldChar w:fldCharType="begin"/>
    </w:r>
    <w:r w:rsidRPr="009717D4">
      <w:rPr>
        <w:rFonts w:ascii="Times New Roman" w:hAnsi="Times New Roman" w:cs="Times New Roman"/>
        <w:sz w:val="28"/>
        <w:szCs w:val="28"/>
      </w:rPr>
      <w:instrText>PAGE   \* MERGEFORMAT</w:instrText>
    </w:r>
    <w:r w:rsidRPr="009717D4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2</w:t>
    </w:r>
    <w:r w:rsidRPr="009717D4">
      <w:rPr>
        <w:rFonts w:ascii="Times New Roman" w:hAnsi="Times New Roman" w:cs="Times New Roman"/>
        <w:sz w:val="28"/>
        <w:szCs w:val="28"/>
      </w:rPr>
      <w:fldChar w:fldCharType="end"/>
    </w:r>
  </w:p>
  <w:p w:rsidR="00F93FC3" w:rsidRPr="005009F1" w:rsidRDefault="00F93FC3" w:rsidP="009717D4">
    <w:pPr>
      <w:pStyle w:val="Header"/>
      <w:jc w:val="center"/>
      <w:rPr>
        <w:rFonts w:ascii="Times New Roman" w:hAnsi="Times New Roman" w:cs="Times New Roman"/>
        <w:sz w:val="28"/>
        <w:szCs w:val="28"/>
      </w:rPr>
    </w:pPr>
  </w:p>
  <w:tbl>
    <w:tblPr>
      <w:tblW w:w="15594" w:type="dxa"/>
      <w:tblInd w:w="-1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A0"/>
    </w:tblPr>
    <w:tblGrid>
      <w:gridCol w:w="600"/>
      <w:gridCol w:w="2236"/>
      <w:gridCol w:w="1701"/>
      <w:gridCol w:w="1985"/>
      <w:gridCol w:w="1134"/>
      <w:gridCol w:w="2409"/>
      <w:gridCol w:w="851"/>
      <w:gridCol w:w="2126"/>
      <w:gridCol w:w="2552"/>
    </w:tblGrid>
    <w:tr w:rsidR="00F93FC3" w:rsidRPr="003B0FCA">
      <w:tc>
        <w:tcPr>
          <w:tcW w:w="600" w:type="dxa"/>
        </w:tcPr>
        <w:p w:rsidR="00F93FC3" w:rsidRPr="003B0FCA" w:rsidRDefault="00F93FC3" w:rsidP="00570FEF">
          <w:pPr>
            <w:spacing w:line="240" w:lineRule="auto"/>
            <w:ind w:firstLine="0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1</w:t>
          </w:r>
        </w:p>
      </w:tc>
      <w:tc>
        <w:tcPr>
          <w:tcW w:w="2236" w:type="dxa"/>
        </w:tcPr>
        <w:p w:rsidR="00F93FC3" w:rsidRPr="003B0FCA" w:rsidRDefault="00F93FC3" w:rsidP="00B52167">
          <w:pPr>
            <w:spacing w:line="240" w:lineRule="auto"/>
            <w:ind w:firstLine="0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2</w:t>
          </w:r>
        </w:p>
      </w:tc>
      <w:tc>
        <w:tcPr>
          <w:tcW w:w="1701" w:type="dxa"/>
        </w:tcPr>
        <w:p w:rsidR="00F93FC3" w:rsidRPr="003B0FCA" w:rsidRDefault="00F93FC3" w:rsidP="00B52167">
          <w:pPr>
            <w:spacing w:line="240" w:lineRule="auto"/>
            <w:ind w:firstLine="0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3</w:t>
          </w:r>
        </w:p>
      </w:tc>
      <w:tc>
        <w:tcPr>
          <w:tcW w:w="1985" w:type="dxa"/>
        </w:tcPr>
        <w:p w:rsidR="00F93FC3" w:rsidRPr="003B0FCA" w:rsidRDefault="00F93FC3" w:rsidP="00B52167">
          <w:pPr>
            <w:spacing w:line="240" w:lineRule="auto"/>
            <w:ind w:firstLine="0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4</w:t>
          </w:r>
        </w:p>
      </w:tc>
      <w:tc>
        <w:tcPr>
          <w:tcW w:w="1134" w:type="dxa"/>
        </w:tcPr>
        <w:p w:rsidR="00F93FC3" w:rsidRPr="003B0FCA" w:rsidRDefault="00F93FC3" w:rsidP="00B52167">
          <w:pPr>
            <w:spacing w:line="240" w:lineRule="auto"/>
            <w:ind w:firstLine="0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5</w:t>
          </w:r>
        </w:p>
      </w:tc>
      <w:tc>
        <w:tcPr>
          <w:tcW w:w="2409" w:type="dxa"/>
        </w:tcPr>
        <w:p w:rsidR="00F93FC3" w:rsidRPr="003B0FCA" w:rsidRDefault="00F93FC3" w:rsidP="00B52167">
          <w:pPr>
            <w:spacing w:line="240" w:lineRule="auto"/>
            <w:ind w:firstLine="0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6</w:t>
          </w:r>
        </w:p>
      </w:tc>
      <w:tc>
        <w:tcPr>
          <w:tcW w:w="851" w:type="dxa"/>
        </w:tcPr>
        <w:p w:rsidR="00F93FC3" w:rsidRPr="003B0FCA" w:rsidRDefault="00F93FC3" w:rsidP="00B52167">
          <w:pPr>
            <w:spacing w:line="240" w:lineRule="auto"/>
            <w:ind w:firstLine="0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7</w:t>
          </w:r>
        </w:p>
      </w:tc>
      <w:tc>
        <w:tcPr>
          <w:tcW w:w="2126" w:type="dxa"/>
        </w:tcPr>
        <w:p w:rsidR="00F93FC3" w:rsidRPr="003B0FCA" w:rsidRDefault="00F93FC3" w:rsidP="00B52167">
          <w:pPr>
            <w:spacing w:line="240" w:lineRule="auto"/>
            <w:ind w:firstLine="0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8</w:t>
          </w:r>
        </w:p>
      </w:tc>
      <w:tc>
        <w:tcPr>
          <w:tcW w:w="2552" w:type="dxa"/>
        </w:tcPr>
        <w:p w:rsidR="00F93FC3" w:rsidRPr="003B0FCA" w:rsidRDefault="00F93FC3" w:rsidP="00B52167">
          <w:pPr>
            <w:spacing w:line="240" w:lineRule="auto"/>
            <w:ind w:firstLine="0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9</w:t>
          </w:r>
        </w:p>
      </w:tc>
    </w:tr>
  </w:tbl>
  <w:p w:rsidR="00F93FC3" w:rsidRPr="005009F1" w:rsidRDefault="00F93FC3" w:rsidP="009717D4">
    <w:pPr>
      <w:pStyle w:val="Header"/>
      <w:jc w:val="center"/>
      <w:rPr>
        <w:rFonts w:ascii="Times New Roman" w:hAnsi="Times New Roman" w:cs="Times New Roman"/>
        <w:sz w:val="2"/>
        <w:szCs w:val="2"/>
      </w:rPr>
    </w:pPr>
  </w:p>
  <w:p w:rsidR="00F93FC3" w:rsidRPr="00060EAC" w:rsidRDefault="00F93FC3" w:rsidP="00060EAC">
    <w:pPr>
      <w:pStyle w:val="Header"/>
      <w:jc w:val="center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0B7B"/>
    <w:multiLevelType w:val="hybridMultilevel"/>
    <w:tmpl w:val="41B8B4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750E9"/>
    <w:multiLevelType w:val="hybridMultilevel"/>
    <w:tmpl w:val="AC443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F96B71"/>
    <w:multiLevelType w:val="hybridMultilevel"/>
    <w:tmpl w:val="309899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535B7C"/>
    <w:multiLevelType w:val="hybridMultilevel"/>
    <w:tmpl w:val="3CF29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6D004E"/>
    <w:multiLevelType w:val="hybridMultilevel"/>
    <w:tmpl w:val="BA54AA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0D425E"/>
    <w:multiLevelType w:val="hybridMultilevel"/>
    <w:tmpl w:val="AFD889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172974"/>
    <w:multiLevelType w:val="hybridMultilevel"/>
    <w:tmpl w:val="AFD889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FD3E7C"/>
    <w:multiLevelType w:val="hybridMultilevel"/>
    <w:tmpl w:val="4D341E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317B3B"/>
    <w:multiLevelType w:val="hybridMultilevel"/>
    <w:tmpl w:val="3CF29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492621"/>
    <w:multiLevelType w:val="hybridMultilevel"/>
    <w:tmpl w:val="AFD889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0D24DC"/>
    <w:multiLevelType w:val="hybridMultilevel"/>
    <w:tmpl w:val="AC443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714AFA"/>
    <w:multiLevelType w:val="hybridMultilevel"/>
    <w:tmpl w:val="906C1B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006D4C"/>
    <w:multiLevelType w:val="hybridMultilevel"/>
    <w:tmpl w:val="7F2E7C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12"/>
  </w:num>
  <w:num w:numId="4">
    <w:abstractNumId w:val="8"/>
  </w:num>
  <w:num w:numId="5">
    <w:abstractNumId w:val="3"/>
  </w:num>
  <w:num w:numId="6">
    <w:abstractNumId w:val="1"/>
  </w:num>
  <w:num w:numId="7">
    <w:abstractNumId w:val="2"/>
  </w:num>
  <w:num w:numId="8">
    <w:abstractNumId w:val="0"/>
  </w:num>
  <w:num w:numId="9">
    <w:abstractNumId w:val="10"/>
  </w:num>
  <w:num w:numId="10">
    <w:abstractNumId w:val="4"/>
  </w:num>
  <w:num w:numId="11">
    <w:abstractNumId w:val="6"/>
  </w:num>
  <w:num w:numId="12">
    <w:abstractNumId w:val="5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2B3B"/>
    <w:rsid w:val="000007AD"/>
    <w:rsid w:val="00001DFA"/>
    <w:rsid w:val="0000274C"/>
    <w:rsid w:val="00002DA4"/>
    <w:rsid w:val="00003938"/>
    <w:rsid w:val="000044AC"/>
    <w:rsid w:val="000046CB"/>
    <w:rsid w:val="000050F7"/>
    <w:rsid w:val="000056EA"/>
    <w:rsid w:val="00005735"/>
    <w:rsid w:val="00007201"/>
    <w:rsid w:val="00007414"/>
    <w:rsid w:val="000077E8"/>
    <w:rsid w:val="000078AA"/>
    <w:rsid w:val="00007B6F"/>
    <w:rsid w:val="0001016D"/>
    <w:rsid w:val="00010232"/>
    <w:rsid w:val="0001055D"/>
    <w:rsid w:val="00010AD2"/>
    <w:rsid w:val="00010E1A"/>
    <w:rsid w:val="0001223B"/>
    <w:rsid w:val="0001253D"/>
    <w:rsid w:val="00012863"/>
    <w:rsid w:val="000128DB"/>
    <w:rsid w:val="00012CA5"/>
    <w:rsid w:val="00013519"/>
    <w:rsid w:val="000136A7"/>
    <w:rsid w:val="00013EDD"/>
    <w:rsid w:val="00014006"/>
    <w:rsid w:val="00014028"/>
    <w:rsid w:val="000140E6"/>
    <w:rsid w:val="000143B0"/>
    <w:rsid w:val="000147D8"/>
    <w:rsid w:val="00015431"/>
    <w:rsid w:val="00015771"/>
    <w:rsid w:val="00016211"/>
    <w:rsid w:val="00017C4B"/>
    <w:rsid w:val="000211B4"/>
    <w:rsid w:val="00021353"/>
    <w:rsid w:val="000216DA"/>
    <w:rsid w:val="00021798"/>
    <w:rsid w:val="00021B96"/>
    <w:rsid w:val="00023154"/>
    <w:rsid w:val="000235E9"/>
    <w:rsid w:val="0002388B"/>
    <w:rsid w:val="00023F5D"/>
    <w:rsid w:val="0002413F"/>
    <w:rsid w:val="00024F63"/>
    <w:rsid w:val="00025060"/>
    <w:rsid w:val="00025585"/>
    <w:rsid w:val="00025C3C"/>
    <w:rsid w:val="000268F1"/>
    <w:rsid w:val="0002742D"/>
    <w:rsid w:val="00027E77"/>
    <w:rsid w:val="0003008B"/>
    <w:rsid w:val="00030E64"/>
    <w:rsid w:val="00031213"/>
    <w:rsid w:val="0003130C"/>
    <w:rsid w:val="00031673"/>
    <w:rsid w:val="000317B8"/>
    <w:rsid w:val="00031938"/>
    <w:rsid w:val="00032557"/>
    <w:rsid w:val="0003277A"/>
    <w:rsid w:val="00032E4D"/>
    <w:rsid w:val="00033AF4"/>
    <w:rsid w:val="00033DA9"/>
    <w:rsid w:val="00034135"/>
    <w:rsid w:val="00034B0E"/>
    <w:rsid w:val="00034CC8"/>
    <w:rsid w:val="00035230"/>
    <w:rsid w:val="00035D96"/>
    <w:rsid w:val="000361E8"/>
    <w:rsid w:val="00037016"/>
    <w:rsid w:val="00037155"/>
    <w:rsid w:val="000408DD"/>
    <w:rsid w:val="0004101B"/>
    <w:rsid w:val="0004102D"/>
    <w:rsid w:val="0004109A"/>
    <w:rsid w:val="00041C8D"/>
    <w:rsid w:val="00041CA0"/>
    <w:rsid w:val="00041E6F"/>
    <w:rsid w:val="00041E8D"/>
    <w:rsid w:val="0004234E"/>
    <w:rsid w:val="00043042"/>
    <w:rsid w:val="000440EA"/>
    <w:rsid w:val="0004446E"/>
    <w:rsid w:val="00044A30"/>
    <w:rsid w:val="00044F4C"/>
    <w:rsid w:val="000452A7"/>
    <w:rsid w:val="000457D3"/>
    <w:rsid w:val="00045E10"/>
    <w:rsid w:val="00046A87"/>
    <w:rsid w:val="00046FBB"/>
    <w:rsid w:val="0004750E"/>
    <w:rsid w:val="00047BC5"/>
    <w:rsid w:val="00050A0F"/>
    <w:rsid w:val="00050A94"/>
    <w:rsid w:val="00050ECE"/>
    <w:rsid w:val="00051A32"/>
    <w:rsid w:val="00052191"/>
    <w:rsid w:val="0005224F"/>
    <w:rsid w:val="00052649"/>
    <w:rsid w:val="00052CCE"/>
    <w:rsid w:val="00052CFF"/>
    <w:rsid w:val="000533B1"/>
    <w:rsid w:val="00054176"/>
    <w:rsid w:val="0005430F"/>
    <w:rsid w:val="0005441B"/>
    <w:rsid w:val="00054B04"/>
    <w:rsid w:val="00054D70"/>
    <w:rsid w:val="00055387"/>
    <w:rsid w:val="00055B2E"/>
    <w:rsid w:val="00055FD7"/>
    <w:rsid w:val="000560AD"/>
    <w:rsid w:val="000567CE"/>
    <w:rsid w:val="00056A80"/>
    <w:rsid w:val="00056BFD"/>
    <w:rsid w:val="00056C56"/>
    <w:rsid w:val="00057508"/>
    <w:rsid w:val="00057E5D"/>
    <w:rsid w:val="00057E73"/>
    <w:rsid w:val="00060EAC"/>
    <w:rsid w:val="00062963"/>
    <w:rsid w:val="00062C48"/>
    <w:rsid w:val="00063081"/>
    <w:rsid w:val="000633BF"/>
    <w:rsid w:val="000638C0"/>
    <w:rsid w:val="00063996"/>
    <w:rsid w:val="00063B47"/>
    <w:rsid w:val="00063D30"/>
    <w:rsid w:val="0006475E"/>
    <w:rsid w:val="000654DF"/>
    <w:rsid w:val="00066070"/>
    <w:rsid w:val="00066E4A"/>
    <w:rsid w:val="00066EB7"/>
    <w:rsid w:val="00067484"/>
    <w:rsid w:val="000676B7"/>
    <w:rsid w:val="00067E65"/>
    <w:rsid w:val="00067EAB"/>
    <w:rsid w:val="000702E4"/>
    <w:rsid w:val="000708AD"/>
    <w:rsid w:val="0007100B"/>
    <w:rsid w:val="00071D82"/>
    <w:rsid w:val="000726CC"/>
    <w:rsid w:val="0007287E"/>
    <w:rsid w:val="000728BB"/>
    <w:rsid w:val="00072D4C"/>
    <w:rsid w:val="00074226"/>
    <w:rsid w:val="0007436E"/>
    <w:rsid w:val="000762EE"/>
    <w:rsid w:val="000763A3"/>
    <w:rsid w:val="0007650C"/>
    <w:rsid w:val="000770A7"/>
    <w:rsid w:val="00077A63"/>
    <w:rsid w:val="00077BDE"/>
    <w:rsid w:val="0008028D"/>
    <w:rsid w:val="0008063F"/>
    <w:rsid w:val="00081283"/>
    <w:rsid w:val="0008274F"/>
    <w:rsid w:val="00082FC0"/>
    <w:rsid w:val="000830D6"/>
    <w:rsid w:val="000833B0"/>
    <w:rsid w:val="00083852"/>
    <w:rsid w:val="00083856"/>
    <w:rsid w:val="0008445A"/>
    <w:rsid w:val="0008541D"/>
    <w:rsid w:val="0008553D"/>
    <w:rsid w:val="00085CF3"/>
    <w:rsid w:val="00086995"/>
    <w:rsid w:val="00086B96"/>
    <w:rsid w:val="00087385"/>
    <w:rsid w:val="000878D2"/>
    <w:rsid w:val="00087B48"/>
    <w:rsid w:val="00087E93"/>
    <w:rsid w:val="000900BC"/>
    <w:rsid w:val="000902EA"/>
    <w:rsid w:val="000903DF"/>
    <w:rsid w:val="00090AA1"/>
    <w:rsid w:val="000910FD"/>
    <w:rsid w:val="00091355"/>
    <w:rsid w:val="0009185D"/>
    <w:rsid w:val="00091D63"/>
    <w:rsid w:val="000920CA"/>
    <w:rsid w:val="000924F1"/>
    <w:rsid w:val="000925F3"/>
    <w:rsid w:val="0009274D"/>
    <w:rsid w:val="00093907"/>
    <w:rsid w:val="00093C09"/>
    <w:rsid w:val="00093FE7"/>
    <w:rsid w:val="00094119"/>
    <w:rsid w:val="000941AB"/>
    <w:rsid w:val="00094691"/>
    <w:rsid w:val="00094A83"/>
    <w:rsid w:val="0009506C"/>
    <w:rsid w:val="0009525B"/>
    <w:rsid w:val="000954E8"/>
    <w:rsid w:val="00095518"/>
    <w:rsid w:val="0009576F"/>
    <w:rsid w:val="000959CD"/>
    <w:rsid w:val="00095A00"/>
    <w:rsid w:val="000960C6"/>
    <w:rsid w:val="000965D3"/>
    <w:rsid w:val="00097C07"/>
    <w:rsid w:val="00097EE3"/>
    <w:rsid w:val="000A0489"/>
    <w:rsid w:val="000A059E"/>
    <w:rsid w:val="000A17B8"/>
    <w:rsid w:val="000A1808"/>
    <w:rsid w:val="000A1FE8"/>
    <w:rsid w:val="000A2914"/>
    <w:rsid w:val="000A2E63"/>
    <w:rsid w:val="000A3247"/>
    <w:rsid w:val="000A4D67"/>
    <w:rsid w:val="000A5219"/>
    <w:rsid w:val="000A5F3E"/>
    <w:rsid w:val="000A5FCA"/>
    <w:rsid w:val="000A6044"/>
    <w:rsid w:val="000A7A6D"/>
    <w:rsid w:val="000A7D5F"/>
    <w:rsid w:val="000B0BBB"/>
    <w:rsid w:val="000B1925"/>
    <w:rsid w:val="000B24D8"/>
    <w:rsid w:val="000B3CA3"/>
    <w:rsid w:val="000B3F20"/>
    <w:rsid w:val="000B4660"/>
    <w:rsid w:val="000B4C4E"/>
    <w:rsid w:val="000B54C4"/>
    <w:rsid w:val="000B5965"/>
    <w:rsid w:val="000B60BC"/>
    <w:rsid w:val="000B7A01"/>
    <w:rsid w:val="000B7C30"/>
    <w:rsid w:val="000B7CEE"/>
    <w:rsid w:val="000C0056"/>
    <w:rsid w:val="000C016F"/>
    <w:rsid w:val="000C05FC"/>
    <w:rsid w:val="000C09E6"/>
    <w:rsid w:val="000C1F89"/>
    <w:rsid w:val="000C2FD6"/>
    <w:rsid w:val="000C3A0A"/>
    <w:rsid w:val="000C4AE0"/>
    <w:rsid w:val="000C4F30"/>
    <w:rsid w:val="000C52D1"/>
    <w:rsid w:val="000C53F1"/>
    <w:rsid w:val="000C57B0"/>
    <w:rsid w:val="000C60CC"/>
    <w:rsid w:val="000C6776"/>
    <w:rsid w:val="000C6C1E"/>
    <w:rsid w:val="000C79D2"/>
    <w:rsid w:val="000C7FF0"/>
    <w:rsid w:val="000D0062"/>
    <w:rsid w:val="000D0446"/>
    <w:rsid w:val="000D0E7A"/>
    <w:rsid w:val="000D0EC5"/>
    <w:rsid w:val="000D1127"/>
    <w:rsid w:val="000D11A7"/>
    <w:rsid w:val="000D19F7"/>
    <w:rsid w:val="000D3B28"/>
    <w:rsid w:val="000D3C71"/>
    <w:rsid w:val="000D4334"/>
    <w:rsid w:val="000D4575"/>
    <w:rsid w:val="000D4DF4"/>
    <w:rsid w:val="000D5308"/>
    <w:rsid w:val="000D54CF"/>
    <w:rsid w:val="000D555F"/>
    <w:rsid w:val="000D6449"/>
    <w:rsid w:val="000D64FA"/>
    <w:rsid w:val="000D68AB"/>
    <w:rsid w:val="000D71F4"/>
    <w:rsid w:val="000D7370"/>
    <w:rsid w:val="000D7821"/>
    <w:rsid w:val="000E06DF"/>
    <w:rsid w:val="000E2808"/>
    <w:rsid w:val="000E2B32"/>
    <w:rsid w:val="000E473C"/>
    <w:rsid w:val="000E4765"/>
    <w:rsid w:val="000E4E67"/>
    <w:rsid w:val="000E60E2"/>
    <w:rsid w:val="000E6447"/>
    <w:rsid w:val="000E69C3"/>
    <w:rsid w:val="000E71CF"/>
    <w:rsid w:val="000E7F1C"/>
    <w:rsid w:val="000F089A"/>
    <w:rsid w:val="000F0FAA"/>
    <w:rsid w:val="000F1B8E"/>
    <w:rsid w:val="000F216A"/>
    <w:rsid w:val="000F26F0"/>
    <w:rsid w:val="000F30C9"/>
    <w:rsid w:val="000F3481"/>
    <w:rsid w:val="000F3E98"/>
    <w:rsid w:val="000F4770"/>
    <w:rsid w:val="000F4B4B"/>
    <w:rsid w:val="000F5354"/>
    <w:rsid w:val="000F59B3"/>
    <w:rsid w:val="000F69A9"/>
    <w:rsid w:val="000F6A9B"/>
    <w:rsid w:val="000F6C24"/>
    <w:rsid w:val="000F6EF1"/>
    <w:rsid w:val="000F7396"/>
    <w:rsid w:val="000F7CD1"/>
    <w:rsid w:val="00100324"/>
    <w:rsid w:val="00100CC0"/>
    <w:rsid w:val="0010113C"/>
    <w:rsid w:val="0010158B"/>
    <w:rsid w:val="00102BD1"/>
    <w:rsid w:val="00102D28"/>
    <w:rsid w:val="001031B1"/>
    <w:rsid w:val="0010356C"/>
    <w:rsid w:val="001035A7"/>
    <w:rsid w:val="001038DF"/>
    <w:rsid w:val="00104712"/>
    <w:rsid w:val="00104B77"/>
    <w:rsid w:val="00104D0A"/>
    <w:rsid w:val="00104F7C"/>
    <w:rsid w:val="001050E2"/>
    <w:rsid w:val="0010561D"/>
    <w:rsid w:val="00105957"/>
    <w:rsid w:val="00105A76"/>
    <w:rsid w:val="00105F6A"/>
    <w:rsid w:val="00106876"/>
    <w:rsid w:val="00106E26"/>
    <w:rsid w:val="00106E27"/>
    <w:rsid w:val="001072BA"/>
    <w:rsid w:val="001075F8"/>
    <w:rsid w:val="00107883"/>
    <w:rsid w:val="00107C24"/>
    <w:rsid w:val="00110F4D"/>
    <w:rsid w:val="00111071"/>
    <w:rsid w:val="0011107E"/>
    <w:rsid w:val="00111B60"/>
    <w:rsid w:val="00111BB3"/>
    <w:rsid w:val="00111C28"/>
    <w:rsid w:val="0011232B"/>
    <w:rsid w:val="0011239B"/>
    <w:rsid w:val="0011255D"/>
    <w:rsid w:val="00112736"/>
    <w:rsid w:val="00113375"/>
    <w:rsid w:val="001141A9"/>
    <w:rsid w:val="0011423F"/>
    <w:rsid w:val="00114361"/>
    <w:rsid w:val="00114810"/>
    <w:rsid w:val="001152FE"/>
    <w:rsid w:val="00115A46"/>
    <w:rsid w:val="00115ABE"/>
    <w:rsid w:val="001163F9"/>
    <w:rsid w:val="00116410"/>
    <w:rsid w:val="00116575"/>
    <w:rsid w:val="0011665E"/>
    <w:rsid w:val="001168FD"/>
    <w:rsid w:val="00120A3F"/>
    <w:rsid w:val="00120AE1"/>
    <w:rsid w:val="001214DB"/>
    <w:rsid w:val="0012158E"/>
    <w:rsid w:val="001217EA"/>
    <w:rsid w:val="00121AE2"/>
    <w:rsid w:val="00121E17"/>
    <w:rsid w:val="00122041"/>
    <w:rsid w:val="00122BC4"/>
    <w:rsid w:val="0012337E"/>
    <w:rsid w:val="00123C78"/>
    <w:rsid w:val="001251A3"/>
    <w:rsid w:val="00125251"/>
    <w:rsid w:val="00125712"/>
    <w:rsid w:val="00125DF7"/>
    <w:rsid w:val="00126203"/>
    <w:rsid w:val="00126294"/>
    <w:rsid w:val="0012690F"/>
    <w:rsid w:val="00126BD2"/>
    <w:rsid w:val="00126FEC"/>
    <w:rsid w:val="001279F2"/>
    <w:rsid w:val="00127FAE"/>
    <w:rsid w:val="00127FDC"/>
    <w:rsid w:val="001302E0"/>
    <w:rsid w:val="00130F8D"/>
    <w:rsid w:val="00130F9A"/>
    <w:rsid w:val="0013115C"/>
    <w:rsid w:val="001322E3"/>
    <w:rsid w:val="00132C6A"/>
    <w:rsid w:val="00133443"/>
    <w:rsid w:val="00133BC6"/>
    <w:rsid w:val="001340AB"/>
    <w:rsid w:val="00134A8E"/>
    <w:rsid w:val="0013537B"/>
    <w:rsid w:val="001353CE"/>
    <w:rsid w:val="00135B7D"/>
    <w:rsid w:val="00135E2D"/>
    <w:rsid w:val="0013676F"/>
    <w:rsid w:val="001373E4"/>
    <w:rsid w:val="001374DB"/>
    <w:rsid w:val="00137FD1"/>
    <w:rsid w:val="00140B0D"/>
    <w:rsid w:val="00140D67"/>
    <w:rsid w:val="00141244"/>
    <w:rsid w:val="00141C28"/>
    <w:rsid w:val="00141F5F"/>
    <w:rsid w:val="00141F8D"/>
    <w:rsid w:val="0014212D"/>
    <w:rsid w:val="0014267C"/>
    <w:rsid w:val="0014276C"/>
    <w:rsid w:val="00143047"/>
    <w:rsid w:val="00143BF3"/>
    <w:rsid w:val="00143F14"/>
    <w:rsid w:val="0014439A"/>
    <w:rsid w:val="001445E4"/>
    <w:rsid w:val="00144DBD"/>
    <w:rsid w:val="001463E4"/>
    <w:rsid w:val="00146BD5"/>
    <w:rsid w:val="00146FE1"/>
    <w:rsid w:val="0014705B"/>
    <w:rsid w:val="001473BD"/>
    <w:rsid w:val="0014759D"/>
    <w:rsid w:val="00147DB4"/>
    <w:rsid w:val="00150807"/>
    <w:rsid w:val="00151149"/>
    <w:rsid w:val="001511EC"/>
    <w:rsid w:val="00151478"/>
    <w:rsid w:val="00151826"/>
    <w:rsid w:val="00151993"/>
    <w:rsid w:val="00151A45"/>
    <w:rsid w:val="00151C5C"/>
    <w:rsid w:val="0015208F"/>
    <w:rsid w:val="001520C8"/>
    <w:rsid w:val="0015265D"/>
    <w:rsid w:val="00153CAB"/>
    <w:rsid w:val="001541DA"/>
    <w:rsid w:val="001553C1"/>
    <w:rsid w:val="0015576A"/>
    <w:rsid w:val="001561D3"/>
    <w:rsid w:val="00156A42"/>
    <w:rsid w:val="00157083"/>
    <w:rsid w:val="001570A3"/>
    <w:rsid w:val="001571DB"/>
    <w:rsid w:val="00157CA8"/>
    <w:rsid w:val="00157F0C"/>
    <w:rsid w:val="001603FB"/>
    <w:rsid w:val="00160C88"/>
    <w:rsid w:val="001616CC"/>
    <w:rsid w:val="00161998"/>
    <w:rsid w:val="00162984"/>
    <w:rsid w:val="00163656"/>
    <w:rsid w:val="00163727"/>
    <w:rsid w:val="00163CBD"/>
    <w:rsid w:val="00165292"/>
    <w:rsid w:val="00165680"/>
    <w:rsid w:val="00165737"/>
    <w:rsid w:val="00165E35"/>
    <w:rsid w:val="00165EE6"/>
    <w:rsid w:val="00166A38"/>
    <w:rsid w:val="00166C68"/>
    <w:rsid w:val="00166C83"/>
    <w:rsid w:val="00166DD0"/>
    <w:rsid w:val="00166E0F"/>
    <w:rsid w:val="00170839"/>
    <w:rsid w:val="00171E95"/>
    <w:rsid w:val="00172210"/>
    <w:rsid w:val="00172502"/>
    <w:rsid w:val="00172898"/>
    <w:rsid w:val="00172AE2"/>
    <w:rsid w:val="00172DAC"/>
    <w:rsid w:val="001737B3"/>
    <w:rsid w:val="00173FCB"/>
    <w:rsid w:val="00174251"/>
    <w:rsid w:val="00174817"/>
    <w:rsid w:val="00174C5A"/>
    <w:rsid w:val="00174FD9"/>
    <w:rsid w:val="001750F8"/>
    <w:rsid w:val="001752C9"/>
    <w:rsid w:val="00176016"/>
    <w:rsid w:val="001766C8"/>
    <w:rsid w:val="00177B59"/>
    <w:rsid w:val="00177D48"/>
    <w:rsid w:val="00180542"/>
    <w:rsid w:val="00180B25"/>
    <w:rsid w:val="00180E3B"/>
    <w:rsid w:val="00181A20"/>
    <w:rsid w:val="00181CDF"/>
    <w:rsid w:val="00181E36"/>
    <w:rsid w:val="001824E7"/>
    <w:rsid w:val="0018278B"/>
    <w:rsid w:val="001830ED"/>
    <w:rsid w:val="00183B53"/>
    <w:rsid w:val="001844FE"/>
    <w:rsid w:val="001850FD"/>
    <w:rsid w:val="00185304"/>
    <w:rsid w:val="001860CF"/>
    <w:rsid w:val="00186435"/>
    <w:rsid w:val="00186701"/>
    <w:rsid w:val="00186853"/>
    <w:rsid w:val="00186D89"/>
    <w:rsid w:val="00187003"/>
    <w:rsid w:val="0018757F"/>
    <w:rsid w:val="00187661"/>
    <w:rsid w:val="00187E76"/>
    <w:rsid w:val="00190093"/>
    <w:rsid w:val="00190363"/>
    <w:rsid w:val="00190B69"/>
    <w:rsid w:val="00192652"/>
    <w:rsid w:val="00192DF6"/>
    <w:rsid w:val="0019350C"/>
    <w:rsid w:val="001936B0"/>
    <w:rsid w:val="00193812"/>
    <w:rsid w:val="00193A96"/>
    <w:rsid w:val="00193FA6"/>
    <w:rsid w:val="00194E97"/>
    <w:rsid w:val="00194ED0"/>
    <w:rsid w:val="0019518A"/>
    <w:rsid w:val="00195BE2"/>
    <w:rsid w:val="00195E9D"/>
    <w:rsid w:val="00196561"/>
    <w:rsid w:val="00196832"/>
    <w:rsid w:val="00196BBE"/>
    <w:rsid w:val="001970E2"/>
    <w:rsid w:val="001975B3"/>
    <w:rsid w:val="0019784F"/>
    <w:rsid w:val="00197E24"/>
    <w:rsid w:val="001A03B7"/>
    <w:rsid w:val="001A051B"/>
    <w:rsid w:val="001A072D"/>
    <w:rsid w:val="001A0C95"/>
    <w:rsid w:val="001A1326"/>
    <w:rsid w:val="001A202D"/>
    <w:rsid w:val="001A2D1C"/>
    <w:rsid w:val="001A3179"/>
    <w:rsid w:val="001A33EE"/>
    <w:rsid w:val="001A394E"/>
    <w:rsid w:val="001A5748"/>
    <w:rsid w:val="001A6313"/>
    <w:rsid w:val="001A6993"/>
    <w:rsid w:val="001A6B17"/>
    <w:rsid w:val="001A7BFB"/>
    <w:rsid w:val="001B1160"/>
    <w:rsid w:val="001B1F33"/>
    <w:rsid w:val="001B2244"/>
    <w:rsid w:val="001B2D24"/>
    <w:rsid w:val="001B2F28"/>
    <w:rsid w:val="001B3229"/>
    <w:rsid w:val="001B3374"/>
    <w:rsid w:val="001B41D8"/>
    <w:rsid w:val="001B537F"/>
    <w:rsid w:val="001B6318"/>
    <w:rsid w:val="001B6431"/>
    <w:rsid w:val="001C058A"/>
    <w:rsid w:val="001C0DDF"/>
    <w:rsid w:val="001C181D"/>
    <w:rsid w:val="001C1838"/>
    <w:rsid w:val="001C1D50"/>
    <w:rsid w:val="001C1E70"/>
    <w:rsid w:val="001C2033"/>
    <w:rsid w:val="001C23DF"/>
    <w:rsid w:val="001C26C0"/>
    <w:rsid w:val="001C3AC4"/>
    <w:rsid w:val="001C4631"/>
    <w:rsid w:val="001C4639"/>
    <w:rsid w:val="001C492B"/>
    <w:rsid w:val="001C5259"/>
    <w:rsid w:val="001C5955"/>
    <w:rsid w:val="001C5D1A"/>
    <w:rsid w:val="001C5E54"/>
    <w:rsid w:val="001C5FD6"/>
    <w:rsid w:val="001C61AE"/>
    <w:rsid w:val="001C6718"/>
    <w:rsid w:val="001C725C"/>
    <w:rsid w:val="001C7AC2"/>
    <w:rsid w:val="001D09FC"/>
    <w:rsid w:val="001D0D36"/>
    <w:rsid w:val="001D10E7"/>
    <w:rsid w:val="001D1DFC"/>
    <w:rsid w:val="001D2251"/>
    <w:rsid w:val="001D252F"/>
    <w:rsid w:val="001D2556"/>
    <w:rsid w:val="001D2A0B"/>
    <w:rsid w:val="001D32CB"/>
    <w:rsid w:val="001D37D4"/>
    <w:rsid w:val="001D3FC8"/>
    <w:rsid w:val="001D4A8E"/>
    <w:rsid w:val="001D504C"/>
    <w:rsid w:val="001D5053"/>
    <w:rsid w:val="001D515C"/>
    <w:rsid w:val="001D546A"/>
    <w:rsid w:val="001D55F0"/>
    <w:rsid w:val="001D5926"/>
    <w:rsid w:val="001D5C30"/>
    <w:rsid w:val="001D6071"/>
    <w:rsid w:val="001D60BB"/>
    <w:rsid w:val="001D6D81"/>
    <w:rsid w:val="001D6E3C"/>
    <w:rsid w:val="001D706A"/>
    <w:rsid w:val="001D74EB"/>
    <w:rsid w:val="001D767B"/>
    <w:rsid w:val="001D7D43"/>
    <w:rsid w:val="001D7EBB"/>
    <w:rsid w:val="001E1563"/>
    <w:rsid w:val="001E196C"/>
    <w:rsid w:val="001E24CB"/>
    <w:rsid w:val="001E2B61"/>
    <w:rsid w:val="001E2BB7"/>
    <w:rsid w:val="001E2D40"/>
    <w:rsid w:val="001E31D3"/>
    <w:rsid w:val="001E3806"/>
    <w:rsid w:val="001E3BD3"/>
    <w:rsid w:val="001E4B9E"/>
    <w:rsid w:val="001E5B50"/>
    <w:rsid w:val="001E5F40"/>
    <w:rsid w:val="001E6B81"/>
    <w:rsid w:val="001E7063"/>
    <w:rsid w:val="001E7932"/>
    <w:rsid w:val="001F0C7F"/>
    <w:rsid w:val="001F0FE1"/>
    <w:rsid w:val="001F107F"/>
    <w:rsid w:val="001F1A44"/>
    <w:rsid w:val="001F1AB3"/>
    <w:rsid w:val="001F2285"/>
    <w:rsid w:val="001F280F"/>
    <w:rsid w:val="001F2F12"/>
    <w:rsid w:val="001F325C"/>
    <w:rsid w:val="001F348C"/>
    <w:rsid w:val="001F353E"/>
    <w:rsid w:val="001F39AB"/>
    <w:rsid w:val="001F3BEC"/>
    <w:rsid w:val="001F3CC6"/>
    <w:rsid w:val="001F3D0B"/>
    <w:rsid w:val="001F499C"/>
    <w:rsid w:val="001F4A36"/>
    <w:rsid w:val="001F4DA3"/>
    <w:rsid w:val="001F5EB2"/>
    <w:rsid w:val="001F6628"/>
    <w:rsid w:val="001F7879"/>
    <w:rsid w:val="001F7B06"/>
    <w:rsid w:val="00200159"/>
    <w:rsid w:val="00200179"/>
    <w:rsid w:val="002004F1"/>
    <w:rsid w:val="002008BA"/>
    <w:rsid w:val="00201C12"/>
    <w:rsid w:val="0020205F"/>
    <w:rsid w:val="002035B6"/>
    <w:rsid w:val="00203CB6"/>
    <w:rsid w:val="0020468E"/>
    <w:rsid w:val="00205003"/>
    <w:rsid w:val="00205588"/>
    <w:rsid w:val="00205A28"/>
    <w:rsid w:val="002065D5"/>
    <w:rsid w:val="00206C37"/>
    <w:rsid w:val="00207A4D"/>
    <w:rsid w:val="00207F51"/>
    <w:rsid w:val="00210260"/>
    <w:rsid w:val="002105A8"/>
    <w:rsid w:val="00210769"/>
    <w:rsid w:val="00211018"/>
    <w:rsid w:val="0021158D"/>
    <w:rsid w:val="002117BC"/>
    <w:rsid w:val="00212DD2"/>
    <w:rsid w:val="00213A26"/>
    <w:rsid w:val="00213AF3"/>
    <w:rsid w:val="00213BBA"/>
    <w:rsid w:val="0021414D"/>
    <w:rsid w:val="002145F8"/>
    <w:rsid w:val="002148AF"/>
    <w:rsid w:val="00214920"/>
    <w:rsid w:val="00214CC7"/>
    <w:rsid w:val="00215523"/>
    <w:rsid w:val="00215703"/>
    <w:rsid w:val="00215785"/>
    <w:rsid w:val="00215904"/>
    <w:rsid w:val="00216121"/>
    <w:rsid w:val="00216525"/>
    <w:rsid w:val="0021696A"/>
    <w:rsid w:val="00216B4D"/>
    <w:rsid w:val="0021793A"/>
    <w:rsid w:val="00217B7E"/>
    <w:rsid w:val="00220420"/>
    <w:rsid w:val="00221277"/>
    <w:rsid w:val="002228DF"/>
    <w:rsid w:val="00222A0E"/>
    <w:rsid w:val="00222C84"/>
    <w:rsid w:val="0022398B"/>
    <w:rsid w:val="002239A1"/>
    <w:rsid w:val="0022413F"/>
    <w:rsid w:val="002243A9"/>
    <w:rsid w:val="00224C71"/>
    <w:rsid w:val="0022538E"/>
    <w:rsid w:val="00226001"/>
    <w:rsid w:val="002268D1"/>
    <w:rsid w:val="002278EE"/>
    <w:rsid w:val="002309C4"/>
    <w:rsid w:val="00230E41"/>
    <w:rsid w:val="0023152B"/>
    <w:rsid w:val="00231838"/>
    <w:rsid w:val="00232371"/>
    <w:rsid w:val="002328BB"/>
    <w:rsid w:val="0023301F"/>
    <w:rsid w:val="00233183"/>
    <w:rsid w:val="002337E1"/>
    <w:rsid w:val="002338F8"/>
    <w:rsid w:val="002340CE"/>
    <w:rsid w:val="0023492C"/>
    <w:rsid w:val="00234941"/>
    <w:rsid w:val="00235424"/>
    <w:rsid w:val="00235B95"/>
    <w:rsid w:val="00235D3A"/>
    <w:rsid w:val="00235FC5"/>
    <w:rsid w:val="0023609C"/>
    <w:rsid w:val="00236A05"/>
    <w:rsid w:val="00237054"/>
    <w:rsid w:val="002370A8"/>
    <w:rsid w:val="0023761E"/>
    <w:rsid w:val="00237D99"/>
    <w:rsid w:val="0024024B"/>
    <w:rsid w:val="002402CB"/>
    <w:rsid w:val="002405F3"/>
    <w:rsid w:val="00240B9B"/>
    <w:rsid w:val="00240E89"/>
    <w:rsid w:val="00241879"/>
    <w:rsid w:val="002420AB"/>
    <w:rsid w:val="00242A7D"/>
    <w:rsid w:val="00243AAB"/>
    <w:rsid w:val="00244702"/>
    <w:rsid w:val="00244DA0"/>
    <w:rsid w:val="00245A3B"/>
    <w:rsid w:val="00245A56"/>
    <w:rsid w:val="00246150"/>
    <w:rsid w:val="0024675D"/>
    <w:rsid w:val="00246904"/>
    <w:rsid w:val="00246C8F"/>
    <w:rsid w:val="00246F67"/>
    <w:rsid w:val="002470F1"/>
    <w:rsid w:val="00247171"/>
    <w:rsid w:val="00247E13"/>
    <w:rsid w:val="00250117"/>
    <w:rsid w:val="00250365"/>
    <w:rsid w:val="00250C15"/>
    <w:rsid w:val="00250CE9"/>
    <w:rsid w:val="00250E5A"/>
    <w:rsid w:val="0025179F"/>
    <w:rsid w:val="002517BF"/>
    <w:rsid w:val="00251C6D"/>
    <w:rsid w:val="00251DE9"/>
    <w:rsid w:val="00252198"/>
    <w:rsid w:val="002528AF"/>
    <w:rsid w:val="00252EF1"/>
    <w:rsid w:val="00252F40"/>
    <w:rsid w:val="00253260"/>
    <w:rsid w:val="002536B1"/>
    <w:rsid w:val="00253EDB"/>
    <w:rsid w:val="002541A8"/>
    <w:rsid w:val="002544D7"/>
    <w:rsid w:val="0025520E"/>
    <w:rsid w:val="00255384"/>
    <w:rsid w:val="002553B7"/>
    <w:rsid w:val="002556ED"/>
    <w:rsid w:val="002562BD"/>
    <w:rsid w:val="00256D0F"/>
    <w:rsid w:val="002570C0"/>
    <w:rsid w:val="0025794A"/>
    <w:rsid w:val="002600BE"/>
    <w:rsid w:val="00260975"/>
    <w:rsid w:val="00260D47"/>
    <w:rsid w:val="00261483"/>
    <w:rsid w:val="00261657"/>
    <w:rsid w:val="00261B0C"/>
    <w:rsid w:val="00261F49"/>
    <w:rsid w:val="00262C91"/>
    <w:rsid w:val="00262DFD"/>
    <w:rsid w:val="00263300"/>
    <w:rsid w:val="00264095"/>
    <w:rsid w:val="002643D1"/>
    <w:rsid w:val="00264C3C"/>
    <w:rsid w:val="00264DEB"/>
    <w:rsid w:val="00265D63"/>
    <w:rsid w:val="002662CF"/>
    <w:rsid w:val="00266443"/>
    <w:rsid w:val="00266A7B"/>
    <w:rsid w:val="0026734C"/>
    <w:rsid w:val="00267622"/>
    <w:rsid w:val="00267E46"/>
    <w:rsid w:val="00270787"/>
    <w:rsid w:val="00270C21"/>
    <w:rsid w:val="00270F8B"/>
    <w:rsid w:val="00271468"/>
    <w:rsid w:val="002715F8"/>
    <w:rsid w:val="00271908"/>
    <w:rsid w:val="002719E7"/>
    <w:rsid w:val="002720B7"/>
    <w:rsid w:val="00272E43"/>
    <w:rsid w:val="002733A0"/>
    <w:rsid w:val="00273E23"/>
    <w:rsid w:val="00274757"/>
    <w:rsid w:val="00274F34"/>
    <w:rsid w:val="00275065"/>
    <w:rsid w:val="002751AC"/>
    <w:rsid w:val="0027530C"/>
    <w:rsid w:val="00275F1C"/>
    <w:rsid w:val="00275F3D"/>
    <w:rsid w:val="002766C7"/>
    <w:rsid w:val="002769C0"/>
    <w:rsid w:val="002772AC"/>
    <w:rsid w:val="0027749E"/>
    <w:rsid w:val="00277E93"/>
    <w:rsid w:val="00280003"/>
    <w:rsid w:val="00280431"/>
    <w:rsid w:val="00280932"/>
    <w:rsid w:val="002811CC"/>
    <w:rsid w:val="00281737"/>
    <w:rsid w:val="00281AF5"/>
    <w:rsid w:val="00281E4C"/>
    <w:rsid w:val="002836DB"/>
    <w:rsid w:val="00284AF7"/>
    <w:rsid w:val="0028504D"/>
    <w:rsid w:val="00285ACB"/>
    <w:rsid w:val="00286A42"/>
    <w:rsid w:val="0028703A"/>
    <w:rsid w:val="002870C2"/>
    <w:rsid w:val="00290765"/>
    <w:rsid w:val="002918D1"/>
    <w:rsid w:val="00291E04"/>
    <w:rsid w:val="00292243"/>
    <w:rsid w:val="002931E4"/>
    <w:rsid w:val="002943FE"/>
    <w:rsid w:val="00294620"/>
    <w:rsid w:val="00294AF9"/>
    <w:rsid w:val="00294E25"/>
    <w:rsid w:val="00295AAC"/>
    <w:rsid w:val="00295BF4"/>
    <w:rsid w:val="00295F4D"/>
    <w:rsid w:val="0029638C"/>
    <w:rsid w:val="0029663B"/>
    <w:rsid w:val="0029668E"/>
    <w:rsid w:val="0029781F"/>
    <w:rsid w:val="002A012F"/>
    <w:rsid w:val="002A022D"/>
    <w:rsid w:val="002A059C"/>
    <w:rsid w:val="002A1A05"/>
    <w:rsid w:val="002A1A65"/>
    <w:rsid w:val="002A2014"/>
    <w:rsid w:val="002A205A"/>
    <w:rsid w:val="002A2607"/>
    <w:rsid w:val="002A28F2"/>
    <w:rsid w:val="002A2918"/>
    <w:rsid w:val="002A3259"/>
    <w:rsid w:val="002A3398"/>
    <w:rsid w:val="002A35F9"/>
    <w:rsid w:val="002A373D"/>
    <w:rsid w:val="002A38C3"/>
    <w:rsid w:val="002A39B4"/>
    <w:rsid w:val="002A4611"/>
    <w:rsid w:val="002A4E5D"/>
    <w:rsid w:val="002A51F1"/>
    <w:rsid w:val="002A531C"/>
    <w:rsid w:val="002A537E"/>
    <w:rsid w:val="002A60AE"/>
    <w:rsid w:val="002A6941"/>
    <w:rsid w:val="002A6DBA"/>
    <w:rsid w:val="002A7602"/>
    <w:rsid w:val="002A78ED"/>
    <w:rsid w:val="002A793B"/>
    <w:rsid w:val="002A7987"/>
    <w:rsid w:val="002B039F"/>
    <w:rsid w:val="002B0818"/>
    <w:rsid w:val="002B0FCB"/>
    <w:rsid w:val="002B108F"/>
    <w:rsid w:val="002B13EA"/>
    <w:rsid w:val="002B2339"/>
    <w:rsid w:val="002B2675"/>
    <w:rsid w:val="002B2D43"/>
    <w:rsid w:val="002B3473"/>
    <w:rsid w:val="002B3649"/>
    <w:rsid w:val="002B4054"/>
    <w:rsid w:val="002B6DBB"/>
    <w:rsid w:val="002B709A"/>
    <w:rsid w:val="002B70D7"/>
    <w:rsid w:val="002B713F"/>
    <w:rsid w:val="002B72CD"/>
    <w:rsid w:val="002B742C"/>
    <w:rsid w:val="002B7641"/>
    <w:rsid w:val="002B7B29"/>
    <w:rsid w:val="002B7D24"/>
    <w:rsid w:val="002C0301"/>
    <w:rsid w:val="002C054B"/>
    <w:rsid w:val="002C079A"/>
    <w:rsid w:val="002C0EE3"/>
    <w:rsid w:val="002C1578"/>
    <w:rsid w:val="002C1694"/>
    <w:rsid w:val="002C1831"/>
    <w:rsid w:val="002C18A7"/>
    <w:rsid w:val="002C2138"/>
    <w:rsid w:val="002C2826"/>
    <w:rsid w:val="002C2A02"/>
    <w:rsid w:val="002C3282"/>
    <w:rsid w:val="002C3907"/>
    <w:rsid w:val="002C40C1"/>
    <w:rsid w:val="002C4593"/>
    <w:rsid w:val="002C4798"/>
    <w:rsid w:val="002C50DA"/>
    <w:rsid w:val="002C5C68"/>
    <w:rsid w:val="002C6104"/>
    <w:rsid w:val="002C630A"/>
    <w:rsid w:val="002C63E0"/>
    <w:rsid w:val="002C6542"/>
    <w:rsid w:val="002C6AA9"/>
    <w:rsid w:val="002C6B47"/>
    <w:rsid w:val="002C6B57"/>
    <w:rsid w:val="002C7291"/>
    <w:rsid w:val="002C74D7"/>
    <w:rsid w:val="002C760D"/>
    <w:rsid w:val="002C7A01"/>
    <w:rsid w:val="002C7BA5"/>
    <w:rsid w:val="002D06C5"/>
    <w:rsid w:val="002D113A"/>
    <w:rsid w:val="002D123D"/>
    <w:rsid w:val="002D13A0"/>
    <w:rsid w:val="002D13D9"/>
    <w:rsid w:val="002D173C"/>
    <w:rsid w:val="002D17C2"/>
    <w:rsid w:val="002D1FF2"/>
    <w:rsid w:val="002D2125"/>
    <w:rsid w:val="002D2362"/>
    <w:rsid w:val="002D25C2"/>
    <w:rsid w:val="002D2A07"/>
    <w:rsid w:val="002D2C1C"/>
    <w:rsid w:val="002D342B"/>
    <w:rsid w:val="002D3830"/>
    <w:rsid w:val="002D4100"/>
    <w:rsid w:val="002D4DCC"/>
    <w:rsid w:val="002D5082"/>
    <w:rsid w:val="002D59FF"/>
    <w:rsid w:val="002D5A5E"/>
    <w:rsid w:val="002D5E47"/>
    <w:rsid w:val="002D6458"/>
    <w:rsid w:val="002D68F9"/>
    <w:rsid w:val="002D6D57"/>
    <w:rsid w:val="002D6E2C"/>
    <w:rsid w:val="002D701D"/>
    <w:rsid w:val="002D7556"/>
    <w:rsid w:val="002D771A"/>
    <w:rsid w:val="002E066A"/>
    <w:rsid w:val="002E0AA4"/>
    <w:rsid w:val="002E191B"/>
    <w:rsid w:val="002E1987"/>
    <w:rsid w:val="002E1AF5"/>
    <w:rsid w:val="002E1C93"/>
    <w:rsid w:val="002E2B97"/>
    <w:rsid w:val="002E2EFF"/>
    <w:rsid w:val="002E498A"/>
    <w:rsid w:val="002E4E12"/>
    <w:rsid w:val="002E521A"/>
    <w:rsid w:val="002E52B8"/>
    <w:rsid w:val="002E586F"/>
    <w:rsid w:val="002E6612"/>
    <w:rsid w:val="002E67FF"/>
    <w:rsid w:val="002E72BD"/>
    <w:rsid w:val="002E7345"/>
    <w:rsid w:val="002E7361"/>
    <w:rsid w:val="002E7887"/>
    <w:rsid w:val="002E7936"/>
    <w:rsid w:val="002E7C81"/>
    <w:rsid w:val="002E7E73"/>
    <w:rsid w:val="002F01B2"/>
    <w:rsid w:val="002F0925"/>
    <w:rsid w:val="002F09C9"/>
    <w:rsid w:val="002F1697"/>
    <w:rsid w:val="002F1EEB"/>
    <w:rsid w:val="002F1FA4"/>
    <w:rsid w:val="002F1FA6"/>
    <w:rsid w:val="002F201F"/>
    <w:rsid w:val="002F2052"/>
    <w:rsid w:val="002F2491"/>
    <w:rsid w:val="002F2D2C"/>
    <w:rsid w:val="002F3229"/>
    <w:rsid w:val="002F37C5"/>
    <w:rsid w:val="002F3A57"/>
    <w:rsid w:val="002F3DE6"/>
    <w:rsid w:val="002F40C6"/>
    <w:rsid w:val="002F5927"/>
    <w:rsid w:val="002F5BC9"/>
    <w:rsid w:val="002F78E6"/>
    <w:rsid w:val="002F7F06"/>
    <w:rsid w:val="00300108"/>
    <w:rsid w:val="00300B91"/>
    <w:rsid w:val="00300E8C"/>
    <w:rsid w:val="00301150"/>
    <w:rsid w:val="003011A4"/>
    <w:rsid w:val="003013C3"/>
    <w:rsid w:val="00301DF4"/>
    <w:rsid w:val="00302418"/>
    <w:rsid w:val="003027AC"/>
    <w:rsid w:val="003029EA"/>
    <w:rsid w:val="003032E8"/>
    <w:rsid w:val="00303D97"/>
    <w:rsid w:val="003045F3"/>
    <w:rsid w:val="00304791"/>
    <w:rsid w:val="00304AD7"/>
    <w:rsid w:val="00304AF2"/>
    <w:rsid w:val="0030545D"/>
    <w:rsid w:val="00305AF6"/>
    <w:rsid w:val="00306237"/>
    <w:rsid w:val="0030623D"/>
    <w:rsid w:val="0030668B"/>
    <w:rsid w:val="00306E98"/>
    <w:rsid w:val="003071AF"/>
    <w:rsid w:val="00307713"/>
    <w:rsid w:val="00310A02"/>
    <w:rsid w:val="00311145"/>
    <w:rsid w:val="00311938"/>
    <w:rsid w:val="00312AA4"/>
    <w:rsid w:val="00312ABC"/>
    <w:rsid w:val="00312C9A"/>
    <w:rsid w:val="0031353F"/>
    <w:rsid w:val="003136AA"/>
    <w:rsid w:val="003148B7"/>
    <w:rsid w:val="00314DD8"/>
    <w:rsid w:val="0031640E"/>
    <w:rsid w:val="00316579"/>
    <w:rsid w:val="003166AF"/>
    <w:rsid w:val="00316711"/>
    <w:rsid w:val="00316CDF"/>
    <w:rsid w:val="00316FF8"/>
    <w:rsid w:val="00320315"/>
    <w:rsid w:val="00320696"/>
    <w:rsid w:val="00320760"/>
    <w:rsid w:val="00320D31"/>
    <w:rsid w:val="00321183"/>
    <w:rsid w:val="003215CF"/>
    <w:rsid w:val="00321912"/>
    <w:rsid w:val="00321E2F"/>
    <w:rsid w:val="00321F86"/>
    <w:rsid w:val="00322585"/>
    <w:rsid w:val="00322608"/>
    <w:rsid w:val="00322710"/>
    <w:rsid w:val="00322998"/>
    <w:rsid w:val="00322BA3"/>
    <w:rsid w:val="00322CC2"/>
    <w:rsid w:val="00322F96"/>
    <w:rsid w:val="00323323"/>
    <w:rsid w:val="00323773"/>
    <w:rsid w:val="0032388F"/>
    <w:rsid w:val="00323C81"/>
    <w:rsid w:val="00323FFF"/>
    <w:rsid w:val="00324188"/>
    <w:rsid w:val="00324790"/>
    <w:rsid w:val="00325844"/>
    <w:rsid w:val="00325ECA"/>
    <w:rsid w:val="00326390"/>
    <w:rsid w:val="00326CE9"/>
    <w:rsid w:val="00327633"/>
    <w:rsid w:val="00327FF2"/>
    <w:rsid w:val="003308BF"/>
    <w:rsid w:val="003311CE"/>
    <w:rsid w:val="003314A0"/>
    <w:rsid w:val="0033150A"/>
    <w:rsid w:val="00332280"/>
    <w:rsid w:val="0033296A"/>
    <w:rsid w:val="00332BCF"/>
    <w:rsid w:val="003330A7"/>
    <w:rsid w:val="00333FF9"/>
    <w:rsid w:val="00334495"/>
    <w:rsid w:val="0033523B"/>
    <w:rsid w:val="003354E3"/>
    <w:rsid w:val="00336103"/>
    <w:rsid w:val="0033616E"/>
    <w:rsid w:val="00336305"/>
    <w:rsid w:val="00337124"/>
    <w:rsid w:val="00337583"/>
    <w:rsid w:val="003377FB"/>
    <w:rsid w:val="00337936"/>
    <w:rsid w:val="003408F4"/>
    <w:rsid w:val="003410B0"/>
    <w:rsid w:val="003412F0"/>
    <w:rsid w:val="0034162D"/>
    <w:rsid w:val="00341E2E"/>
    <w:rsid w:val="00342302"/>
    <w:rsid w:val="003427B3"/>
    <w:rsid w:val="00342833"/>
    <w:rsid w:val="00342E15"/>
    <w:rsid w:val="00343D5C"/>
    <w:rsid w:val="00343F95"/>
    <w:rsid w:val="0034459E"/>
    <w:rsid w:val="00344BDA"/>
    <w:rsid w:val="00344D27"/>
    <w:rsid w:val="00345C36"/>
    <w:rsid w:val="00345E44"/>
    <w:rsid w:val="00346044"/>
    <w:rsid w:val="003466E5"/>
    <w:rsid w:val="003477FE"/>
    <w:rsid w:val="00350534"/>
    <w:rsid w:val="00350CC1"/>
    <w:rsid w:val="00352CC7"/>
    <w:rsid w:val="003532AE"/>
    <w:rsid w:val="00353BA9"/>
    <w:rsid w:val="00353EDC"/>
    <w:rsid w:val="00354C68"/>
    <w:rsid w:val="00354CF3"/>
    <w:rsid w:val="003550A1"/>
    <w:rsid w:val="00355115"/>
    <w:rsid w:val="003551FB"/>
    <w:rsid w:val="00355734"/>
    <w:rsid w:val="003557DF"/>
    <w:rsid w:val="00355D44"/>
    <w:rsid w:val="00356105"/>
    <w:rsid w:val="003566BF"/>
    <w:rsid w:val="00356E61"/>
    <w:rsid w:val="00360808"/>
    <w:rsid w:val="00360AB4"/>
    <w:rsid w:val="003618A0"/>
    <w:rsid w:val="00361D29"/>
    <w:rsid w:val="003623C0"/>
    <w:rsid w:val="003627E9"/>
    <w:rsid w:val="0036302F"/>
    <w:rsid w:val="003633DE"/>
    <w:rsid w:val="0036359A"/>
    <w:rsid w:val="00363B35"/>
    <w:rsid w:val="00364209"/>
    <w:rsid w:val="00364526"/>
    <w:rsid w:val="00364642"/>
    <w:rsid w:val="00365014"/>
    <w:rsid w:val="0036547C"/>
    <w:rsid w:val="00365559"/>
    <w:rsid w:val="0036566D"/>
    <w:rsid w:val="003661F9"/>
    <w:rsid w:val="00366CF9"/>
    <w:rsid w:val="00367E2E"/>
    <w:rsid w:val="003700A9"/>
    <w:rsid w:val="003702A2"/>
    <w:rsid w:val="00370626"/>
    <w:rsid w:val="00370C67"/>
    <w:rsid w:val="0037146B"/>
    <w:rsid w:val="00371F86"/>
    <w:rsid w:val="0037231B"/>
    <w:rsid w:val="00372B09"/>
    <w:rsid w:val="0037314D"/>
    <w:rsid w:val="00373A15"/>
    <w:rsid w:val="0037580D"/>
    <w:rsid w:val="003763EA"/>
    <w:rsid w:val="00377B78"/>
    <w:rsid w:val="00377CD7"/>
    <w:rsid w:val="00377DE6"/>
    <w:rsid w:val="00380743"/>
    <w:rsid w:val="00380F45"/>
    <w:rsid w:val="003812C2"/>
    <w:rsid w:val="0038188A"/>
    <w:rsid w:val="00381B9F"/>
    <w:rsid w:val="00382326"/>
    <w:rsid w:val="003831BC"/>
    <w:rsid w:val="0038363C"/>
    <w:rsid w:val="003838CE"/>
    <w:rsid w:val="00383C5B"/>
    <w:rsid w:val="00384097"/>
    <w:rsid w:val="00384261"/>
    <w:rsid w:val="00384C51"/>
    <w:rsid w:val="00384C8C"/>
    <w:rsid w:val="00384CC7"/>
    <w:rsid w:val="00385706"/>
    <w:rsid w:val="00385A14"/>
    <w:rsid w:val="00385EBC"/>
    <w:rsid w:val="00386827"/>
    <w:rsid w:val="00386881"/>
    <w:rsid w:val="00386DE4"/>
    <w:rsid w:val="003875FC"/>
    <w:rsid w:val="00387931"/>
    <w:rsid w:val="0038794A"/>
    <w:rsid w:val="00387EB3"/>
    <w:rsid w:val="003901E6"/>
    <w:rsid w:val="00391110"/>
    <w:rsid w:val="00391AC6"/>
    <w:rsid w:val="00391CBA"/>
    <w:rsid w:val="00391F76"/>
    <w:rsid w:val="003924CD"/>
    <w:rsid w:val="003926BE"/>
    <w:rsid w:val="00392802"/>
    <w:rsid w:val="00392A18"/>
    <w:rsid w:val="00392A48"/>
    <w:rsid w:val="00393153"/>
    <w:rsid w:val="00393D41"/>
    <w:rsid w:val="003941B2"/>
    <w:rsid w:val="003943F9"/>
    <w:rsid w:val="00395257"/>
    <w:rsid w:val="003958C6"/>
    <w:rsid w:val="00396911"/>
    <w:rsid w:val="00396AC3"/>
    <w:rsid w:val="00396FC0"/>
    <w:rsid w:val="003972E8"/>
    <w:rsid w:val="00397818"/>
    <w:rsid w:val="003A13FC"/>
    <w:rsid w:val="003A2B97"/>
    <w:rsid w:val="003A2D57"/>
    <w:rsid w:val="003A2DBC"/>
    <w:rsid w:val="003A381B"/>
    <w:rsid w:val="003A4970"/>
    <w:rsid w:val="003A69B7"/>
    <w:rsid w:val="003A6DB6"/>
    <w:rsid w:val="003A6FF7"/>
    <w:rsid w:val="003A72B2"/>
    <w:rsid w:val="003B0A3E"/>
    <w:rsid w:val="003B0A7E"/>
    <w:rsid w:val="003B0C9A"/>
    <w:rsid w:val="003B0FCA"/>
    <w:rsid w:val="003B12A0"/>
    <w:rsid w:val="003B1511"/>
    <w:rsid w:val="003B1C1D"/>
    <w:rsid w:val="003B2C8B"/>
    <w:rsid w:val="003B2DF9"/>
    <w:rsid w:val="003B3BAF"/>
    <w:rsid w:val="003B4257"/>
    <w:rsid w:val="003B4977"/>
    <w:rsid w:val="003B49E8"/>
    <w:rsid w:val="003B4B50"/>
    <w:rsid w:val="003B4FC3"/>
    <w:rsid w:val="003B53CB"/>
    <w:rsid w:val="003B6007"/>
    <w:rsid w:val="003B6266"/>
    <w:rsid w:val="003B6621"/>
    <w:rsid w:val="003B67B3"/>
    <w:rsid w:val="003B68A3"/>
    <w:rsid w:val="003B6B11"/>
    <w:rsid w:val="003B6C5E"/>
    <w:rsid w:val="003B6E0F"/>
    <w:rsid w:val="003B7113"/>
    <w:rsid w:val="003B7C73"/>
    <w:rsid w:val="003C0793"/>
    <w:rsid w:val="003C0D66"/>
    <w:rsid w:val="003C1397"/>
    <w:rsid w:val="003C21BB"/>
    <w:rsid w:val="003C2716"/>
    <w:rsid w:val="003C3A64"/>
    <w:rsid w:val="003C3AB0"/>
    <w:rsid w:val="003C43C5"/>
    <w:rsid w:val="003C49C9"/>
    <w:rsid w:val="003C525C"/>
    <w:rsid w:val="003C56D7"/>
    <w:rsid w:val="003C5AB1"/>
    <w:rsid w:val="003C663C"/>
    <w:rsid w:val="003C6935"/>
    <w:rsid w:val="003C764A"/>
    <w:rsid w:val="003C7869"/>
    <w:rsid w:val="003C7874"/>
    <w:rsid w:val="003C7E30"/>
    <w:rsid w:val="003D0174"/>
    <w:rsid w:val="003D04A9"/>
    <w:rsid w:val="003D0891"/>
    <w:rsid w:val="003D140C"/>
    <w:rsid w:val="003D159C"/>
    <w:rsid w:val="003D2A21"/>
    <w:rsid w:val="003D321C"/>
    <w:rsid w:val="003D3915"/>
    <w:rsid w:val="003D3A86"/>
    <w:rsid w:val="003D4AF0"/>
    <w:rsid w:val="003D4CAB"/>
    <w:rsid w:val="003D5BD0"/>
    <w:rsid w:val="003D6AD3"/>
    <w:rsid w:val="003D726E"/>
    <w:rsid w:val="003D7717"/>
    <w:rsid w:val="003E0CE9"/>
    <w:rsid w:val="003E0D2C"/>
    <w:rsid w:val="003E1748"/>
    <w:rsid w:val="003E176D"/>
    <w:rsid w:val="003E1870"/>
    <w:rsid w:val="003E275B"/>
    <w:rsid w:val="003E34A3"/>
    <w:rsid w:val="003E3627"/>
    <w:rsid w:val="003E3D17"/>
    <w:rsid w:val="003E411A"/>
    <w:rsid w:val="003E42C8"/>
    <w:rsid w:val="003E4AA0"/>
    <w:rsid w:val="003E4EEE"/>
    <w:rsid w:val="003E6032"/>
    <w:rsid w:val="003E6169"/>
    <w:rsid w:val="003E664C"/>
    <w:rsid w:val="003E6F50"/>
    <w:rsid w:val="003E795E"/>
    <w:rsid w:val="003F0023"/>
    <w:rsid w:val="003F0603"/>
    <w:rsid w:val="003F121E"/>
    <w:rsid w:val="003F232C"/>
    <w:rsid w:val="003F34FB"/>
    <w:rsid w:val="003F43A1"/>
    <w:rsid w:val="003F465F"/>
    <w:rsid w:val="003F48A5"/>
    <w:rsid w:val="003F5089"/>
    <w:rsid w:val="003F50D9"/>
    <w:rsid w:val="003F51A2"/>
    <w:rsid w:val="003F5BC6"/>
    <w:rsid w:val="003F635A"/>
    <w:rsid w:val="003F6936"/>
    <w:rsid w:val="003F6A9A"/>
    <w:rsid w:val="003F6FA1"/>
    <w:rsid w:val="003F77F3"/>
    <w:rsid w:val="00401348"/>
    <w:rsid w:val="004013C3"/>
    <w:rsid w:val="004014D3"/>
    <w:rsid w:val="004019F7"/>
    <w:rsid w:val="004022B5"/>
    <w:rsid w:val="004029EC"/>
    <w:rsid w:val="00402ACA"/>
    <w:rsid w:val="00402C00"/>
    <w:rsid w:val="00402E4D"/>
    <w:rsid w:val="00402EEF"/>
    <w:rsid w:val="00403243"/>
    <w:rsid w:val="00403632"/>
    <w:rsid w:val="00404867"/>
    <w:rsid w:val="0040487E"/>
    <w:rsid w:val="004054D7"/>
    <w:rsid w:val="0040562C"/>
    <w:rsid w:val="00405E30"/>
    <w:rsid w:val="0040728E"/>
    <w:rsid w:val="004102B8"/>
    <w:rsid w:val="004109FA"/>
    <w:rsid w:val="004114F5"/>
    <w:rsid w:val="00411BB5"/>
    <w:rsid w:val="004127FE"/>
    <w:rsid w:val="0041368D"/>
    <w:rsid w:val="00413EDE"/>
    <w:rsid w:val="0041408B"/>
    <w:rsid w:val="004144B2"/>
    <w:rsid w:val="0041476A"/>
    <w:rsid w:val="00414ED8"/>
    <w:rsid w:val="0041558F"/>
    <w:rsid w:val="00416A6B"/>
    <w:rsid w:val="00416E04"/>
    <w:rsid w:val="00416E2F"/>
    <w:rsid w:val="004174B6"/>
    <w:rsid w:val="004176D2"/>
    <w:rsid w:val="004204F3"/>
    <w:rsid w:val="00420C22"/>
    <w:rsid w:val="004213C3"/>
    <w:rsid w:val="00421ADB"/>
    <w:rsid w:val="00421DA8"/>
    <w:rsid w:val="00421DCD"/>
    <w:rsid w:val="00422AB6"/>
    <w:rsid w:val="00422BDA"/>
    <w:rsid w:val="0042315C"/>
    <w:rsid w:val="00423EC4"/>
    <w:rsid w:val="00424252"/>
    <w:rsid w:val="00424A78"/>
    <w:rsid w:val="00425035"/>
    <w:rsid w:val="00425369"/>
    <w:rsid w:val="004260B6"/>
    <w:rsid w:val="004271AB"/>
    <w:rsid w:val="00427822"/>
    <w:rsid w:val="004304DC"/>
    <w:rsid w:val="004307F9"/>
    <w:rsid w:val="004315EC"/>
    <w:rsid w:val="004319B0"/>
    <w:rsid w:val="00431EA1"/>
    <w:rsid w:val="0043209A"/>
    <w:rsid w:val="0043229B"/>
    <w:rsid w:val="0043299A"/>
    <w:rsid w:val="00432CF0"/>
    <w:rsid w:val="00432D78"/>
    <w:rsid w:val="004334CE"/>
    <w:rsid w:val="004334DC"/>
    <w:rsid w:val="00433532"/>
    <w:rsid w:val="00433CCA"/>
    <w:rsid w:val="00433FA6"/>
    <w:rsid w:val="00434E34"/>
    <w:rsid w:val="004351F7"/>
    <w:rsid w:val="004353F8"/>
    <w:rsid w:val="00435C78"/>
    <w:rsid w:val="00437421"/>
    <w:rsid w:val="004377EF"/>
    <w:rsid w:val="00437AEE"/>
    <w:rsid w:val="00440FDC"/>
    <w:rsid w:val="00442D9C"/>
    <w:rsid w:val="00443530"/>
    <w:rsid w:val="00443E2F"/>
    <w:rsid w:val="00444561"/>
    <w:rsid w:val="00444A18"/>
    <w:rsid w:val="00444E9E"/>
    <w:rsid w:val="00444FDD"/>
    <w:rsid w:val="004451E8"/>
    <w:rsid w:val="004455F4"/>
    <w:rsid w:val="00446784"/>
    <w:rsid w:val="00446C34"/>
    <w:rsid w:val="00447471"/>
    <w:rsid w:val="00447A6A"/>
    <w:rsid w:val="00450D38"/>
    <w:rsid w:val="00451053"/>
    <w:rsid w:val="00451479"/>
    <w:rsid w:val="00452174"/>
    <w:rsid w:val="0045282E"/>
    <w:rsid w:val="00452ECD"/>
    <w:rsid w:val="00453133"/>
    <w:rsid w:val="0045320B"/>
    <w:rsid w:val="0045357F"/>
    <w:rsid w:val="004535D1"/>
    <w:rsid w:val="00453D24"/>
    <w:rsid w:val="00454E8B"/>
    <w:rsid w:val="00455685"/>
    <w:rsid w:val="00455A8A"/>
    <w:rsid w:val="00455D1D"/>
    <w:rsid w:val="00455D47"/>
    <w:rsid w:val="00456618"/>
    <w:rsid w:val="00456DD4"/>
    <w:rsid w:val="00457881"/>
    <w:rsid w:val="00457E5E"/>
    <w:rsid w:val="004602F5"/>
    <w:rsid w:val="0046062E"/>
    <w:rsid w:val="004611F6"/>
    <w:rsid w:val="00461333"/>
    <w:rsid w:val="004623B3"/>
    <w:rsid w:val="00462431"/>
    <w:rsid w:val="004625EA"/>
    <w:rsid w:val="00462ED3"/>
    <w:rsid w:val="00462F6D"/>
    <w:rsid w:val="00463300"/>
    <w:rsid w:val="004633FB"/>
    <w:rsid w:val="004639DD"/>
    <w:rsid w:val="00463B88"/>
    <w:rsid w:val="004642C5"/>
    <w:rsid w:val="00464F69"/>
    <w:rsid w:val="00465682"/>
    <w:rsid w:val="00465759"/>
    <w:rsid w:val="004663B7"/>
    <w:rsid w:val="004672E9"/>
    <w:rsid w:val="00467631"/>
    <w:rsid w:val="00467B90"/>
    <w:rsid w:val="00467BD9"/>
    <w:rsid w:val="004701B5"/>
    <w:rsid w:val="0047035A"/>
    <w:rsid w:val="00470FDE"/>
    <w:rsid w:val="004718AA"/>
    <w:rsid w:val="0047265B"/>
    <w:rsid w:val="0047266E"/>
    <w:rsid w:val="00472A33"/>
    <w:rsid w:val="00472F34"/>
    <w:rsid w:val="004731F9"/>
    <w:rsid w:val="00473679"/>
    <w:rsid w:val="00473A6B"/>
    <w:rsid w:val="00473E59"/>
    <w:rsid w:val="004748A0"/>
    <w:rsid w:val="00474E0A"/>
    <w:rsid w:val="00474F6E"/>
    <w:rsid w:val="004759E8"/>
    <w:rsid w:val="004765B6"/>
    <w:rsid w:val="00476998"/>
    <w:rsid w:val="0047721D"/>
    <w:rsid w:val="00477A2E"/>
    <w:rsid w:val="00480CB2"/>
    <w:rsid w:val="00480CFD"/>
    <w:rsid w:val="00480F7F"/>
    <w:rsid w:val="004814E2"/>
    <w:rsid w:val="00481D26"/>
    <w:rsid w:val="00483B86"/>
    <w:rsid w:val="004843F5"/>
    <w:rsid w:val="00484476"/>
    <w:rsid w:val="004844A5"/>
    <w:rsid w:val="004848F2"/>
    <w:rsid w:val="00484EBD"/>
    <w:rsid w:val="00485118"/>
    <w:rsid w:val="004857AD"/>
    <w:rsid w:val="0048599F"/>
    <w:rsid w:val="00486486"/>
    <w:rsid w:val="00486559"/>
    <w:rsid w:val="004868CC"/>
    <w:rsid w:val="00487FA6"/>
    <w:rsid w:val="00490F43"/>
    <w:rsid w:val="00491245"/>
    <w:rsid w:val="00492145"/>
    <w:rsid w:val="004927C8"/>
    <w:rsid w:val="00492B3B"/>
    <w:rsid w:val="004935E8"/>
    <w:rsid w:val="00493B4D"/>
    <w:rsid w:val="00493DAF"/>
    <w:rsid w:val="00493E71"/>
    <w:rsid w:val="004941FC"/>
    <w:rsid w:val="00494FAA"/>
    <w:rsid w:val="00495194"/>
    <w:rsid w:val="00496015"/>
    <w:rsid w:val="00496B61"/>
    <w:rsid w:val="0049703C"/>
    <w:rsid w:val="00497104"/>
    <w:rsid w:val="0049797D"/>
    <w:rsid w:val="004A030A"/>
    <w:rsid w:val="004A035A"/>
    <w:rsid w:val="004A05CB"/>
    <w:rsid w:val="004A0A83"/>
    <w:rsid w:val="004A1229"/>
    <w:rsid w:val="004A18AD"/>
    <w:rsid w:val="004A2152"/>
    <w:rsid w:val="004A226F"/>
    <w:rsid w:val="004A273C"/>
    <w:rsid w:val="004A2794"/>
    <w:rsid w:val="004A3121"/>
    <w:rsid w:val="004A31D5"/>
    <w:rsid w:val="004A4D8C"/>
    <w:rsid w:val="004A5D01"/>
    <w:rsid w:val="004A5FFD"/>
    <w:rsid w:val="004A72F3"/>
    <w:rsid w:val="004A75B8"/>
    <w:rsid w:val="004A75BE"/>
    <w:rsid w:val="004A7D3D"/>
    <w:rsid w:val="004A7F10"/>
    <w:rsid w:val="004B0A1E"/>
    <w:rsid w:val="004B0CD9"/>
    <w:rsid w:val="004B1AA8"/>
    <w:rsid w:val="004B1AE3"/>
    <w:rsid w:val="004B1B16"/>
    <w:rsid w:val="004B1C4C"/>
    <w:rsid w:val="004B1EA6"/>
    <w:rsid w:val="004B23F5"/>
    <w:rsid w:val="004B28AD"/>
    <w:rsid w:val="004B29A3"/>
    <w:rsid w:val="004B3165"/>
    <w:rsid w:val="004B3212"/>
    <w:rsid w:val="004B345D"/>
    <w:rsid w:val="004B37F2"/>
    <w:rsid w:val="004B3B3F"/>
    <w:rsid w:val="004B3B4F"/>
    <w:rsid w:val="004B4A9B"/>
    <w:rsid w:val="004B553A"/>
    <w:rsid w:val="004B5894"/>
    <w:rsid w:val="004B6BA3"/>
    <w:rsid w:val="004B6C09"/>
    <w:rsid w:val="004B721E"/>
    <w:rsid w:val="004B7DC7"/>
    <w:rsid w:val="004C002C"/>
    <w:rsid w:val="004C07F5"/>
    <w:rsid w:val="004C08F8"/>
    <w:rsid w:val="004C0E21"/>
    <w:rsid w:val="004C18BB"/>
    <w:rsid w:val="004C1DF9"/>
    <w:rsid w:val="004C2A2F"/>
    <w:rsid w:val="004C2DFD"/>
    <w:rsid w:val="004C2F6C"/>
    <w:rsid w:val="004C3995"/>
    <w:rsid w:val="004C45B8"/>
    <w:rsid w:val="004C5AA7"/>
    <w:rsid w:val="004C5E4A"/>
    <w:rsid w:val="004C6546"/>
    <w:rsid w:val="004C69EF"/>
    <w:rsid w:val="004C6D2B"/>
    <w:rsid w:val="004C6DB3"/>
    <w:rsid w:val="004C7CD3"/>
    <w:rsid w:val="004D1841"/>
    <w:rsid w:val="004D1BEC"/>
    <w:rsid w:val="004D1F0C"/>
    <w:rsid w:val="004D1FD6"/>
    <w:rsid w:val="004D2D4C"/>
    <w:rsid w:val="004D2FFF"/>
    <w:rsid w:val="004D32B0"/>
    <w:rsid w:val="004D32E8"/>
    <w:rsid w:val="004D3D37"/>
    <w:rsid w:val="004D4146"/>
    <w:rsid w:val="004D42AD"/>
    <w:rsid w:val="004D499B"/>
    <w:rsid w:val="004D58B0"/>
    <w:rsid w:val="004D59FF"/>
    <w:rsid w:val="004D5A7E"/>
    <w:rsid w:val="004D6656"/>
    <w:rsid w:val="004D6BC9"/>
    <w:rsid w:val="004D6FDA"/>
    <w:rsid w:val="004D710F"/>
    <w:rsid w:val="004D714B"/>
    <w:rsid w:val="004E020C"/>
    <w:rsid w:val="004E1092"/>
    <w:rsid w:val="004E153D"/>
    <w:rsid w:val="004E19EA"/>
    <w:rsid w:val="004E2994"/>
    <w:rsid w:val="004E3423"/>
    <w:rsid w:val="004E3711"/>
    <w:rsid w:val="004E3F2B"/>
    <w:rsid w:val="004E4680"/>
    <w:rsid w:val="004E62D6"/>
    <w:rsid w:val="004E6B2E"/>
    <w:rsid w:val="004E6BE8"/>
    <w:rsid w:val="004E6DFF"/>
    <w:rsid w:val="004E773C"/>
    <w:rsid w:val="004E7B9C"/>
    <w:rsid w:val="004E7F9F"/>
    <w:rsid w:val="004F1400"/>
    <w:rsid w:val="004F2010"/>
    <w:rsid w:val="004F2656"/>
    <w:rsid w:val="004F2A27"/>
    <w:rsid w:val="004F2D71"/>
    <w:rsid w:val="004F2F99"/>
    <w:rsid w:val="004F3CBC"/>
    <w:rsid w:val="004F40BD"/>
    <w:rsid w:val="004F41AE"/>
    <w:rsid w:val="004F41D1"/>
    <w:rsid w:val="004F451E"/>
    <w:rsid w:val="004F6194"/>
    <w:rsid w:val="004F630C"/>
    <w:rsid w:val="004F6C35"/>
    <w:rsid w:val="004F74A1"/>
    <w:rsid w:val="005009F1"/>
    <w:rsid w:val="00500FC4"/>
    <w:rsid w:val="00501006"/>
    <w:rsid w:val="005016A9"/>
    <w:rsid w:val="00501947"/>
    <w:rsid w:val="0050234D"/>
    <w:rsid w:val="0050237B"/>
    <w:rsid w:val="0050431F"/>
    <w:rsid w:val="005044A1"/>
    <w:rsid w:val="005048F3"/>
    <w:rsid w:val="00504DBD"/>
    <w:rsid w:val="00504FAB"/>
    <w:rsid w:val="0050639D"/>
    <w:rsid w:val="005067DD"/>
    <w:rsid w:val="00506F23"/>
    <w:rsid w:val="00506FBB"/>
    <w:rsid w:val="005072D7"/>
    <w:rsid w:val="00510889"/>
    <w:rsid w:val="00511926"/>
    <w:rsid w:val="00511D47"/>
    <w:rsid w:val="00512843"/>
    <w:rsid w:val="00512FC0"/>
    <w:rsid w:val="005131F4"/>
    <w:rsid w:val="0051448F"/>
    <w:rsid w:val="00514850"/>
    <w:rsid w:val="00514CDE"/>
    <w:rsid w:val="00514D7E"/>
    <w:rsid w:val="00515322"/>
    <w:rsid w:val="00515E80"/>
    <w:rsid w:val="00516138"/>
    <w:rsid w:val="00516267"/>
    <w:rsid w:val="005166B1"/>
    <w:rsid w:val="00517EE4"/>
    <w:rsid w:val="005200B7"/>
    <w:rsid w:val="005202D9"/>
    <w:rsid w:val="00520356"/>
    <w:rsid w:val="00520453"/>
    <w:rsid w:val="00520468"/>
    <w:rsid w:val="00520961"/>
    <w:rsid w:val="00520B10"/>
    <w:rsid w:val="00520D01"/>
    <w:rsid w:val="00521073"/>
    <w:rsid w:val="0052117B"/>
    <w:rsid w:val="005217F8"/>
    <w:rsid w:val="005219EF"/>
    <w:rsid w:val="00521F1C"/>
    <w:rsid w:val="0052285D"/>
    <w:rsid w:val="00522D2E"/>
    <w:rsid w:val="00522D9C"/>
    <w:rsid w:val="00523240"/>
    <w:rsid w:val="0052364B"/>
    <w:rsid w:val="005237B7"/>
    <w:rsid w:val="00523851"/>
    <w:rsid w:val="00523A45"/>
    <w:rsid w:val="00523C87"/>
    <w:rsid w:val="00523DA8"/>
    <w:rsid w:val="00523E53"/>
    <w:rsid w:val="00525CFC"/>
    <w:rsid w:val="00526A2E"/>
    <w:rsid w:val="00526AA3"/>
    <w:rsid w:val="005278DC"/>
    <w:rsid w:val="00527D6E"/>
    <w:rsid w:val="00530165"/>
    <w:rsid w:val="00530E1B"/>
    <w:rsid w:val="00531C5D"/>
    <w:rsid w:val="00531F17"/>
    <w:rsid w:val="00532949"/>
    <w:rsid w:val="00532AB9"/>
    <w:rsid w:val="00532DFB"/>
    <w:rsid w:val="00533E9E"/>
    <w:rsid w:val="005351D1"/>
    <w:rsid w:val="005355BB"/>
    <w:rsid w:val="00535C21"/>
    <w:rsid w:val="0053619C"/>
    <w:rsid w:val="00536E43"/>
    <w:rsid w:val="00536E63"/>
    <w:rsid w:val="0053735B"/>
    <w:rsid w:val="00537A6B"/>
    <w:rsid w:val="00537CAB"/>
    <w:rsid w:val="00537CB7"/>
    <w:rsid w:val="005409CA"/>
    <w:rsid w:val="005414FC"/>
    <w:rsid w:val="005430F5"/>
    <w:rsid w:val="00543B29"/>
    <w:rsid w:val="0054415B"/>
    <w:rsid w:val="0054459C"/>
    <w:rsid w:val="00544DE7"/>
    <w:rsid w:val="00545040"/>
    <w:rsid w:val="0054521E"/>
    <w:rsid w:val="005453A3"/>
    <w:rsid w:val="00545599"/>
    <w:rsid w:val="00545604"/>
    <w:rsid w:val="00545C6E"/>
    <w:rsid w:val="00545EC3"/>
    <w:rsid w:val="005475BE"/>
    <w:rsid w:val="00547AAF"/>
    <w:rsid w:val="005507A5"/>
    <w:rsid w:val="00550BC4"/>
    <w:rsid w:val="00550F43"/>
    <w:rsid w:val="00550FE9"/>
    <w:rsid w:val="005511E9"/>
    <w:rsid w:val="00551623"/>
    <w:rsid w:val="00551C2F"/>
    <w:rsid w:val="00552122"/>
    <w:rsid w:val="0055213E"/>
    <w:rsid w:val="005521FD"/>
    <w:rsid w:val="00552E2B"/>
    <w:rsid w:val="0055377C"/>
    <w:rsid w:val="00553CA4"/>
    <w:rsid w:val="00554AEF"/>
    <w:rsid w:val="00555004"/>
    <w:rsid w:val="00555128"/>
    <w:rsid w:val="00555299"/>
    <w:rsid w:val="005552F6"/>
    <w:rsid w:val="00555A88"/>
    <w:rsid w:val="00555BB3"/>
    <w:rsid w:val="00556104"/>
    <w:rsid w:val="005576D0"/>
    <w:rsid w:val="005607F8"/>
    <w:rsid w:val="005608B4"/>
    <w:rsid w:val="005608DD"/>
    <w:rsid w:val="00560CA0"/>
    <w:rsid w:val="005617F6"/>
    <w:rsid w:val="00561C3C"/>
    <w:rsid w:val="005622AA"/>
    <w:rsid w:val="0056265C"/>
    <w:rsid w:val="005629FC"/>
    <w:rsid w:val="00563B82"/>
    <w:rsid w:val="00563E7A"/>
    <w:rsid w:val="00564872"/>
    <w:rsid w:val="00564C8E"/>
    <w:rsid w:val="0056519D"/>
    <w:rsid w:val="00565245"/>
    <w:rsid w:val="005657D7"/>
    <w:rsid w:val="00566C97"/>
    <w:rsid w:val="00566F4E"/>
    <w:rsid w:val="005670C7"/>
    <w:rsid w:val="00567727"/>
    <w:rsid w:val="00567A2F"/>
    <w:rsid w:val="00570307"/>
    <w:rsid w:val="00570FEF"/>
    <w:rsid w:val="00571C52"/>
    <w:rsid w:val="00571FCE"/>
    <w:rsid w:val="00572163"/>
    <w:rsid w:val="00572302"/>
    <w:rsid w:val="00572E03"/>
    <w:rsid w:val="005735DB"/>
    <w:rsid w:val="0057389D"/>
    <w:rsid w:val="00573F37"/>
    <w:rsid w:val="00574419"/>
    <w:rsid w:val="0057475F"/>
    <w:rsid w:val="00574ABE"/>
    <w:rsid w:val="00574DD9"/>
    <w:rsid w:val="0057505C"/>
    <w:rsid w:val="00575063"/>
    <w:rsid w:val="005754F9"/>
    <w:rsid w:val="00575509"/>
    <w:rsid w:val="00575547"/>
    <w:rsid w:val="00576625"/>
    <w:rsid w:val="005766C2"/>
    <w:rsid w:val="00576A59"/>
    <w:rsid w:val="00576CFF"/>
    <w:rsid w:val="00576E99"/>
    <w:rsid w:val="00577F50"/>
    <w:rsid w:val="00580030"/>
    <w:rsid w:val="00580226"/>
    <w:rsid w:val="00580A4F"/>
    <w:rsid w:val="00580AB9"/>
    <w:rsid w:val="00580FCF"/>
    <w:rsid w:val="00581182"/>
    <w:rsid w:val="0058295D"/>
    <w:rsid w:val="005829C7"/>
    <w:rsid w:val="00582C0D"/>
    <w:rsid w:val="00582E5B"/>
    <w:rsid w:val="00582F9B"/>
    <w:rsid w:val="00583435"/>
    <w:rsid w:val="00583F46"/>
    <w:rsid w:val="0058460B"/>
    <w:rsid w:val="00584B40"/>
    <w:rsid w:val="00584D34"/>
    <w:rsid w:val="00584E27"/>
    <w:rsid w:val="00584E59"/>
    <w:rsid w:val="00585CBC"/>
    <w:rsid w:val="005860BB"/>
    <w:rsid w:val="005865DA"/>
    <w:rsid w:val="00586C79"/>
    <w:rsid w:val="0058704E"/>
    <w:rsid w:val="00587912"/>
    <w:rsid w:val="00587A8C"/>
    <w:rsid w:val="00587D79"/>
    <w:rsid w:val="00590320"/>
    <w:rsid w:val="0059044D"/>
    <w:rsid w:val="005904D3"/>
    <w:rsid w:val="00590773"/>
    <w:rsid w:val="00591C9C"/>
    <w:rsid w:val="00592C4A"/>
    <w:rsid w:val="00594191"/>
    <w:rsid w:val="00594DDD"/>
    <w:rsid w:val="00594F9D"/>
    <w:rsid w:val="00595884"/>
    <w:rsid w:val="00595B3F"/>
    <w:rsid w:val="005962C1"/>
    <w:rsid w:val="00596710"/>
    <w:rsid w:val="00596BD6"/>
    <w:rsid w:val="00596DA1"/>
    <w:rsid w:val="00596E3A"/>
    <w:rsid w:val="00597197"/>
    <w:rsid w:val="00597679"/>
    <w:rsid w:val="005A0387"/>
    <w:rsid w:val="005A07BA"/>
    <w:rsid w:val="005A18B7"/>
    <w:rsid w:val="005A1A2B"/>
    <w:rsid w:val="005A1DF4"/>
    <w:rsid w:val="005A2D29"/>
    <w:rsid w:val="005A3B87"/>
    <w:rsid w:val="005A4B79"/>
    <w:rsid w:val="005A4C0F"/>
    <w:rsid w:val="005A4C42"/>
    <w:rsid w:val="005A4DCE"/>
    <w:rsid w:val="005A4FEB"/>
    <w:rsid w:val="005A5169"/>
    <w:rsid w:val="005A570D"/>
    <w:rsid w:val="005A6042"/>
    <w:rsid w:val="005A753B"/>
    <w:rsid w:val="005A76FF"/>
    <w:rsid w:val="005A7931"/>
    <w:rsid w:val="005B0665"/>
    <w:rsid w:val="005B0696"/>
    <w:rsid w:val="005B0B16"/>
    <w:rsid w:val="005B1474"/>
    <w:rsid w:val="005B1C52"/>
    <w:rsid w:val="005B1D46"/>
    <w:rsid w:val="005B31A3"/>
    <w:rsid w:val="005B32BD"/>
    <w:rsid w:val="005B341F"/>
    <w:rsid w:val="005B40C5"/>
    <w:rsid w:val="005B4F8F"/>
    <w:rsid w:val="005B52C5"/>
    <w:rsid w:val="005B5CB2"/>
    <w:rsid w:val="005B5D91"/>
    <w:rsid w:val="005B5F86"/>
    <w:rsid w:val="005B6089"/>
    <w:rsid w:val="005B651C"/>
    <w:rsid w:val="005B6AF1"/>
    <w:rsid w:val="005B73C9"/>
    <w:rsid w:val="005B7CEC"/>
    <w:rsid w:val="005B7FD3"/>
    <w:rsid w:val="005C114E"/>
    <w:rsid w:val="005C12A4"/>
    <w:rsid w:val="005C14CB"/>
    <w:rsid w:val="005C190F"/>
    <w:rsid w:val="005C199C"/>
    <w:rsid w:val="005C2835"/>
    <w:rsid w:val="005C32FA"/>
    <w:rsid w:val="005C37AC"/>
    <w:rsid w:val="005C386C"/>
    <w:rsid w:val="005C38B5"/>
    <w:rsid w:val="005C3D75"/>
    <w:rsid w:val="005C3EFF"/>
    <w:rsid w:val="005C41A4"/>
    <w:rsid w:val="005C4981"/>
    <w:rsid w:val="005C60B7"/>
    <w:rsid w:val="005C7047"/>
    <w:rsid w:val="005C7083"/>
    <w:rsid w:val="005C7498"/>
    <w:rsid w:val="005C76E7"/>
    <w:rsid w:val="005C77FF"/>
    <w:rsid w:val="005C780B"/>
    <w:rsid w:val="005C7848"/>
    <w:rsid w:val="005C7FA1"/>
    <w:rsid w:val="005D0332"/>
    <w:rsid w:val="005D08BF"/>
    <w:rsid w:val="005D0A31"/>
    <w:rsid w:val="005D0ADC"/>
    <w:rsid w:val="005D282D"/>
    <w:rsid w:val="005D3461"/>
    <w:rsid w:val="005D374C"/>
    <w:rsid w:val="005D3FC0"/>
    <w:rsid w:val="005D48BE"/>
    <w:rsid w:val="005D51C4"/>
    <w:rsid w:val="005D675A"/>
    <w:rsid w:val="005D6B5A"/>
    <w:rsid w:val="005D7865"/>
    <w:rsid w:val="005E12A2"/>
    <w:rsid w:val="005E1616"/>
    <w:rsid w:val="005E1BC1"/>
    <w:rsid w:val="005E1C8B"/>
    <w:rsid w:val="005E284D"/>
    <w:rsid w:val="005E3171"/>
    <w:rsid w:val="005E3889"/>
    <w:rsid w:val="005E3957"/>
    <w:rsid w:val="005E42AD"/>
    <w:rsid w:val="005E446F"/>
    <w:rsid w:val="005E44ED"/>
    <w:rsid w:val="005E4E16"/>
    <w:rsid w:val="005E5354"/>
    <w:rsid w:val="005E5923"/>
    <w:rsid w:val="005E5A59"/>
    <w:rsid w:val="005E6159"/>
    <w:rsid w:val="005E6225"/>
    <w:rsid w:val="005E72C1"/>
    <w:rsid w:val="005E7B4C"/>
    <w:rsid w:val="005E7ED2"/>
    <w:rsid w:val="005E7F14"/>
    <w:rsid w:val="005F0761"/>
    <w:rsid w:val="005F10F7"/>
    <w:rsid w:val="005F11FB"/>
    <w:rsid w:val="005F1401"/>
    <w:rsid w:val="005F311A"/>
    <w:rsid w:val="005F3441"/>
    <w:rsid w:val="005F3D9C"/>
    <w:rsid w:val="005F42A3"/>
    <w:rsid w:val="005F4862"/>
    <w:rsid w:val="005F4F57"/>
    <w:rsid w:val="005F5564"/>
    <w:rsid w:val="005F5EFE"/>
    <w:rsid w:val="005F628C"/>
    <w:rsid w:val="005F6A25"/>
    <w:rsid w:val="005F785A"/>
    <w:rsid w:val="005F7D53"/>
    <w:rsid w:val="00600160"/>
    <w:rsid w:val="00600D06"/>
    <w:rsid w:val="00601324"/>
    <w:rsid w:val="00601F7E"/>
    <w:rsid w:val="00602517"/>
    <w:rsid w:val="006030E1"/>
    <w:rsid w:val="00603382"/>
    <w:rsid w:val="006033E6"/>
    <w:rsid w:val="006034AC"/>
    <w:rsid w:val="00603F67"/>
    <w:rsid w:val="00604E51"/>
    <w:rsid w:val="00605F2D"/>
    <w:rsid w:val="0060689F"/>
    <w:rsid w:val="00606E77"/>
    <w:rsid w:val="00607EFA"/>
    <w:rsid w:val="006100EC"/>
    <w:rsid w:val="006103FE"/>
    <w:rsid w:val="00610662"/>
    <w:rsid w:val="00610847"/>
    <w:rsid w:val="0061129F"/>
    <w:rsid w:val="00611377"/>
    <w:rsid w:val="00611865"/>
    <w:rsid w:val="00612283"/>
    <w:rsid w:val="00612999"/>
    <w:rsid w:val="00612B91"/>
    <w:rsid w:val="00612FF7"/>
    <w:rsid w:val="00613121"/>
    <w:rsid w:val="006134EE"/>
    <w:rsid w:val="0061356B"/>
    <w:rsid w:val="00613C11"/>
    <w:rsid w:val="006146DE"/>
    <w:rsid w:val="00615AE1"/>
    <w:rsid w:val="00615C60"/>
    <w:rsid w:val="00615ED0"/>
    <w:rsid w:val="00616020"/>
    <w:rsid w:val="006175CF"/>
    <w:rsid w:val="00617682"/>
    <w:rsid w:val="006179F7"/>
    <w:rsid w:val="00620D18"/>
    <w:rsid w:val="00620F85"/>
    <w:rsid w:val="00621158"/>
    <w:rsid w:val="00621577"/>
    <w:rsid w:val="0062175E"/>
    <w:rsid w:val="00621927"/>
    <w:rsid w:val="006225B3"/>
    <w:rsid w:val="00622FAE"/>
    <w:rsid w:val="006232A1"/>
    <w:rsid w:val="006237B2"/>
    <w:rsid w:val="00623B55"/>
    <w:rsid w:val="00623E15"/>
    <w:rsid w:val="00624A92"/>
    <w:rsid w:val="00624B53"/>
    <w:rsid w:val="00625572"/>
    <w:rsid w:val="00625576"/>
    <w:rsid w:val="00626111"/>
    <w:rsid w:val="006261B1"/>
    <w:rsid w:val="00626473"/>
    <w:rsid w:val="00626F40"/>
    <w:rsid w:val="00626F80"/>
    <w:rsid w:val="00627B40"/>
    <w:rsid w:val="00627F31"/>
    <w:rsid w:val="00630374"/>
    <w:rsid w:val="00630BE1"/>
    <w:rsid w:val="00631989"/>
    <w:rsid w:val="00632297"/>
    <w:rsid w:val="006329FD"/>
    <w:rsid w:val="00633E7F"/>
    <w:rsid w:val="00634A6D"/>
    <w:rsid w:val="00634E7C"/>
    <w:rsid w:val="00635320"/>
    <w:rsid w:val="0063585F"/>
    <w:rsid w:val="006367DF"/>
    <w:rsid w:val="0063709B"/>
    <w:rsid w:val="00637712"/>
    <w:rsid w:val="00637B3E"/>
    <w:rsid w:val="00637FCB"/>
    <w:rsid w:val="006403E4"/>
    <w:rsid w:val="006407A9"/>
    <w:rsid w:val="00640AEE"/>
    <w:rsid w:val="00641A57"/>
    <w:rsid w:val="00641C65"/>
    <w:rsid w:val="00642720"/>
    <w:rsid w:val="0064294A"/>
    <w:rsid w:val="00643063"/>
    <w:rsid w:val="00643161"/>
    <w:rsid w:val="00643976"/>
    <w:rsid w:val="00643A1B"/>
    <w:rsid w:val="0064410A"/>
    <w:rsid w:val="006442F8"/>
    <w:rsid w:val="00644666"/>
    <w:rsid w:val="006446D2"/>
    <w:rsid w:val="0064507C"/>
    <w:rsid w:val="00645192"/>
    <w:rsid w:val="00645742"/>
    <w:rsid w:val="00645A0B"/>
    <w:rsid w:val="00645B75"/>
    <w:rsid w:val="00645E96"/>
    <w:rsid w:val="0064628B"/>
    <w:rsid w:val="006466BF"/>
    <w:rsid w:val="00646893"/>
    <w:rsid w:val="00646E4C"/>
    <w:rsid w:val="00647464"/>
    <w:rsid w:val="00647592"/>
    <w:rsid w:val="0064762F"/>
    <w:rsid w:val="006503BC"/>
    <w:rsid w:val="0065056B"/>
    <w:rsid w:val="00650610"/>
    <w:rsid w:val="00651048"/>
    <w:rsid w:val="00651852"/>
    <w:rsid w:val="0065214D"/>
    <w:rsid w:val="00653DBC"/>
    <w:rsid w:val="006547AF"/>
    <w:rsid w:val="0065526D"/>
    <w:rsid w:val="00655825"/>
    <w:rsid w:val="006562F3"/>
    <w:rsid w:val="006565BC"/>
    <w:rsid w:val="00656CD3"/>
    <w:rsid w:val="00657A19"/>
    <w:rsid w:val="0066077C"/>
    <w:rsid w:val="00660999"/>
    <w:rsid w:val="00660E19"/>
    <w:rsid w:val="00660FA4"/>
    <w:rsid w:val="0066242F"/>
    <w:rsid w:val="00662589"/>
    <w:rsid w:val="00662652"/>
    <w:rsid w:val="006626A9"/>
    <w:rsid w:val="00662A7E"/>
    <w:rsid w:val="00662AD9"/>
    <w:rsid w:val="00662F5D"/>
    <w:rsid w:val="00663A90"/>
    <w:rsid w:val="006646F7"/>
    <w:rsid w:val="00664968"/>
    <w:rsid w:val="00665C7F"/>
    <w:rsid w:val="00665F61"/>
    <w:rsid w:val="00666159"/>
    <w:rsid w:val="006671CA"/>
    <w:rsid w:val="006672B6"/>
    <w:rsid w:val="006702E4"/>
    <w:rsid w:val="006706D7"/>
    <w:rsid w:val="00671989"/>
    <w:rsid w:val="00671EC0"/>
    <w:rsid w:val="006722A8"/>
    <w:rsid w:val="0067348D"/>
    <w:rsid w:val="00674180"/>
    <w:rsid w:val="0067504F"/>
    <w:rsid w:val="0067518A"/>
    <w:rsid w:val="0067548C"/>
    <w:rsid w:val="00675F05"/>
    <w:rsid w:val="006763A0"/>
    <w:rsid w:val="006764EC"/>
    <w:rsid w:val="00676C61"/>
    <w:rsid w:val="006770C3"/>
    <w:rsid w:val="0067720C"/>
    <w:rsid w:val="006772D6"/>
    <w:rsid w:val="00677907"/>
    <w:rsid w:val="00677EE5"/>
    <w:rsid w:val="00680126"/>
    <w:rsid w:val="006807AC"/>
    <w:rsid w:val="00680AF9"/>
    <w:rsid w:val="006816D1"/>
    <w:rsid w:val="00682012"/>
    <w:rsid w:val="006829FA"/>
    <w:rsid w:val="00683640"/>
    <w:rsid w:val="00683CA5"/>
    <w:rsid w:val="00684282"/>
    <w:rsid w:val="0068546E"/>
    <w:rsid w:val="00685DC6"/>
    <w:rsid w:val="00685E26"/>
    <w:rsid w:val="0068627D"/>
    <w:rsid w:val="00686324"/>
    <w:rsid w:val="006869A3"/>
    <w:rsid w:val="006878AA"/>
    <w:rsid w:val="00687B6B"/>
    <w:rsid w:val="00687E8E"/>
    <w:rsid w:val="006905A8"/>
    <w:rsid w:val="0069118C"/>
    <w:rsid w:val="00691C48"/>
    <w:rsid w:val="00691F70"/>
    <w:rsid w:val="006927AD"/>
    <w:rsid w:val="00693A41"/>
    <w:rsid w:val="00694D05"/>
    <w:rsid w:val="0069582A"/>
    <w:rsid w:val="00695DC5"/>
    <w:rsid w:val="00697080"/>
    <w:rsid w:val="006A0174"/>
    <w:rsid w:val="006A019F"/>
    <w:rsid w:val="006A07AF"/>
    <w:rsid w:val="006A0B66"/>
    <w:rsid w:val="006A0CC7"/>
    <w:rsid w:val="006A18AD"/>
    <w:rsid w:val="006A1CDD"/>
    <w:rsid w:val="006A33BD"/>
    <w:rsid w:val="006A3B10"/>
    <w:rsid w:val="006A4233"/>
    <w:rsid w:val="006A4503"/>
    <w:rsid w:val="006A4D95"/>
    <w:rsid w:val="006A4F63"/>
    <w:rsid w:val="006A5151"/>
    <w:rsid w:val="006A559A"/>
    <w:rsid w:val="006A59C8"/>
    <w:rsid w:val="006A5A8A"/>
    <w:rsid w:val="006A5DE0"/>
    <w:rsid w:val="006A6898"/>
    <w:rsid w:val="006A6AC8"/>
    <w:rsid w:val="006A6E56"/>
    <w:rsid w:val="006A773B"/>
    <w:rsid w:val="006A7A4E"/>
    <w:rsid w:val="006A7D51"/>
    <w:rsid w:val="006B0217"/>
    <w:rsid w:val="006B045C"/>
    <w:rsid w:val="006B0FC6"/>
    <w:rsid w:val="006B1647"/>
    <w:rsid w:val="006B325A"/>
    <w:rsid w:val="006B37E4"/>
    <w:rsid w:val="006B38A4"/>
    <w:rsid w:val="006B4D6C"/>
    <w:rsid w:val="006B5D2D"/>
    <w:rsid w:val="006B63D3"/>
    <w:rsid w:val="006B6FD4"/>
    <w:rsid w:val="006B7286"/>
    <w:rsid w:val="006B7BD6"/>
    <w:rsid w:val="006C0433"/>
    <w:rsid w:val="006C0699"/>
    <w:rsid w:val="006C0C77"/>
    <w:rsid w:val="006C0FAB"/>
    <w:rsid w:val="006C173F"/>
    <w:rsid w:val="006C1BF6"/>
    <w:rsid w:val="006C1F72"/>
    <w:rsid w:val="006C211A"/>
    <w:rsid w:val="006C2612"/>
    <w:rsid w:val="006C2925"/>
    <w:rsid w:val="006C2BEE"/>
    <w:rsid w:val="006C2E26"/>
    <w:rsid w:val="006C46C1"/>
    <w:rsid w:val="006C5BCC"/>
    <w:rsid w:val="006C60B5"/>
    <w:rsid w:val="006D0086"/>
    <w:rsid w:val="006D0374"/>
    <w:rsid w:val="006D06DB"/>
    <w:rsid w:val="006D0B37"/>
    <w:rsid w:val="006D0FD4"/>
    <w:rsid w:val="006D1EDD"/>
    <w:rsid w:val="006D2567"/>
    <w:rsid w:val="006D2AF7"/>
    <w:rsid w:val="006D2DC0"/>
    <w:rsid w:val="006D2E7F"/>
    <w:rsid w:val="006D2F57"/>
    <w:rsid w:val="006D2FA4"/>
    <w:rsid w:val="006D343A"/>
    <w:rsid w:val="006D3EC6"/>
    <w:rsid w:val="006D452D"/>
    <w:rsid w:val="006D5470"/>
    <w:rsid w:val="006D5613"/>
    <w:rsid w:val="006D5C25"/>
    <w:rsid w:val="006D5E95"/>
    <w:rsid w:val="006D6AA6"/>
    <w:rsid w:val="006D6B1A"/>
    <w:rsid w:val="006D6C6A"/>
    <w:rsid w:val="006D70D9"/>
    <w:rsid w:val="006D7715"/>
    <w:rsid w:val="006D7ED0"/>
    <w:rsid w:val="006E0511"/>
    <w:rsid w:val="006E0654"/>
    <w:rsid w:val="006E0F86"/>
    <w:rsid w:val="006E1D84"/>
    <w:rsid w:val="006E2334"/>
    <w:rsid w:val="006E2340"/>
    <w:rsid w:val="006E2CA7"/>
    <w:rsid w:val="006E2E13"/>
    <w:rsid w:val="006E2EC7"/>
    <w:rsid w:val="006E457F"/>
    <w:rsid w:val="006E4E5A"/>
    <w:rsid w:val="006E4EF8"/>
    <w:rsid w:val="006E50A6"/>
    <w:rsid w:val="006E573B"/>
    <w:rsid w:val="006E7994"/>
    <w:rsid w:val="006E7C88"/>
    <w:rsid w:val="006E7CBA"/>
    <w:rsid w:val="006F00E5"/>
    <w:rsid w:val="006F065C"/>
    <w:rsid w:val="006F0935"/>
    <w:rsid w:val="006F1DE2"/>
    <w:rsid w:val="006F2D07"/>
    <w:rsid w:val="006F33A7"/>
    <w:rsid w:val="006F387D"/>
    <w:rsid w:val="006F3D5B"/>
    <w:rsid w:val="006F4777"/>
    <w:rsid w:val="006F54D9"/>
    <w:rsid w:val="006F58FE"/>
    <w:rsid w:val="006F5F80"/>
    <w:rsid w:val="006F6070"/>
    <w:rsid w:val="006F623D"/>
    <w:rsid w:val="006F7CC5"/>
    <w:rsid w:val="007015D5"/>
    <w:rsid w:val="00703568"/>
    <w:rsid w:val="007039B5"/>
    <w:rsid w:val="007040C8"/>
    <w:rsid w:val="00705097"/>
    <w:rsid w:val="007074A1"/>
    <w:rsid w:val="007075D7"/>
    <w:rsid w:val="0070760D"/>
    <w:rsid w:val="00707CEF"/>
    <w:rsid w:val="00710349"/>
    <w:rsid w:val="007109DA"/>
    <w:rsid w:val="00710BCB"/>
    <w:rsid w:val="0071176C"/>
    <w:rsid w:val="007118F0"/>
    <w:rsid w:val="00711D2B"/>
    <w:rsid w:val="0071287E"/>
    <w:rsid w:val="00712ADA"/>
    <w:rsid w:val="00712EC9"/>
    <w:rsid w:val="00713873"/>
    <w:rsid w:val="00713B89"/>
    <w:rsid w:val="007140F9"/>
    <w:rsid w:val="0071492C"/>
    <w:rsid w:val="00714C33"/>
    <w:rsid w:val="007155A4"/>
    <w:rsid w:val="007158FE"/>
    <w:rsid w:val="00716763"/>
    <w:rsid w:val="00716C8F"/>
    <w:rsid w:val="00716D19"/>
    <w:rsid w:val="00716E92"/>
    <w:rsid w:val="00717D53"/>
    <w:rsid w:val="00720361"/>
    <w:rsid w:val="00720B16"/>
    <w:rsid w:val="00720D2F"/>
    <w:rsid w:val="00721581"/>
    <w:rsid w:val="00722149"/>
    <w:rsid w:val="00722532"/>
    <w:rsid w:val="0072288D"/>
    <w:rsid w:val="00722E7B"/>
    <w:rsid w:val="007232EF"/>
    <w:rsid w:val="00723380"/>
    <w:rsid w:val="007235F3"/>
    <w:rsid w:val="0072391A"/>
    <w:rsid w:val="007239DC"/>
    <w:rsid w:val="00724320"/>
    <w:rsid w:val="007244EA"/>
    <w:rsid w:val="00724CF7"/>
    <w:rsid w:val="00725126"/>
    <w:rsid w:val="007251E4"/>
    <w:rsid w:val="007268D3"/>
    <w:rsid w:val="00727021"/>
    <w:rsid w:val="00727334"/>
    <w:rsid w:val="007275EE"/>
    <w:rsid w:val="00727EEF"/>
    <w:rsid w:val="00727F52"/>
    <w:rsid w:val="007304B3"/>
    <w:rsid w:val="0073067C"/>
    <w:rsid w:val="00730B2C"/>
    <w:rsid w:val="00730F7B"/>
    <w:rsid w:val="007315F3"/>
    <w:rsid w:val="00731680"/>
    <w:rsid w:val="007317B8"/>
    <w:rsid w:val="007326CF"/>
    <w:rsid w:val="007347AE"/>
    <w:rsid w:val="00734B58"/>
    <w:rsid w:val="00734DCD"/>
    <w:rsid w:val="0073501A"/>
    <w:rsid w:val="00736552"/>
    <w:rsid w:val="00736599"/>
    <w:rsid w:val="00736E26"/>
    <w:rsid w:val="00737B46"/>
    <w:rsid w:val="007405EC"/>
    <w:rsid w:val="00741282"/>
    <w:rsid w:val="00741B54"/>
    <w:rsid w:val="00742469"/>
    <w:rsid w:val="00743AD3"/>
    <w:rsid w:val="0074409F"/>
    <w:rsid w:val="00744143"/>
    <w:rsid w:val="007447A1"/>
    <w:rsid w:val="00744838"/>
    <w:rsid w:val="007456FF"/>
    <w:rsid w:val="007465A3"/>
    <w:rsid w:val="0074789D"/>
    <w:rsid w:val="0075004A"/>
    <w:rsid w:val="0075057E"/>
    <w:rsid w:val="00750A1F"/>
    <w:rsid w:val="00751AF6"/>
    <w:rsid w:val="00752ACC"/>
    <w:rsid w:val="007536D1"/>
    <w:rsid w:val="0075386E"/>
    <w:rsid w:val="00753DE6"/>
    <w:rsid w:val="00754C19"/>
    <w:rsid w:val="0075593A"/>
    <w:rsid w:val="00755C5F"/>
    <w:rsid w:val="00756AF2"/>
    <w:rsid w:val="00756DF6"/>
    <w:rsid w:val="00757506"/>
    <w:rsid w:val="0076024A"/>
    <w:rsid w:val="00760400"/>
    <w:rsid w:val="007605CC"/>
    <w:rsid w:val="00761629"/>
    <w:rsid w:val="00762375"/>
    <w:rsid w:val="00763CFC"/>
    <w:rsid w:val="00763D4F"/>
    <w:rsid w:val="007646F5"/>
    <w:rsid w:val="007652DF"/>
    <w:rsid w:val="00765631"/>
    <w:rsid w:val="007658AF"/>
    <w:rsid w:val="00765A99"/>
    <w:rsid w:val="0076606F"/>
    <w:rsid w:val="00766692"/>
    <w:rsid w:val="00766AEC"/>
    <w:rsid w:val="00767329"/>
    <w:rsid w:val="007676E1"/>
    <w:rsid w:val="00767BF2"/>
    <w:rsid w:val="00770310"/>
    <w:rsid w:val="0077039E"/>
    <w:rsid w:val="007704AF"/>
    <w:rsid w:val="00770803"/>
    <w:rsid w:val="00770E12"/>
    <w:rsid w:val="00771306"/>
    <w:rsid w:val="0077187B"/>
    <w:rsid w:val="00771ABA"/>
    <w:rsid w:val="007720A9"/>
    <w:rsid w:val="007720E6"/>
    <w:rsid w:val="00772A42"/>
    <w:rsid w:val="00772AF0"/>
    <w:rsid w:val="00772F40"/>
    <w:rsid w:val="007731CB"/>
    <w:rsid w:val="007731DE"/>
    <w:rsid w:val="007738D8"/>
    <w:rsid w:val="007741E4"/>
    <w:rsid w:val="0077456E"/>
    <w:rsid w:val="007745AB"/>
    <w:rsid w:val="00774878"/>
    <w:rsid w:val="00774CFA"/>
    <w:rsid w:val="007750D8"/>
    <w:rsid w:val="00776290"/>
    <w:rsid w:val="00776534"/>
    <w:rsid w:val="00776A1A"/>
    <w:rsid w:val="00776C9A"/>
    <w:rsid w:val="00776D58"/>
    <w:rsid w:val="00777259"/>
    <w:rsid w:val="007776AF"/>
    <w:rsid w:val="007778BE"/>
    <w:rsid w:val="00777E7C"/>
    <w:rsid w:val="0078014C"/>
    <w:rsid w:val="00780B30"/>
    <w:rsid w:val="00780E5D"/>
    <w:rsid w:val="007818CA"/>
    <w:rsid w:val="00781E8E"/>
    <w:rsid w:val="00782310"/>
    <w:rsid w:val="00782D86"/>
    <w:rsid w:val="00783834"/>
    <w:rsid w:val="00783C89"/>
    <w:rsid w:val="00783CB7"/>
    <w:rsid w:val="0078426E"/>
    <w:rsid w:val="00784297"/>
    <w:rsid w:val="00784330"/>
    <w:rsid w:val="00785130"/>
    <w:rsid w:val="007854DC"/>
    <w:rsid w:val="007859E9"/>
    <w:rsid w:val="00785D30"/>
    <w:rsid w:val="00786607"/>
    <w:rsid w:val="0078664E"/>
    <w:rsid w:val="007867EB"/>
    <w:rsid w:val="00787059"/>
    <w:rsid w:val="00787C57"/>
    <w:rsid w:val="00787ED2"/>
    <w:rsid w:val="00790003"/>
    <w:rsid w:val="00791702"/>
    <w:rsid w:val="007924B5"/>
    <w:rsid w:val="00792815"/>
    <w:rsid w:val="007930E4"/>
    <w:rsid w:val="00793137"/>
    <w:rsid w:val="00793980"/>
    <w:rsid w:val="00794120"/>
    <w:rsid w:val="0079417B"/>
    <w:rsid w:val="00794398"/>
    <w:rsid w:val="00794930"/>
    <w:rsid w:val="007951DB"/>
    <w:rsid w:val="007963F1"/>
    <w:rsid w:val="00797CAE"/>
    <w:rsid w:val="007A04D1"/>
    <w:rsid w:val="007A0FCD"/>
    <w:rsid w:val="007A184D"/>
    <w:rsid w:val="007A1A3D"/>
    <w:rsid w:val="007A22CB"/>
    <w:rsid w:val="007A237C"/>
    <w:rsid w:val="007A2451"/>
    <w:rsid w:val="007A2CDB"/>
    <w:rsid w:val="007A39B4"/>
    <w:rsid w:val="007A3C83"/>
    <w:rsid w:val="007A3E2E"/>
    <w:rsid w:val="007A43AB"/>
    <w:rsid w:val="007A44A4"/>
    <w:rsid w:val="007A4860"/>
    <w:rsid w:val="007A4C45"/>
    <w:rsid w:val="007A4C6F"/>
    <w:rsid w:val="007A50CD"/>
    <w:rsid w:val="007A5A40"/>
    <w:rsid w:val="007A5B04"/>
    <w:rsid w:val="007A5B79"/>
    <w:rsid w:val="007A6A77"/>
    <w:rsid w:val="007A6CFC"/>
    <w:rsid w:val="007A6E31"/>
    <w:rsid w:val="007A725B"/>
    <w:rsid w:val="007A76A0"/>
    <w:rsid w:val="007A7D67"/>
    <w:rsid w:val="007A7DAB"/>
    <w:rsid w:val="007B08D4"/>
    <w:rsid w:val="007B0D86"/>
    <w:rsid w:val="007B0E99"/>
    <w:rsid w:val="007B151D"/>
    <w:rsid w:val="007B185C"/>
    <w:rsid w:val="007B1A14"/>
    <w:rsid w:val="007B2089"/>
    <w:rsid w:val="007B2F7A"/>
    <w:rsid w:val="007B324C"/>
    <w:rsid w:val="007B58FC"/>
    <w:rsid w:val="007B598B"/>
    <w:rsid w:val="007B5A89"/>
    <w:rsid w:val="007B63BC"/>
    <w:rsid w:val="007B63D7"/>
    <w:rsid w:val="007B78BC"/>
    <w:rsid w:val="007B7DD9"/>
    <w:rsid w:val="007C0412"/>
    <w:rsid w:val="007C04FA"/>
    <w:rsid w:val="007C07FE"/>
    <w:rsid w:val="007C099C"/>
    <w:rsid w:val="007C19DC"/>
    <w:rsid w:val="007C2B34"/>
    <w:rsid w:val="007C38EC"/>
    <w:rsid w:val="007C3969"/>
    <w:rsid w:val="007C43DB"/>
    <w:rsid w:val="007C4C73"/>
    <w:rsid w:val="007C5515"/>
    <w:rsid w:val="007C5667"/>
    <w:rsid w:val="007C5AB2"/>
    <w:rsid w:val="007C5D42"/>
    <w:rsid w:val="007C5F2A"/>
    <w:rsid w:val="007C664C"/>
    <w:rsid w:val="007C6C5D"/>
    <w:rsid w:val="007C7B6D"/>
    <w:rsid w:val="007C7CB4"/>
    <w:rsid w:val="007D0480"/>
    <w:rsid w:val="007D0799"/>
    <w:rsid w:val="007D11AF"/>
    <w:rsid w:val="007D1290"/>
    <w:rsid w:val="007D1A1B"/>
    <w:rsid w:val="007D2D99"/>
    <w:rsid w:val="007D2F09"/>
    <w:rsid w:val="007D38A2"/>
    <w:rsid w:val="007D39B8"/>
    <w:rsid w:val="007D4056"/>
    <w:rsid w:val="007D54A0"/>
    <w:rsid w:val="007D5CE7"/>
    <w:rsid w:val="007D70FA"/>
    <w:rsid w:val="007E001B"/>
    <w:rsid w:val="007E0241"/>
    <w:rsid w:val="007E05EB"/>
    <w:rsid w:val="007E1789"/>
    <w:rsid w:val="007E1CC3"/>
    <w:rsid w:val="007E2C50"/>
    <w:rsid w:val="007E2E7E"/>
    <w:rsid w:val="007E358F"/>
    <w:rsid w:val="007E40E4"/>
    <w:rsid w:val="007E45B4"/>
    <w:rsid w:val="007E5120"/>
    <w:rsid w:val="007E585C"/>
    <w:rsid w:val="007E58B7"/>
    <w:rsid w:val="007E5A4B"/>
    <w:rsid w:val="007E5C1D"/>
    <w:rsid w:val="007E615A"/>
    <w:rsid w:val="007E659B"/>
    <w:rsid w:val="007E6750"/>
    <w:rsid w:val="007E6A37"/>
    <w:rsid w:val="007E760A"/>
    <w:rsid w:val="007E7667"/>
    <w:rsid w:val="007E7CA7"/>
    <w:rsid w:val="007F0181"/>
    <w:rsid w:val="007F0FEA"/>
    <w:rsid w:val="007F1664"/>
    <w:rsid w:val="007F17D4"/>
    <w:rsid w:val="007F18D0"/>
    <w:rsid w:val="007F1C77"/>
    <w:rsid w:val="007F1EB1"/>
    <w:rsid w:val="007F2BC7"/>
    <w:rsid w:val="007F31D0"/>
    <w:rsid w:val="007F33C8"/>
    <w:rsid w:val="007F34CA"/>
    <w:rsid w:val="007F34FD"/>
    <w:rsid w:val="007F3AB7"/>
    <w:rsid w:val="007F411B"/>
    <w:rsid w:val="007F454B"/>
    <w:rsid w:val="007F4B52"/>
    <w:rsid w:val="007F4D35"/>
    <w:rsid w:val="007F502E"/>
    <w:rsid w:val="007F52FD"/>
    <w:rsid w:val="007F555C"/>
    <w:rsid w:val="007F5596"/>
    <w:rsid w:val="007F6011"/>
    <w:rsid w:val="007F6298"/>
    <w:rsid w:val="007F6309"/>
    <w:rsid w:val="007F6E39"/>
    <w:rsid w:val="007F6E99"/>
    <w:rsid w:val="007F7159"/>
    <w:rsid w:val="007F7DEE"/>
    <w:rsid w:val="00800875"/>
    <w:rsid w:val="00800917"/>
    <w:rsid w:val="00800E02"/>
    <w:rsid w:val="00801100"/>
    <w:rsid w:val="00801C3C"/>
    <w:rsid w:val="008032F4"/>
    <w:rsid w:val="00804A95"/>
    <w:rsid w:val="00804B6F"/>
    <w:rsid w:val="00804F34"/>
    <w:rsid w:val="00805806"/>
    <w:rsid w:val="00806E31"/>
    <w:rsid w:val="00807264"/>
    <w:rsid w:val="00807570"/>
    <w:rsid w:val="00810D46"/>
    <w:rsid w:val="0081162A"/>
    <w:rsid w:val="008119BA"/>
    <w:rsid w:val="00811DA9"/>
    <w:rsid w:val="00811DEA"/>
    <w:rsid w:val="00811F8A"/>
    <w:rsid w:val="008123F1"/>
    <w:rsid w:val="00812472"/>
    <w:rsid w:val="008124E1"/>
    <w:rsid w:val="0081364B"/>
    <w:rsid w:val="00814245"/>
    <w:rsid w:val="00814943"/>
    <w:rsid w:val="00814AAE"/>
    <w:rsid w:val="00814B25"/>
    <w:rsid w:val="0081501D"/>
    <w:rsid w:val="008150CE"/>
    <w:rsid w:val="0081541A"/>
    <w:rsid w:val="00815672"/>
    <w:rsid w:val="00815974"/>
    <w:rsid w:val="00815DDE"/>
    <w:rsid w:val="00816822"/>
    <w:rsid w:val="00816B15"/>
    <w:rsid w:val="00817023"/>
    <w:rsid w:val="008173FC"/>
    <w:rsid w:val="00817963"/>
    <w:rsid w:val="008201A9"/>
    <w:rsid w:val="008207F4"/>
    <w:rsid w:val="008207FF"/>
    <w:rsid w:val="00820E84"/>
    <w:rsid w:val="00820E88"/>
    <w:rsid w:val="00821DCB"/>
    <w:rsid w:val="00821FF2"/>
    <w:rsid w:val="0082285B"/>
    <w:rsid w:val="008228A5"/>
    <w:rsid w:val="00823682"/>
    <w:rsid w:val="00823F3F"/>
    <w:rsid w:val="00825038"/>
    <w:rsid w:val="008259E1"/>
    <w:rsid w:val="008268C1"/>
    <w:rsid w:val="00827C65"/>
    <w:rsid w:val="00830540"/>
    <w:rsid w:val="00830BC4"/>
    <w:rsid w:val="00831400"/>
    <w:rsid w:val="00831943"/>
    <w:rsid w:val="00832731"/>
    <w:rsid w:val="008329EA"/>
    <w:rsid w:val="00832A7F"/>
    <w:rsid w:val="00832CB6"/>
    <w:rsid w:val="00833308"/>
    <w:rsid w:val="00833566"/>
    <w:rsid w:val="008335E7"/>
    <w:rsid w:val="00834A3B"/>
    <w:rsid w:val="00834C0E"/>
    <w:rsid w:val="00834C1F"/>
    <w:rsid w:val="008353C3"/>
    <w:rsid w:val="00836742"/>
    <w:rsid w:val="00837618"/>
    <w:rsid w:val="0083763F"/>
    <w:rsid w:val="00840214"/>
    <w:rsid w:val="00841365"/>
    <w:rsid w:val="00841DA2"/>
    <w:rsid w:val="0084211C"/>
    <w:rsid w:val="008425F4"/>
    <w:rsid w:val="00842D50"/>
    <w:rsid w:val="00843413"/>
    <w:rsid w:val="008435A2"/>
    <w:rsid w:val="0084368F"/>
    <w:rsid w:val="00844032"/>
    <w:rsid w:val="00844AB5"/>
    <w:rsid w:val="00845541"/>
    <w:rsid w:val="00845A37"/>
    <w:rsid w:val="00845B0E"/>
    <w:rsid w:val="0084776E"/>
    <w:rsid w:val="00847881"/>
    <w:rsid w:val="0085005C"/>
    <w:rsid w:val="0085029A"/>
    <w:rsid w:val="008508B6"/>
    <w:rsid w:val="00850FB4"/>
    <w:rsid w:val="00851E4E"/>
    <w:rsid w:val="00852387"/>
    <w:rsid w:val="00852B42"/>
    <w:rsid w:val="00852BB3"/>
    <w:rsid w:val="00852BC9"/>
    <w:rsid w:val="00852E28"/>
    <w:rsid w:val="00852F59"/>
    <w:rsid w:val="00853110"/>
    <w:rsid w:val="00853289"/>
    <w:rsid w:val="00853EFC"/>
    <w:rsid w:val="00854399"/>
    <w:rsid w:val="00854523"/>
    <w:rsid w:val="008546C9"/>
    <w:rsid w:val="00854E05"/>
    <w:rsid w:val="0085554B"/>
    <w:rsid w:val="008561C2"/>
    <w:rsid w:val="00856631"/>
    <w:rsid w:val="0085670D"/>
    <w:rsid w:val="00857591"/>
    <w:rsid w:val="0085761C"/>
    <w:rsid w:val="008600E4"/>
    <w:rsid w:val="00860198"/>
    <w:rsid w:val="00860690"/>
    <w:rsid w:val="008607EC"/>
    <w:rsid w:val="00861805"/>
    <w:rsid w:val="00861B74"/>
    <w:rsid w:val="00861C50"/>
    <w:rsid w:val="00861FBF"/>
    <w:rsid w:val="00862D57"/>
    <w:rsid w:val="00863596"/>
    <w:rsid w:val="00863DF0"/>
    <w:rsid w:val="0086409B"/>
    <w:rsid w:val="008644C7"/>
    <w:rsid w:val="00865667"/>
    <w:rsid w:val="00865A3D"/>
    <w:rsid w:val="00865B42"/>
    <w:rsid w:val="008660BA"/>
    <w:rsid w:val="00866739"/>
    <w:rsid w:val="00866EDC"/>
    <w:rsid w:val="00867CE4"/>
    <w:rsid w:val="00870514"/>
    <w:rsid w:val="00870966"/>
    <w:rsid w:val="0087099D"/>
    <w:rsid w:val="008709F8"/>
    <w:rsid w:val="00870FA8"/>
    <w:rsid w:val="00871C0F"/>
    <w:rsid w:val="00872343"/>
    <w:rsid w:val="008735AF"/>
    <w:rsid w:val="0087386A"/>
    <w:rsid w:val="00875256"/>
    <w:rsid w:val="008756F6"/>
    <w:rsid w:val="0087602B"/>
    <w:rsid w:val="00876503"/>
    <w:rsid w:val="00876FB4"/>
    <w:rsid w:val="008771A6"/>
    <w:rsid w:val="0087737A"/>
    <w:rsid w:val="00877526"/>
    <w:rsid w:val="0087754E"/>
    <w:rsid w:val="00877AB2"/>
    <w:rsid w:val="00877E8D"/>
    <w:rsid w:val="00877EC6"/>
    <w:rsid w:val="00877EE2"/>
    <w:rsid w:val="00880268"/>
    <w:rsid w:val="008808BF"/>
    <w:rsid w:val="00881853"/>
    <w:rsid w:val="0088192D"/>
    <w:rsid w:val="00882AD8"/>
    <w:rsid w:val="00883276"/>
    <w:rsid w:val="0088339A"/>
    <w:rsid w:val="00884457"/>
    <w:rsid w:val="0088458D"/>
    <w:rsid w:val="00884FEA"/>
    <w:rsid w:val="008851DD"/>
    <w:rsid w:val="0088521B"/>
    <w:rsid w:val="00885A2A"/>
    <w:rsid w:val="00885A91"/>
    <w:rsid w:val="00886300"/>
    <w:rsid w:val="00886776"/>
    <w:rsid w:val="00886F71"/>
    <w:rsid w:val="0088724A"/>
    <w:rsid w:val="008875F7"/>
    <w:rsid w:val="00887A1D"/>
    <w:rsid w:val="00887F8E"/>
    <w:rsid w:val="00890329"/>
    <w:rsid w:val="00890EE7"/>
    <w:rsid w:val="008910AD"/>
    <w:rsid w:val="00891505"/>
    <w:rsid w:val="00891F6D"/>
    <w:rsid w:val="00892635"/>
    <w:rsid w:val="008929A7"/>
    <w:rsid w:val="00892B07"/>
    <w:rsid w:val="008930C1"/>
    <w:rsid w:val="00893970"/>
    <w:rsid w:val="00893B00"/>
    <w:rsid w:val="00893D27"/>
    <w:rsid w:val="0089436F"/>
    <w:rsid w:val="00894A8C"/>
    <w:rsid w:val="00894EEB"/>
    <w:rsid w:val="008960C4"/>
    <w:rsid w:val="00896612"/>
    <w:rsid w:val="0089674F"/>
    <w:rsid w:val="0089710C"/>
    <w:rsid w:val="008A05ED"/>
    <w:rsid w:val="008A0F95"/>
    <w:rsid w:val="008A11A7"/>
    <w:rsid w:val="008A14D1"/>
    <w:rsid w:val="008A1525"/>
    <w:rsid w:val="008A172C"/>
    <w:rsid w:val="008A1E4C"/>
    <w:rsid w:val="008A29E7"/>
    <w:rsid w:val="008A2EFE"/>
    <w:rsid w:val="008A395E"/>
    <w:rsid w:val="008A3C1F"/>
    <w:rsid w:val="008A420E"/>
    <w:rsid w:val="008A49B4"/>
    <w:rsid w:val="008A4C7F"/>
    <w:rsid w:val="008A5307"/>
    <w:rsid w:val="008A5457"/>
    <w:rsid w:val="008A7193"/>
    <w:rsid w:val="008A7351"/>
    <w:rsid w:val="008A7A44"/>
    <w:rsid w:val="008B0186"/>
    <w:rsid w:val="008B0348"/>
    <w:rsid w:val="008B0684"/>
    <w:rsid w:val="008B08CE"/>
    <w:rsid w:val="008B1C5F"/>
    <w:rsid w:val="008B2B24"/>
    <w:rsid w:val="008B425C"/>
    <w:rsid w:val="008B497A"/>
    <w:rsid w:val="008B4B33"/>
    <w:rsid w:val="008B5247"/>
    <w:rsid w:val="008B53EF"/>
    <w:rsid w:val="008B5E7F"/>
    <w:rsid w:val="008B5E85"/>
    <w:rsid w:val="008B5FC5"/>
    <w:rsid w:val="008B63FD"/>
    <w:rsid w:val="008B6A7A"/>
    <w:rsid w:val="008B754A"/>
    <w:rsid w:val="008B7743"/>
    <w:rsid w:val="008B7891"/>
    <w:rsid w:val="008C0336"/>
    <w:rsid w:val="008C0866"/>
    <w:rsid w:val="008C0BC0"/>
    <w:rsid w:val="008C13F1"/>
    <w:rsid w:val="008C13FD"/>
    <w:rsid w:val="008C1A8B"/>
    <w:rsid w:val="008C2893"/>
    <w:rsid w:val="008C29F7"/>
    <w:rsid w:val="008C31D5"/>
    <w:rsid w:val="008C35B1"/>
    <w:rsid w:val="008C3A2B"/>
    <w:rsid w:val="008C424C"/>
    <w:rsid w:val="008C4F87"/>
    <w:rsid w:val="008C5933"/>
    <w:rsid w:val="008C5981"/>
    <w:rsid w:val="008C6A5B"/>
    <w:rsid w:val="008C6CA3"/>
    <w:rsid w:val="008C70C4"/>
    <w:rsid w:val="008C726E"/>
    <w:rsid w:val="008D03F7"/>
    <w:rsid w:val="008D0A35"/>
    <w:rsid w:val="008D103C"/>
    <w:rsid w:val="008D1546"/>
    <w:rsid w:val="008D1900"/>
    <w:rsid w:val="008D1D56"/>
    <w:rsid w:val="008D2701"/>
    <w:rsid w:val="008D2779"/>
    <w:rsid w:val="008D3531"/>
    <w:rsid w:val="008D366A"/>
    <w:rsid w:val="008D3AE8"/>
    <w:rsid w:val="008D3F0E"/>
    <w:rsid w:val="008D4AF7"/>
    <w:rsid w:val="008D4B7B"/>
    <w:rsid w:val="008D530B"/>
    <w:rsid w:val="008D5486"/>
    <w:rsid w:val="008D5BA9"/>
    <w:rsid w:val="008D5E78"/>
    <w:rsid w:val="008D6316"/>
    <w:rsid w:val="008D6A26"/>
    <w:rsid w:val="008D6B39"/>
    <w:rsid w:val="008D74E9"/>
    <w:rsid w:val="008D7CD5"/>
    <w:rsid w:val="008E020C"/>
    <w:rsid w:val="008E04F8"/>
    <w:rsid w:val="008E0F45"/>
    <w:rsid w:val="008E2A3A"/>
    <w:rsid w:val="008E2D20"/>
    <w:rsid w:val="008E2DC9"/>
    <w:rsid w:val="008E3017"/>
    <w:rsid w:val="008E3AA4"/>
    <w:rsid w:val="008E50BA"/>
    <w:rsid w:val="008E56D9"/>
    <w:rsid w:val="008E5CF4"/>
    <w:rsid w:val="008E66C7"/>
    <w:rsid w:val="008F13FD"/>
    <w:rsid w:val="008F14F3"/>
    <w:rsid w:val="008F1F3E"/>
    <w:rsid w:val="008F24CD"/>
    <w:rsid w:val="008F24E1"/>
    <w:rsid w:val="008F2E10"/>
    <w:rsid w:val="008F2E57"/>
    <w:rsid w:val="008F3481"/>
    <w:rsid w:val="008F4A0B"/>
    <w:rsid w:val="008F4A4D"/>
    <w:rsid w:val="008F51EA"/>
    <w:rsid w:val="008F5642"/>
    <w:rsid w:val="008F720C"/>
    <w:rsid w:val="008F730E"/>
    <w:rsid w:val="00900469"/>
    <w:rsid w:val="009006CE"/>
    <w:rsid w:val="00900A5A"/>
    <w:rsid w:val="00901330"/>
    <w:rsid w:val="009014AD"/>
    <w:rsid w:val="0090198C"/>
    <w:rsid w:val="00901EFE"/>
    <w:rsid w:val="00902E3F"/>
    <w:rsid w:val="009034DE"/>
    <w:rsid w:val="009039FA"/>
    <w:rsid w:val="00903D88"/>
    <w:rsid w:val="009043C0"/>
    <w:rsid w:val="0090448C"/>
    <w:rsid w:val="0090481F"/>
    <w:rsid w:val="00904E3E"/>
    <w:rsid w:val="00905EB5"/>
    <w:rsid w:val="00906234"/>
    <w:rsid w:val="0090690F"/>
    <w:rsid w:val="00906FFF"/>
    <w:rsid w:val="0090782D"/>
    <w:rsid w:val="00907ACD"/>
    <w:rsid w:val="0091042F"/>
    <w:rsid w:val="0091076E"/>
    <w:rsid w:val="00910A72"/>
    <w:rsid w:val="0091113E"/>
    <w:rsid w:val="009112D4"/>
    <w:rsid w:val="00912615"/>
    <w:rsid w:val="00912987"/>
    <w:rsid w:val="00913F09"/>
    <w:rsid w:val="00914541"/>
    <w:rsid w:val="00914544"/>
    <w:rsid w:val="0091474F"/>
    <w:rsid w:val="00914BB9"/>
    <w:rsid w:val="00914ECE"/>
    <w:rsid w:val="00914FF2"/>
    <w:rsid w:val="009156A5"/>
    <w:rsid w:val="00915701"/>
    <w:rsid w:val="00915C2D"/>
    <w:rsid w:val="00916B87"/>
    <w:rsid w:val="00916C1C"/>
    <w:rsid w:val="0091742F"/>
    <w:rsid w:val="00917691"/>
    <w:rsid w:val="009179EE"/>
    <w:rsid w:val="0092029C"/>
    <w:rsid w:val="00920E45"/>
    <w:rsid w:val="00921004"/>
    <w:rsid w:val="00921BC2"/>
    <w:rsid w:val="00921C75"/>
    <w:rsid w:val="00921CFB"/>
    <w:rsid w:val="00922149"/>
    <w:rsid w:val="00922336"/>
    <w:rsid w:val="00922636"/>
    <w:rsid w:val="00922CA6"/>
    <w:rsid w:val="009238E0"/>
    <w:rsid w:val="0092473C"/>
    <w:rsid w:val="00924F63"/>
    <w:rsid w:val="009258D4"/>
    <w:rsid w:val="00926729"/>
    <w:rsid w:val="00926931"/>
    <w:rsid w:val="00926B26"/>
    <w:rsid w:val="009279F7"/>
    <w:rsid w:val="00930426"/>
    <w:rsid w:val="009311E3"/>
    <w:rsid w:val="00931667"/>
    <w:rsid w:val="00931D58"/>
    <w:rsid w:val="009320B6"/>
    <w:rsid w:val="00932942"/>
    <w:rsid w:val="00933A61"/>
    <w:rsid w:val="00933DC4"/>
    <w:rsid w:val="00933F52"/>
    <w:rsid w:val="009349DA"/>
    <w:rsid w:val="00934B68"/>
    <w:rsid w:val="00935AB5"/>
    <w:rsid w:val="00937C7F"/>
    <w:rsid w:val="00940320"/>
    <w:rsid w:val="00940BD8"/>
    <w:rsid w:val="00940CC1"/>
    <w:rsid w:val="00940F8F"/>
    <w:rsid w:val="009428DE"/>
    <w:rsid w:val="00942A1B"/>
    <w:rsid w:val="00942C08"/>
    <w:rsid w:val="009431DF"/>
    <w:rsid w:val="00943F7D"/>
    <w:rsid w:val="00944018"/>
    <w:rsid w:val="00944886"/>
    <w:rsid w:val="00944E25"/>
    <w:rsid w:val="00944E4D"/>
    <w:rsid w:val="00944F0D"/>
    <w:rsid w:val="00944F17"/>
    <w:rsid w:val="009456D6"/>
    <w:rsid w:val="0094635E"/>
    <w:rsid w:val="00947802"/>
    <w:rsid w:val="00947E49"/>
    <w:rsid w:val="0095097E"/>
    <w:rsid w:val="00950A7D"/>
    <w:rsid w:val="00950DC5"/>
    <w:rsid w:val="00950F12"/>
    <w:rsid w:val="00951DAE"/>
    <w:rsid w:val="00951E6D"/>
    <w:rsid w:val="00952977"/>
    <w:rsid w:val="009529F5"/>
    <w:rsid w:val="00952BB4"/>
    <w:rsid w:val="0095302B"/>
    <w:rsid w:val="009536B8"/>
    <w:rsid w:val="00953F0C"/>
    <w:rsid w:val="009544FF"/>
    <w:rsid w:val="00955A2C"/>
    <w:rsid w:val="00955D82"/>
    <w:rsid w:val="009560C0"/>
    <w:rsid w:val="009569D7"/>
    <w:rsid w:val="00956C4A"/>
    <w:rsid w:val="009570FF"/>
    <w:rsid w:val="009579F5"/>
    <w:rsid w:val="00957B08"/>
    <w:rsid w:val="00957E83"/>
    <w:rsid w:val="0096006B"/>
    <w:rsid w:val="009600DE"/>
    <w:rsid w:val="00960596"/>
    <w:rsid w:val="0096166B"/>
    <w:rsid w:val="00961E5C"/>
    <w:rsid w:val="00961ED7"/>
    <w:rsid w:val="00961EE6"/>
    <w:rsid w:val="00962622"/>
    <w:rsid w:val="00962B25"/>
    <w:rsid w:val="00962F73"/>
    <w:rsid w:val="009631F4"/>
    <w:rsid w:val="00963F7F"/>
    <w:rsid w:val="009643AE"/>
    <w:rsid w:val="0096466A"/>
    <w:rsid w:val="00965023"/>
    <w:rsid w:val="00965336"/>
    <w:rsid w:val="00965E1B"/>
    <w:rsid w:val="00965ED8"/>
    <w:rsid w:val="00966CBD"/>
    <w:rsid w:val="0096730E"/>
    <w:rsid w:val="009674B3"/>
    <w:rsid w:val="009679DB"/>
    <w:rsid w:val="00967EC8"/>
    <w:rsid w:val="009705AB"/>
    <w:rsid w:val="00970649"/>
    <w:rsid w:val="00970B2A"/>
    <w:rsid w:val="00970B2F"/>
    <w:rsid w:val="00970C68"/>
    <w:rsid w:val="009711E6"/>
    <w:rsid w:val="009717D4"/>
    <w:rsid w:val="0097282A"/>
    <w:rsid w:val="00972870"/>
    <w:rsid w:val="00972F08"/>
    <w:rsid w:val="00973046"/>
    <w:rsid w:val="00973976"/>
    <w:rsid w:val="00973992"/>
    <w:rsid w:val="009739F4"/>
    <w:rsid w:val="0097424F"/>
    <w:rsid w:val="009756E3"/>
    <w:rsid w:val="00975C1A"/>
    <w:rsid w:val="00976171"/>
    <w:rsid w:val="00976268"/>
    <w:rsid w:val="00976A45"/>
    <w:rsid w:val="00977E66"/>
    <w:rsid w:val="0098011F"/>
    <w:rsid w:val="009801EB"/>
    <w:rsid w:val="00980A98"/>
    <w:rsid w:val="00980AAD"/>
    <w:rsid w:val="00982729"/>
    <w:rsid w:val="00983C09"/>
    <w:rsid w:val="00984CDF"/>
    <w:rsid w:val="009857F1"/>
    <w:rsid w:val="00985934"/>
    <w:rsid w:val="009859FF"/>
    <w:rsid w:val="00985A97"/>
    <w:rsid w:val="00985B9F"/>
    <w:rsid w:val="009861B8"/>
    <w:rsid w:val="0098671B"/>
    <w:rsid w:val="00986DBF"/>
    <w:rsid w:val="00987081"/>
    <w:rsid w:val="009872B2"/>
    <w:rsid w:val="009879C5"/>
    <w:rsid w:val="00987CA9"/>
    <w:rsid w:val="009904EF"/>
    <w:rsid w:val="00990C22"/>
    <w:rsid w:val="00991501"/>
    <w:rsid w:val="00991742"/>
    <w:rsid w:val="00991EB4"/>
    <w:rsid w:val="009922EE"/>
    <w:rsid w:val="009929EF"/>
    <w:rsid w:val="00992B2F"/>
    <w:rsid w:val="00993632"/>
    <w:rsid w:val="00993A6C"/>
    <w:rsid w:val="00994108"/>
    <w:rsid w:val="009952B0"/>
    <w:rsid w:val="00995556"/>
    <w:rsid w:val="00995DA0"/>
    <w:rsid w:val="00996839"/>
    <w:rsid w:val="00997975"/>
    <w:rsid w:val="00997A8A"/>
    <w:rsid w:val="00997F4D"/>
    <w:rsid w:val="009A0E6D"/>
    <w:rsid w:val="009A111D"/>
    <w:rsid w:val="009A14F0"/>
    <w:rsid w:val="009A1530"/>
    <w:rsid w:val="009A1D05"/>
    <w:rsid w:val="009A211A"/>
    <w:rsid w:val="009A24BA"/>
    <w:rsid w:val="009A2EDC"/>
    <w:rsid w:val="009A34B1"/>
    <w:rsid w:val="009A399A"/>
    <w:rsid w:val="009A3CB0"/>
    <w:rsid w:val="009A3E08"/>
    <w:rsid w:val="009A460E"/>
    <w:rsid w:val="009A4D9F"/>
    <w:rsid w:val="009A502A"/>
    <w:rsid w:val="009A505D"/>
    <w:rsid w:val="009A5F98"/>
    <w:rsid w:val="009A6099"/>
    <w:rsid w:val="009A7351"/>
    <w:rsid w:val="009B0163"/>
    <w:rsid w:val="009B040B"/>
    <w:rsid w:val="009B0713"/>
    <w:rsid w:val="009B0BE6"/>
    <w:rsid w:val="009B18C4"/>
    <w:rsid w:val="009B29D9"/>
    <w:rsid w:val="009B2B58"/>
    <w:rsid w:val="009B34B2"/>
    <w:rsid w:val="009B36F3"/>
    <w:rsid w:val="009B4164"/>
    <w:rsid w:val="009B41AE"/>
    <w:rsid w:val="009B4ADE"/>
    <w:rsid w:val="009B50EC"/>
    <w:rsid w:val="009B533B"/>
    <w:rsid w:val="009B582F"/>
    <w:rsid w:val="009B5C20"/>
    <w:rsid w:val="009B7C57"/>
    <w:rsid w:val="009C00BC"/>
    <w:rsid w:val="009C01F4"/>
    <w:rsid w:val="009C0A24"/>
    <w:rsid w:val="009C0E3E"/>
    <w:rsid w:val="009C0EB3"/>
    <w:rsid w:val="009C0F00"/>
    <w:rsid w:val="009C1513"/>
    <w:rsid w:val="009C1B06"/>
    <w:rsid w:val="009C21A5"/>
    <w:rsid w:val="009C249C"/>
    <w:rsid w:val="009C2A0E"/>
    <w:rsid w:val="009C3735"/>
    <w:rsid w:val="009C4148"/>
    <w:rsid w:val="009C52B8"/>
    <w:rsid w:val="009C553F"/>
    <w:rsid w:val="009C766E"/>
    <w:rsid w:val="009C7730"/>
    <w:rsid w:val="009C7731"/>
    <w:rsid w:val="009C7C73"/>
    <w:rsid w:val="009C7D44"/>
    <w:rsid w:val="009D09BE"/>
    <w:rsid w:val="009D0CEB"/>
    <w:rsid w:val="009D2AB2"/>
    <w:rsid w:val="009D31CE"/>
    <w:rsid w:val="009D45C1"/>
    <w:rsid w:val="009D4A60"/>
    <w:rsid w:val="009D5073"/>
    <w:rsid w:val="009D518F"/>
    <w:rsid w:val="009D5699"/>
    <w:rsid w:val="009D6D41"/>
    <w:rsid w:val="009D7285"/>
    <w:rsid w:val="009D7304"/>
    <w:rsid w:val="009D7706"/>
    <w:rsid w:val="009D7918"/>
    <w:rsid w:val="009D7D6B"/>
    <w:rsid w:val="009D7DF9"/>
    <w:rsid w:val="009D7E97"/>
    <w:rsid w:val="009D7F05"/>
    <w:rsid w:val="009E08EB"/>
    <w:rsid w:val="009E1BAD"/>
    <w:rsid w:val="009E1FCC"/>
    <w:rsid w:val="009E2748"/>
    <w:rsid w:val="009E2AFE"/>
    <w:rsid w:val="009E2B15"/>
    <w:rsid w:val="009E5798"/>
    <w:rsid w:val="009E5E57"/>
    <w:rsid w:val="009E6FA2"/>
    <w:rsid w:val="009E7299"/>
    <w:rsid w:val="009E74D1"/>
    <w:rsid w:val="009E75AA"/>
    <w:rsid w:val="009E7A5E"/>
    <w:rsid w:val="009E7FBE"/>
    <w:rsid w:val="009F0932"/>
    <w:rsid w:val="009F0A56"/>
    <w:rsid w:val="009F1078"/>
    <w:rsid w:val="009F3111"/>
    <w:rsid w:val="009F32E3"/>
    <w:rsid w:val="009F365A"/>
    <w:rsid w:val="009F40E5"/>
    <w:rsid w:val="009F42FA"/>
    <w:rsid w:val="009F45B7"/>
    <w:rsid w:val="009F4E0E"/>
    <w:rsid w:val="009F4F90"/>
    <w:rsid w:val="009F5242"/>
    <w:rsid w:val="009F5690"/>
    <w:rsid w:val="009F5C34"/>
    <w:rsid w:val="009F620B"/>
    <w:rsid w:val="009F68BF"/>
    <w:rsid w:val="009F68D9"/>
    <w:rsid w:val="009F6D97"/>
    <w:rsid w:val="009F6F9F"/>
    <w:rsid w:val="009F792F"/>
    <w:rsid w:val="009F7EFB"/>
    <w:rsid w:val="00A00048"/>
    <w:rsid w:val="00A00ABE"/>
    <w:rsid w:val="00A00BE2"/>
    <w:rsid w:val="00A00F95"/>
    <w:rsid w:val="00A01299"/>
    <w:rsid w:val="00A01EB2"/>
    <w:rsid w:val="00A02964"/>
    <w:rsid w:val="00A02EE5"/>
    <w:rsid w:val="00A02F4B"/>
    <w:rsid w:val="00A03D74"/>
    <w:rsid w:val="00A044A2"/>
    <w:rsid w:val="00A04AE1"/>
    <w:rsid w:val="00A04D71"/>
    <w:rsid w:val="00A04EF7"/>
    <w:rsid w:val="00A052B5"/>
    <w:rsid w:val="00A0557A"/>
    <w:rsid w:val="00A056D2"/>
    <w:rsid w:val="00A05907"/>
    <w:rsid w:val="00A05D52"/>
    <w:rsid w:val="00A0617F"/>
    <w:rsid w:val="00A0624B"/>
    <w:rsid w:val="00A07563"/>
    <w:rsid w:val="00A1017B"/>
    <w:rsid w:val="00A10C68"/>
    <w:rsid w:val="00A110FB"/>
    <w:rsid w:val="00A11CC9"/>
    <w:rsid w:val="00A12722"/>
    <w:rsid w:val="00A130F8"/>
    <w:rsid w:val="00A13BF3"/>
    <w:rsid w:val="00A13F78"/>
    <w:rsid w:val="00A146D5"/>
    <w:rsid w:val="00A147E6"/>
    <w:rsid w:val="00A1491B"/>
    <w:rsid w:val="00A152CE"/>
    <w:rsid w:val="00A16278"/>
    <w:rsid w:val="00A16697"/>
    <w:rsid w:val="00A16B76"/>
    <w:rsid w:val="00A17187"/>
    <w:rsid w:val="00A1745D"/>
    <w:rsid w:val="00A17C6A"/>
    <w:rsid w:val="00A2029C"/>
    <w:rsid w:val="00A206D8"/>
    <w:rsid w:val="00A206DD"/>
    <w:rsid w:val="00A212E5"/>
    <w:rsid w:val="00A21727"/>
    <w:rsid w:val="00A218D3"/>
    <w:rsid w:val="00A21DB3"/>
    <w:rsid w:val="00A21E9B"/>
    <w:rsid w:val="00A222A7"/>
    <w:rsid w:val="00A222DF"/>
    <w:rsid w:val="00A2248C"/>
    <w:rsid w:val="00A22739"/>
    <w:rsid w:val="00A23205"/>
    <w:rsid w:val="00A23A08"/>
    <w:rsid w:val="00A23BA6"/>
    <w:rsid w:val="00A2415E"/>
    <w:rsid w:val="00A243D5"/>
    <w:rsid w:val="00A2466C"/>
    <w:rsid w:val="00A247CB"/>
    <w:rsid w:val="00A24833"/>
    <w:rsid w:val="00A2505C"/>
    <w:rsid w:val="00A26BC5"/>
    <w:rsid w:val="00A26C2F"/>
    <w:rsid w:val="00A2710C"/>
    <w:rsid w:val="00A27480"/>
    <w:rsid w:val="00A27C5F"/>
    <w:rsid w:val="00A27DB8"/>
    <w:rsid w:val="00A301AF"/>
    <w:rsid w:val="00A30260"/>
    <w:rsid w:val="00A305E5"/>
    <w:rsid w:val="00A30F89"/>
    <w:rsid w:val="00A31120"/>
    <w:rsid w:val="00A314B9"/>
    <w:rsid w:val="00A316DA"/>
    <w:rsid w:val="00A3252E"/>
    <w:rsid w:val="00A32A07"/>
    <w:rsid w:val="00A32A60"/>
    <w:rsid w:val="00A33056"/>
    <w:rsid w:val="00A3318C"/>
    <w:rsid w:val="00A335A6"/>
    <w:rsid w:val="00A3364C"/>
    <w:rsid w:val="00A33E03"/>
    <w:rsid w:val="00A345BC"/>
    <w:rsid w:val="00A34DAC"/>
    <w:rsid w:val="00A34ED0"/>
    <w:rsid w:val="00A35344"/>
    <w:rsid w:val="00A354A0"/>
    <w:rsid w:val="00A35F8C"/>
    <w:rsid w:val="00A361B3"/>
    <w:rsid w:val="00A363B1"/>
    <w:rsid w:val="00A36F9E"/>
    <w:rsid w:val="00A37082"/>
    <w:rsid w:val="00A37513"/>
    <w:rsid w:val="00A413B2"/>
    <w:rsid w:val="00A41729"/>
    <w:rsid w:val="00A41911"/>
    <w:rsid w:val="00A41B3A"/>
    <w:rsid w:val="00A42875"/>
    <w:rsid w:val="00A43157"/>
    <w:rsid w:val="00A43892"/>
    <w:rsid w:val="00A43B7C"/>
    <w:rsid w:val="00A445AE"/>
    <w:rsid w:val="00A446D0"/>
    <w:rsid w:val="00A456C1"/>
    <w:rsid w:val="00A46734"/>
    <w:rsid w:val="00A468E2"/>
    <w:rsid w:val="00A477E6"/>
    <w:rsid w:val="00A51069"/>
    <w:rsid w:val="00A51319"/>
    <w:rsid w:val="00A51515"/>
    <w:rsid w:val="00A5188A"/>
    <w:rsid w:val="00A519B7"/>
    <w:rsid w:val="00A520A7"/>
    <w:rsid w:val="00A5223D"/>
    <w:rsid w:val="00A529A4"/>
    <w:rsid w:val="00A52E35"/>
    <w:rsid w:val="00A52E85"/>
    <w:rsid w:val="00A530CE"/>
    <w:rsid w:val="00A532E9"/>
    <w:rsid w:val="00A53476"/>
    <w:rsid w:val="00A548DE"/>
    <w:rsid w:val="00A5494A"/>
    <w:rsid w:val="00A54A85"/>
    <w:rsid w:val="00A5512D"/>
    <w:rsid w:val="00A553CB"/>
    <w:rsid w:val="00A55EA7"/>
    <w:rsid w:val="00A5766B"/>
    <w:rsid w:val="00A57A41"/>
    <w:rsid w:val="00A6048F"/>
    <w:rsid w:val="00A6087F"/>
    <w:rsid w:val="00A60A10"/>
    <w:rsid w:val="00A60AF8"/>
    <w:rsid w:val="00A61DD9"/>
    <w:rsid w:val="00A62151"/>
    <w:rsid w:val="00A631D7"/>
    <w:rsid w:val="00A63870"/>
    <w:rsid w:val="00A63D15"/>
    <w:rsid w:val="00A6471F"/>
    <w:rsid w:val="00A64BF4"/>
    <w:rsid w:val="00A64E75"/>
    <w:rsid w:val="00A65D42"/>
    <w:rsid w:val="00A66EB5"/>
    <w:rsid w:val="00A6703E"/>
    <w:rsid w:val="00A70885"/>
    <w:rsid w:val="00A70E00"/>
    <w:rsid w:val="00A70F03"/>
    <w:rsid w:val="00A7138C"/>
    <w:rsid w:val="00A718D5"/>
    <w:rsid w:val="00A719A8"/>
    <w:rsid w:val="00A71C2D"/>
    <w:rsid w:val="00A71E96"/>
    <w:rsid w:val="00A7246C"/>
    <w:rsid w:val="00A73D41"/>
    <w:rsid w:val="00A74429"/>
    <w:rsid w:val="00A74E8B"/>
    <w:rsid w:val="00A74F94"/>
    <w:rsid w:val="00A75928"/>
    <w:rsid w:val="00A760D6"/>
    <w:rsid w:val="00A76225"/>
    <w:rsid w:val="00A76934"/>
    <w:rsid w:val="00A76A3B"/>
    <w:rsid w:val="00A771E6"/>
    <w:rsid w:val="00A77959"/>
    <w:rsid w:val="00A779AC"/>
    <w:rsid w:val="00A80347"/>
    <w:rsid w:val="00A8124C"/>
    <w:rsid w:val="00A81397"/>
    <w:rsid w:val="00A8154F"/>
    <w:rsid w:val="00A815A6"/>
    <w:rsid w:val="00A81E2F"/>
    <w:rsid w:val="00A81F22"/>
    <w:rsid w:val="00A8239F"/>
    <w:rsid w:val="00A82A51"/>
    <w:rsid w:val="00A82E4B"/>
    <w:rsid w:val="00A82FB5"/>
    <w:rsid w:val="00A8423B"/>
    <w:rsid w:val="00A84C95"/>
    <w:rsid w:val="00A85855"/>
    <w:rsid w:val="00A85A08"/>
    <w:rsid w:val="00A85CE4"/>
    <w:rsid w:val="00A85CEA"/>
    <w:rsid w:val="00A864BF"/>
    <w:rsid w:val="00A86A1F"/>
    <w:rsid w:val="00A8709E"/>
    <w:rsid w:val="00A871AB"/>
    <w:rsid w:val="00A878F5"/>
    <w:rsid w:val="00A8799C"/>
    <w:rsid w:val="00A91579"/>
    <w:rsid w:val="00A918E6"/>
    <w:rsid w:val="00A91AFF"/>
    <w:rsid w:val="00A91F43"/>
    <w:rsid w:val="00A920DF"/>
    <w:rsid w:val="00A92AD6"/>
    <w:rsid w:val="00A92AF8"/>
    <w:rsid w:val="00A930D8"/>
    <w:rsid w:val="00A93D00"/>
    <w:rsid w:val="00A9417B"/>
    <w:rsid w:val="00A949CC"/>
    <w:rsid w:val="00A94D30"/>
    <w:rsid w:val="00A95BF9"/>
    <w:rsid w:val="00A95E7A"/>
    <w:rsid w:val="00A95EC9"/>
    <w:rsid w:val="00A96771"/>
    <w:rsid w:val="00A96E08"/>
    <w:rsid w:val="00A96E2E"/>
    <w:rsid w:val="00A96FC4"/>
    <w:rsid w:val="00A9745C"/>
    <w:rsid w:val="00A9760B"/>
    <w:rsid w:val="00AA016B"/>
    <w:rsid w:val="00AA0AA9"/>
    <w:rsid w:val="00AA0CC8"/>
    <w:rsid w:val="00AA11EC"/>
    <w:rsid w:val="00AA1A72"/>
    <w:rsid w:val="00AA1E59"/>
    <w:rsid w:val="00AA1EA4"/>
    <w:rsid w:val="00AA2443"/>
    <w:rsid w:val="00AA2AAB"/>
    <w:rsid w:val="00AA33FD"/>
    <w:rsid w:val="00AA3661"/>
    <w:rsid w:val="00AA3846"/>
    <w:rsid w:val="00AA3F15"/>
    <w:rsid w:val="00AA4AAA"/>
    <w:rsid w:val="00AA4DCB"/>
    <w:rsid w:val="00AA4EBF"/>
    <w:rsid w:val="00AA598C"/>
    <w:rsid w:val="00AA5FF9"/>
    <w:rsid w:val="00AA65E6"/>
    <w:rsid w:val="00AA7299"/>
    <w:rsid w:val="00AA763D"/>
    <w:rsid w:val="00AA769F"/>
    <w:rsid w:val="00AB05BF"/>
    <w:rsid w:val="00AB0964"/>
    <w:rsid w:val="00AB0E1E"/>
    <w:rsid w:val="00AB1536"/>
    <w:rsid w:val="00AB3BBC"/>
    <w:rsid w:val="00AB3DDF"/>
    <w:rsid w:val="00AB4D1E"/>
    <w:rsid w:val="00AB5160"/>
    <w:rsid w:val="00AB5BF4"/>
    <w:rsid w:val="00AB5FA1"/>
    <w:rsid w:val="00AB7775"/>
    <w:rsid w:val="00AB78E4"/>
    <w:rsid w:val="00AB790E"/>
    <w:rsid w:val="00AB7EE1"/>
    <w:rsid w:val="00AC0E6C"/>
    <w:rsid w:val="00AC187D"/>
    <w:rsid w:val="00AC238D"/>
    <w:rsid w:val="00AC2D5A"/>
    <w:rsid w:val="00AC3006"/>
    <w:rsid w:val="00AC32ED"/>
    <w:rsid w:val="00AC339F"/>
    <w:rsid w:val="00AC372C"/>
    <w:rsid w:val="00AC3DF2"/>
    <w:rsid w:val="00AC4763"/>
    <w:rsid w:val="00AC5FCE"/>
    <w:rsid w:val="00AC65DF"/>
    <w:rsid w:val="00AC66D4"/>
    <w:rsid w:val="00AC68DA"/>
    <w:rsid w:val="00AC7E3C"/>
    <w:rsid w:val="00AD06DB"/>
    <w:rsid w:val="00AD0923"/>
    <w:rsid w:val="00AD0EB8"/>
    <w:rsid w:val="00AD1253"/>
    <w:rsid w:val="00AD1BBA"/>
    <w:rsid w:val="00AD20F4"/>
    <w:rsid w:val="00AD2952"/>
    <w:rsid w:val="00AD29C9"/>
    <w:rsid w:val="00AD31C8"/>
    <w:rsid w:val="00AD350D"/>
    <w:rsid w:val="00AD4010"/>
    <w:rsid w:val="00AD416F"/>
    <w:rsid w:val="00AD4286"/>
    <w:rsid w:val="00AD4437"/>
    <w:rsid w:val="00AD5F4E"/>
    <w:rsid w:val="00AD6176"/>
    <w:rsid w:val="00AD733C"/>
    <w:rsid w:val="00AD75D9"/>
    <w:rsid w:val="00AE0A76"/>
    <w:rsid w:val="00AE0E0A"/>
    <w:rsid w:val="00AE1109"/>
    <w:rsid w:val="00AE112C"/>
    <w:rsid w:val="00AE1C1C"/>
    <w:rsid w:val="00AE22C4"/>
    <w:rsid w:val="00AE29FA"/>
    <w:rsid w:val="00AE42F9"/>
    <w:rsid w:val="00AE4730"/>
    <w:rsid w:val="00AE49F8"/>
    <w:rsid w:val="00AE4BAA"/>
    <w:rsid w:val="00AE4BB8"/>
    <w:rsid w:val="00AE4BFE"/>
    <w:rsid w:val="00AE50F9"/>
    <w:rsid w:val="00AE5A8F"/>
    <w:rsid w:val="00AE61B8"/>
    <w:rsid w:val="00AE61BA"/>
    <w:rsid w:val="00AE6B1B"/>
    <w:rsid w:val="00AE6B2F"/>
    <w:rsid w:val="00AE6DBB"/>
    <w:rsid w:val="00AE6E35"/>
    <w:rsid w:val="00AE70F4"/>
    <w:rsid w:val="00AE74D8"/>
    <w:rsid w:val="00AE7A7D"/>
    <w:rsid w:val="00AE7E14"/>
    <w:rsid w:val="00AF0A69"/>
    <w:rsid w:val="00AF1101"/>
    <w:rsid w:val="00AF186E"/>
    <w:rsid w:val="00AF1DF5"/>
    <w:rsid w:val="00AF21BF"/>
    <w:rsid w:val="00AF2925"/>
    <w:rsid w:val="00AF2CEF"/>
    <w:rsid w:val="00AF2F76"/>
    <w:rsid w:val="00AF3208"/>
    <w:rsid w:val="00AF3BE0"/>
    <w:rsid w:val="00AF3C26"/>
    <w:rsid w:val="00AF44A0"/>
    <w:rsid w:val="00AF4801"/>
    <w:rsid w:val="00AF4A2A"/>
    <w:rsid w:val="00AF4DE3"/>
    <w:rsid w:val="00AF5A9E"/>
    <w:rsid w:val="00AF6581"/>
    <w:rsid w:val="00AF6958"/>
    <w:rsid w:val="00AF6B46"/>
    <w:rsid w:val="00AF6C09"/>
    <w:rsid w:val="00AF76A9"/>
    <w:rsid w:val="00B00073"/>
    <w:rsid w:val="00B01A65"/>
    <w:rsid w:val="00B0215E"/>
    <w:rsid w:val="00B03599"/>
    <w:rsid w:val="00B04790"/>
    <w:rsid w:val="00B0574C"/>
    <w:rsid w:val="00B05793"/>
    <w:rsid w:val="00B060DD"/>
    <w:rsid w:val="00B065C1"/>
    <w:rsid w:val="00B06CAF"/>
    <w:rsid w:val="00B06E77"/>
    <w:rsid w:val="00B07180"/>
    <w:rsid w:val="00B074D9"/>
    <w:rsid w:val="00B10279"/>
    <w:rsid w:val="00B1055A"/>
    <w:rsid w:val="00B10FCD"/>
    <w:rsid w:val="00B118E1"/>
    <w:rsid w:val="00B11DE4"/>
    <w:rsid w:val="00B1225A"/>
    <w:rsid w:val="00B12716"/>
    <w:rsid w:val="00B132A9"/>
    <w:rsid w:val="00B133B6"/>
    <w:rsid w:val="00B139BB"/>
    <w:rsid w:val="00B13C0E"/>
    <w:rsid w:val="00B151FB"/>
    <w:rsid w:val="00B154D2"/>
    <w:rsid w:val="00B156F1"/>
    <w:rsid w:val="00B160E5"/>
    <w:rsid w:val="00B16193"/>
    <w:rsid w:val="00B16F47"/>
    <w:rsid w:val="00B17254"/>
    <w:rsid w:val="00B17AF6"/>
    <w:rsid w:val="00B201C7"/>
    <w:rsid w:val="00B201F1"/>
    <w:rsid w:val="00B20DEC"/>
    <w:rsid w:val="00B2112B"/>
    <w:rsid w:val="00B21604"/>
    <w:rsid w:val="00B21F1C"/>
    <w:rsid w:val="00B2301A"/>
    <w:rsid w:val="00B24049"/>
    <w:rsid w:val="00B240F3"/>
    <w:rsid w:val="00B24FC3"/>
    <w:rsid w:val="00B2544F"/>
    <w:rsid w:val="00B25463"/>
    <w:rsid w:val="00B25540"/>
    <w:rsid w:val="00B2568B"/>
    <w:rsid w:val="00B258CB"/>
    <w:rsid w:val="00B2668C"/>
    <w:rsid w:val="00B26C9E"/>
    <w:rsid w:val="00B26EC6"/>
    <w:rsid w:val="00B271C6"/>
    <w:rsid w:val="00B27629"/>
    <w:rsid w:val="00B27DE6"/>
    <w:rsid w:val="00B27DF1"/>
    <w:rsid w:val="00B306AE"/>
    <w:rsid w:val="00B308E1"/>
    <w:rsid w:val="00B311FD"/>
    <w:rsid w:val="00B31F3B"/>
    <w:rsid w:val="00B3248D"/>
    <w:rsid w:val="00B327B3"/>
    <w:rsid w:val="00B32B1C"/>
    <w:rsid w:val="00B332E2"/>
    <w:rsid w:val="00B3350E"/>
    <w:rsid w:val="00B33860"/>
    <w:rsid w:val="00B3411E"/>
    <w:rsid w:val="00B343D1"/>
    <w:rsid w:val="00B344AA"/>
    <w:rsid w:val="00B344FD"/>
    <w:rsid w:val="00B357D6"/>
    <w:rsid w:val="00B3640C"/>
    <w:rsid w:val="00B365A0"/>
    <w:rsid w:val="00B3748E"/>
    <w:rsid w:val="00B374C6"/>
    <w:rsid w:val="00B3750B"/>
    <w:rsid w:val="00B37634"/>
    <w:rsid w:val="00B37F60"/>
    <w:rsid w:val="00B403F5"/>
    <w:rsid w:val="00B40B53"/>
    <w:rsid w:val="00B40B77"/>
    <w:rsid w:val="00B416D0"/>
    <w:rsid w:val="00B41C7B"/>
    <w:rsid w:val="00B4261B"/>
    <w:rsid w:val="00B42633"/>
    <w:rsid w:val="00B42C66"/>
    <w:rsid w:val="00B42E86"/>
    <w:rsid w:val="00B4334F"/>
    <w:rsid w:val="00B43691"/>
    <w:rsid w:val="00B43DD7"/>
    <w:rsid w:val="00B442D3"/>
    <w:rsid w:val="00B44EA0"/>
    <w:rsid w:val="00B459B7"/>
    <w:rsid w:val="00B45ACC"/>
    <w:rsid w:val="00B45EDC"/>
    <w:rsid w:val="00B467A7"/>
    <w:rsid w:val="00B478C1"/>
    <w:rsid w:val="00B50124"/>
    <w:rsid w:val="00B5014C"/>
    <w:rsid w:val="00B50B63"/>
    <w:rsid w:val="00B50EFF"/>
    <w:rsid w:val="00B512BE"/>
    <w:rsid w:val="00B51411"/>
    <w:rsid w:val="00B515DD"/>
    <w:rsid w:val="00B51F88"/>
    <w:rsid w:val="00B51FF4"/>
    <w:rsid w:val="00B52167"/>
    <w:rsid w:val="00B53212"/>
    <w:rsid w:val="00B53819"/>
    <w:rsid w:val="00B53BB1"/>
    <w:rsid w:val="00B53DCA"/>
    <w:rsid w:val="00B53FBC"/>
    <w:rsid w:val="00B53FD5"/>
    <w:rsid w:val="00B543FD"/>
    <w:rsid w:val="00B547BA"/>
    <w:rsid w:val="00B54BDF"/>
    <w:rsid w:val="00B550E8"/>
    <w:rsid w:val="00B55127"/>
    <w:rsid w:val="00B560A8"/>
    <w:rsid w:val="00B56661"/>
    <w:rsid w:val="00B571BF"/>
    <w:rsid w:val="00B57652"/>
    <w:rsid w:val="00B576E2"/>
    <w:rsid w:val="00B57C56"/>
    <w:rsid w:val="00B60201"/>
    <w:rsid w:val="00B607FE"/>
    <w:rsid w:val="00B60E30"/>
    <w:rsid w:val="00B61C33"/>
    <w:rsid w:val="00B61D48"/>
    <w:rsid w:val="00B62058"/>
    <w:rsid w:val="00B620AB"/>
    <w:rsid w:val="00B6215E"/>
    <w:rsid w:val="00B626D2"/>
    <w:rsid w:val="00B626DE"/>
    <w:rsid w:val="00B62832"/>
    <w:rsid w:val="00B6285F"/>
    <w:rsid w:val="00B62E95"/>
    <w:rsid w:val="00B63420"/>
    <w:rsid w:val="00B63F58"/>
    <w:rsid w:val="00B642EA"/>
    <w:rsid w:val="00B64513"/>
    <w:rsid w:val="00B64F06"/>
    <w:rsid w:val="00B6625D"/>
    <w:rsid w:val="00B66524"/>
    <w:rsid w:val="00B66A1C"/>
    <w:rsid w:val="00B66BE6"/>
    <w:rsid w:val="00B66C4C"/>
    <w:rsid w:val="00B70644"/>
    <w:rsid w:val="00B70926"/>
    <w:rsid w:val="00B716DB"/>
    <w:rsid w:val="00B71805"/>
    <w:rsid w:val="00B73E1E"/>
    <w:rsid w:val="00B7404E"/>
    <w:rsid w:val="00B74070"/>
    <w:rsid w:val="00B7423C"/>
    <w:rsid w:val="00B7446E"/>
    <w:rsid w:val="00B74A6B"/>
    <w:rsid w:val="00B7586A"/>
    <w:rsid w:val="00B762D9"/>
    <w:rsid w:val="00B76395"/>
    <w:rsid w:val="00B76790"/>
    <w:rsid w:val="00B76806"/>
    <w:rsid w:val="00B769A5"/>
    <w:rsid w:val="00B77E4C"/>
    <w:rsid w:val="00B801D3"/>
    <w:rsid w:val="00B80AAA"/>
    <w:rsid w:val="00B8172B"/>
    <w:rsid w:val="00B81C07"/>
    <w:rsid w:val="00B82997"/>
    <w:rsid w:val="00B83531"/>
    <w:rsid w:val="00B83989"/>
    <w:rsid w:val="00B83F5D"/>
    <w:rsid w:val="00B8509C"/>
    <w:rsid w:val="00B8558C"/>
    <w:rsid w:val="00B85806"/>
    <w:rsid w:val="00B85AFB"/>
    <w:rsid w:val="00B85C1B"/>
    <w:rsid w:val="00B86193"/>
    <w:rsid w:val="00B869E2"/>
    <w:rsid w:val="00B86FDB"/>
    <w:rsid w:val="00B8704C"/>
    <w:rsid w:val="00B871D2"/>
    <w:rsid w:val="00B872F0"/>
    <w:rsid w:val="00B87323"/>
    <w:rsid w:val="00B905BA"/>
    <w:rsid w:val="00B90B90"/>
    <w:rsid w:val="00B914BE"/>
    <w:rsid w:val="00B91EE0"/>
    <w:rsid w:val="00B92208"/>
    <w:rsid w:val="00B92C67"/>
    <w:rsid w:val="00B92EFA"/>
    <w:rsid w:val="00B9303A"/>
    <w:rsid w:val="00B938DF"/>
    <w:rsid w:val="00B93FE6"/>
    <w:rsid w:val="00B944CE"/>
    <w:rsid w:val="00B947E0"/>
    <w:rsid w:val="00B94E47"/>
    <w:rsid w:val="00B950AC"/>
    <w:rsid w:val="00B9543A"/>
    <w:rsid w:val="00B954BB"/>
    <w:rsid w:val="00B958F4"/>
    <w:rsid w:val="00B9596B"/>
    <w:rsid w:val="00B96A76"/>
    <w:rsid w:val="00B96AD2"/>
    <w:rsid w:val="00B96DA8"/>
    <w:rsid w:val="00B96EE5"/>
    <w:rsid w:val="00B973F8"/>
    <w:rsid w:val="00B9791C"/>
    <w:rsid w:val="00BA0094"/>
    <w:rsid w:val="00BA0886"/>
    <w:rsid w:val="00BA0A19"/>
    <w:rsid w:val="00BA0C02"/>
    <w:rsid w:val="00BA0FBD"/>
    <w:rsid w:val="00BA1557"/>
    <w:rsid w:val="00BA21AF"/>
    <w:rsid w:val="00BA2938"/>
    <w:rsid w:val="00BA2C3A"/>
    <w:rsid w:val="00BA31DB"/>
    <w:rsid w:val="00BA33F0"/>
    <w:rsid w:val="00BA3B3A"/>
    <w:rsid w:val="00BA484C"/>
    <w:rsid w:val="00BA49AD"/>
    <w:rsid w:val="00BA4A28"/>
    <w:rsid w:val="00BA5C56"/>
    <w:rsid w:val="00BA7590"/>
    <w:rsid w:val="00BA7A4A"/>
    <w:rsid w:val="00BB066C"/>
    <w:rsid w:val="00BB0A87"/>
    <w:rsid w:val="00BB1585"/>
    <w:rsid w:val="00BB16E3"/>
    <w:rsid w:val="00BB2D4D"/>
    <w:rsid w:val="00BB3140"/>
    <w:rsid w:val="00BB3156"/>
    <w:rsid w:val="00BB344D"/>
    <w:rsid w:val="00BB353D"/>
    <w:rsid w:val="00BB379B"/>
    <w:rsid w:val="00BB3EE3"/>
    <w:rsid w:val="00BB4342"/>
    <w:rsid w:val="00BB4C78"/>
    <w:rsid w:val="00BB50BC"/>
    <w:rsid w:val="00BB5482"/>
    <w:rsid w:val="00BB55D0"/>
    <w:rsid w:val="00BB626E"/>
    <w:rsid w:val="00BB7448"/>
    <w:rsid w:val="00BB7E68"/>
    <w:rsid w:val="00BC0230"/>
    <w:rsid w:val="00BC038B"/>
    <w:rsid w:val="00BC0936"/>
    <w:rsid w:val="00BC1019"/>
    <w:rsid w:val="00BC1A72"/>
    <w:rsid w:val="00BC2685"/>
    <w:rsid w:val="00BC2CD8"/>
    <w:rsid w:val="00BC2CDD"/>
    <w:rsid w:val="00BC3545"/>
    <w:rsid w:val="00BC3A23"/>
    <w:rsid w:val="00BC3B1C"/>
    <w:rsid w:val="00BC3F88"/>
    <w:rsid w:val="00BC4033"/>
    <w:rsid w:val="00BC4F62"/>
    <w:rsid w:val="00BC5270"/>
    <w:rsid w:val="00BC5DC3"/>
    <w:rsid w:val="00BC5E0E"/>
    <w:rsid w:val="00BC5EEF"/>
    <w:rsid w:val="00BC61AB"/>
    <w:rsid w:val="00BC6502"/>
    <w:rsid w:val="00BC6E70"/>
    <w:rsid w:val="00BC7C71"/>
    <w:rsid w:val="00BD07A1"/>
    <w:rsid w:val="00BD0AA6"/>
    <w:rsid w:val="00BD0AF2"/>
    <w:rsid w:val="00BD14AE"/>
    <w:rsid w:val="00BD17D1"/>
    <w:rsid w:val="00BD2238"/>
    <w:rsid w:val="00BD2996"/>
    <w:rsid w:val="00BD2F74"/>
    <w:rsid w:val="00BD3040"/>
    <w:rsid w:val="00BD30AD"/>
    <w:rsid w:val="00BD31C1"/>
    <w:rsid w:val="00BD3837"/>
    <w:rsid w:val="00BD3A21"/>
    <w:rsid w:val="00BD3DDB"/>
    <w:rsid w:val="00BD3FE3"/>
    <w:rsid w:val="00BD41B1"/>
    <w:rsid w:val="00BD4A74"/>
    <w:rsid w:val="00BD4FCF"/>
    <w:rsid w:val="00BD53AA"/>
    <w:rsid w:val="00BD577A"/>
    <w:rsid w:val="00BD595F"/>
    <w:rsid w:val="00BD5F2B"/>
    <w:rsid w:val="00BD5F9D"/>
    <w:rsid w:val="00BD6087"/>
    <w:rsid w:val="00BD64C7"/>
    <w:rsid w:val="00BD6FBB"/>
    <w:rsid w:val="00BD72ED"/>
    <w:rsid w:val="00BD72F6"/>
    <w:rsid w:val="00BD7470"/>
    <w:rsid w:val="00BD7748"/>
    <w:rsid w:val="00BD7A98"/>
    <w:rsid w:val="00BE0312"/>
    <w:rsid w:val="00BE0875"/>
    <w:rsid w:val="00BE1AC1"/>
    <w:rsid w:val="00BE1FC9"/>
    <w:rsid w:val="00BE3823"/>
    <w:rsid w:val="00BE3BB5"/>
    <w:rsid w:val="00BE46DD"/>
    <w:rsid w:val="00BE4E36"/>
    <w:rsid w:val="00BE556E"/>
    <w:rsid w:val="00BE61FD"/>
    <w:rsid w:val="00BE6FA4"/>
    <w:rsid w:val="00BE70F6"/>
    <w:rsid w:val="00BE7826"/>
    <w:rsid w:val="00BE78FB"/>
    <w:rsid w:val="00BE7C9A"/>
    <w:rsid w:val="00BF01D0"/>
    <w:rsid w:val="00BF0225"/>
    <w:rsid w:val="00BF0565"/>
    <w:rsid w:val="00BF0699"/>
    <w:rsid w:val="00BF06B4"/>
    <w:rsid w:val="00BF0E47"/>
    <w:rsid w:val="00BF202D"/>
    <w:rsid w:val="00BF26BF"/>
    <w:rsid w:val="00BF2A01"/>
    <w:rsid w:val="00BF35E9"/>
    <w:rsid w:val="00BF3E25"/>
    <w:rsid w:val="00BF4363"/>
    <w:rsid w:val="00BF51B8"/>
    <w:rsid w:val="00BF543E"/>
    <w:rsid w:val="00BF5582"/>
    <w:rsid w:val="00BF591E"/>
    <w:rsid w:val="00BF5AA2"/>
    <w:rsid w:val="00BF5D1C"/>
    <w:rsid w:val="00BF5E4D"/>
    <w:rsid w:val="00BF63C8"/>
    <w:rsid w:val="00BF6A17"/>
    <w:rsid w:val="00BF7315"/>
    <w:rsid w:val="00BF7463"/>
    <w:rsid w:val="00BF7580"/>
    <w:rsid w:val="00BF75D5"/>
    <w:rsid w:val="00BF7758"/>
    <w:rsid w:val="00C00A0C"/>
    <w:rsid w:val="00C00A22"/>
    <w:rsid w:val="00C00C54"/>
    <w:rsid w:val="00C00E7A"/>
    <w:rsid w:val="00C00F25"/>
    <w:rsid w:val="00C01DFE"/>
    <w:rsid w:val="00C022DA"/>
    <w:rsid w:val="00C024EC"/>
    <w:rsid w:val="00C0273D"/>
    <w:rsid w:val="00C02FA6"/>
    <w:rsid w:val="00C03695"/>
    <w:rsid w:val="00C03702"/>
    <w:rsid w:val="00C03B0F"/>
    <w:rsid w:val="00C040A1"/>
    <w:rsid w:val="00C043A6"/>
    <w:rsid w:val="00C0459F"/>
    <w:rsid w:val="00C04DE7"/>
    <w:rsid w:val="00C04ED6"/>
    <w:rsid w:val="00C05FB0"/>
    <w:rsid w:val="00C064C4"/>
    <w:rsid w:val="00C066D9"/>
    <w:rsid w:val="00C073DA"/>
    <w:rsid w:val="00C0744F"/>
    <w:rsid w:val="00C10B8A"/>
    <w:rsid w:val="00C112AE"/>
    <w:rsid w:val="00C11722"/>
    <w:rsid w:val="00C1198D"/>
    <w:rsid w:val="00C11A72"/>
    <w:rsid w:val="00C12111"/>
    <w:rsid w:val="00C12E99"/>
    <w:rsid w:val="00C13441"/>
    <w:rsid w:val="00C137BA"/>
    <w:rsid w:val="00C13D18"/>
    <w:rsid w:val="00C14723"/>
    <w:rsid w:val="00C148A5"/>
    <w:rsid w:val="00C14DD2"/>
    <w:rsid w:val="00C14E5C"/>
    <w:rsid w:val="00C150A6"/>
    <w:rsid w:val="00C15793"/>
    <w:rsid w:val="00C15EE4"/>
    <w:rsid w:val="00C16146"/>
    <w:rsid w:val="00C161DF"/>
    <w:rsid w:val="00C1659C"/>
    <w:rsid w:val="00C1664C"/>
    <w:rsid w:val="00C1672A"/>
    <w:rsid w:val="00C1793E"/>
    <w:rsid w:val="00C17DBB"/>
    <w:rsid w:val="00C20A0C"/>
    <w:rsid w:val="00C20FC0"/>
    <w:rsid w:val="00C213E0"/>
    <w:rsid w:val="00C21752"/>
    <w:rsid w:val="00C217C6"/>
    <w:rsid w:val="00C21CA0"/>
    <w:rsid w:val="00C22051"/>
    <w:rsid w:val="00C224EB"/>
    <w:rsid w:val="00C229E1"/>
    <w:rsid w:val="00C22BDB"/>
    <w:rsid w:val="00C22E01"/>
    <w:rsid w:val="00C230F9"/>
    <w:rsid w:val="00C2311D"/>
    <w:rsid w:val="00C231AA"/>
    <w:rsid w:val="00C236E3"/>
    <w:rsid w:val="00C23BD7"/>
    <w:rsid w:val="00C23E6D"/>
    <w:rsid w:val="00C2432F"/>
    <w:rsid w:val="00C249DC"/>
    <w:rsid w:val="00C24A3D"/>
    <w:rsid w:val="00C24EDD"/>
    <w:rsid w:val="00C26518"/>
    <w:rsid w:val="00C26AD8"/>
    <w:rsid w:val="00C27675"/>
    <w:rsid w:val="00C30FEA"/>
    <w:rsid w:val="00C31FA7"/>
    <w:rsid w:val="00C32C56"/>
    <w:rsid w:val="00C3358E"/>
    <w:rsid w:val="00C337A0"/>
    <w:rsid w:val="00C344EA"/>
    <w:rsid w:val="00C34F3E"/>
    <w:rsid w:val="00C353B7"/>
    <w:rsid w:val="00C3638A"/>
    <w:rsid w:val="00C365F9"/>
    <w:rsid w:val="00C36BF7"/>
    <w:rsid w:val="00C36DC4"/>
    <w:rsid w:val="00C379AF"/>
    <w:rsid w:val="00C37F00"/>
    <w:rsid w:val="00C4027D"/>
    <w:rsid w:val="00C4048C"/>
    <w:rsid w:val="00C405CC"/>
    <w:rsid w:val="00C40CDA"/>
    <w:rsid w:val="00C415E8"/>
    <w:rsid w:val="00C41C0E"/>
    <w:rsid w:val="00C4277F"/>
    <w:rsid w:val="00C42B6C"/>
    <w:rsid w:val="00C43550"/>
    <w:rsid w:val="00C4372C"/>
    <w:rsid w:val="00C43C7E"/>
    <w:rsid w:val="00C43F04"/>
    <w:rsid w:val="00C44776"/>
    <w:rsid w:val="00C4483A"/>
    <w:rsid w:val="00C45034"/>
    <w:rsid w:val="00C451C5"/>
    <w:rsid w:val="00C4543E"/>
    <w:rsid w:val="00C45AE5"/>
    <w:rsid w:val="00C4636D"/>
    <w:rsid w:val="00C46527"/>
    <w:rsid w:val="00C469CB"/>
    <w:rsid w:val="00C476EF"/>
    <w:rsid w:val="00C47D62"/>
    <w:rsid w:val="00C47D75"/>
    <w:rsid w:val="00C50676"/>
    <w:rsid w:val="00C520D2"/>
    <w:rsid w:val="00C52406"/>
    <w:rsid w:val="00C52AA6"/>
    <w:rsid w:val="00C5378E"/>
    <w:rsid w:val="00C55F1B"/>
    <w:rsid w:val="00C560C1"/>
    <w:rsid w:val="00C5695D"/>
    <w:rsid w:val="00C574B2"/>
    <w:rsid w:val="00C57FF8"/>
    <w:rsid w:val="00C602F9"/>
    <w:rsid w:val="00C60AC7"/>
    <w:rsid w:val="00C60BC1"/>
    <w:rsid w:val="00C60FAD"/>
    <w:rsid w:val="00C618E7"/>
    <w:rsid w:val="00C6195F"/>
    <w:rsid w:val="00C61D5B"/>
    <w:rsid w:val="00C61F68"/>
    <w:rsid w:val="00C6235E"/>
    <w:rsid w:val="00C624B8"/>
    <w:rsid w:val="00C6253C"/>
    <w:rsid w:val="00C636BD"/>
    <w:rsid w:val="00C6382A"/>
    <w:rsid w:val="00C63BD7"/>
    <w:rsid w:val="00C64179"/>
    <w:rsid w:val="00C64386"/>
    <w:rsid w:val="00C64A60"/>
    <w:rsid w:val="00C64EEB"/>
    <w:rsid w:val="00C653B0"/>
    <w:rsid w:val="00C65590"/>
    <w:rsid w:val="00C65CA6"/>
    <w:rsid w:val="00C66753"/>
    <w:rsid w:val="00C67465"/>
    <w:rsid w:val="00C677A6"/>
    <w:rsid w:val="00C70BF6"/>
    <w:rsid w:val="00C71094"/>
    <w:rsid w:val="00C712A2"/>
    <w:rsid w:val="00C723C1"/>
    <w:rsid w:val="00C73DDE"/>
    <w:rsid w:val="00C7408F"/>
    <w:rsid w:val="00C741E4"/>
    <w:rsid w:val="00C74772"/>
    <w:rsid w:val="00C74E7A"/>
    <w:rsid w:val="00C759F1"/>
    <w:rsid w:val="00C75B1F"/>
    <w:rsid w:val="00C76590"/>
    <w:rsid w:val="00C76780"/>
    <w:rsid w:val="00C7732D"/>
    <w:rsid w:val="00C775E7"/>
    <w:rsid w:val="00C777EF"/>
    <w:rsid w:val="00C77D3A"/>
    <w:rsid w:val="00C8071F"/>
    <w:rsid w:val="00C807F0"/>
    <w:rsid w:val="00C80A43"/>
    <w:rsid w:val="00C80F8F"/>
    <w:rsid w:val="00C81593"/>
    <w:rsid w:val="00C816E9"/>
    <w:rsid w:val="00C81C1B"/>
    <w:rsid w:val="00C821BE"/>
    <w:rsid w:val="00C84B39"/>
    <w:rsid w:val="00C855C7"/>
    <w:rsid w:val="00C86371"/>
    <w:rsid w:val="00C8638C"/>
    <w:rsid w:val="00C87336"/>
    <w:rsid w:val="00C87425"/>
    <w:rsid w:val="00C87BAB"/>
    <w:rsid w:val="00C9025F"/>
    <w:rsid w:val="00C90278"/>
    <w:rsid w:val="00C907E4"/>
    <w:rsid w:val="00C91643"/>
    <w:rsid w:val="00C9183B"/>
    <w:rsid w:val="00C9192B"/>
    <w:rsid w:val="00C926A4"/>
    <w:rsid w:val="00C927A4"/>
    <w:rsid w:val="00C929F6"/>
    <w:rsid w:val="00C9319A"/>
    <w:rsid w:val="00C94B39"/>
    <w:rsid w:val="00C95552"/>
    <w:rsid w:val="00C9572B"/>
    <w:rsid w:val="00C9588A"/>
    <w:rsid w:val="00C95AD5"/>
    <w:rsid w:val="00C95C0A"/>
    <w:rsid w:val="00C95D67"/>
    <w:rsid w:val="00C95DD0"/>
    <w:rsid w:val="00C963F1"/>
    <w:rsid w:val="00C964B9"/>
    <w:rsid w:val="00C96E2C"/>
    <w:rsid w:val="00C97FC6"/>
    <w:rsid w:val="00CA0533"/>
    <w:rsid w:val="00CA12D9"/>
    <w:rsid w:val="00CA3331"/>
    <w:rsid w:val="00CA3FCD"/>
    <w:rsid w:val="00CA484A"/>
    <w:rsid w:val="00CA5903"/>
    <w:rsid w:val="00CA61AD"/>
    <w:rsid w:val="00CA6441"/>
    <w:rsid w:val="00CA673D"/>
    <w:rsid w:val="00CA6BEB"/>
    <w:rsid w:val="00CA7A98"/>
    <w:rsid w:val="00CA7CB6"/>
    <w:rsid w:val="00CB0289"/>
    <w:rsid w:val="00CB072F"/>
    <w:rsid w:val="00CB08D6"/>
    <w:rsid w:val="00CB1BBD"/>
    <w:rsid w:val="00CB20F4"/>
    <w:rsid w:val="00CB258E"/>
    <w:rsid w:val="00CB2870"/>
    <w:rsid w:val="00CB29CA"/>
    <w:rsid w:val="00CB3940"/>
    <w:rsid w:val="00CB4332"/>
    <w:rsid w:val="00CB4490"/>
    <w:rsid w:val="00CB47E2"/>
    <w:rsid w:val="00CB4F93"/>
    <w:rsid w:val="00CB52F3"/>
    <w:rsid w:val="00CB553C"/>
    <w:rsid w:val="00CB5D5A"/>
    <w:rsid w:val="00CB6488"/>
    <w:rsid w:val="00CB7647"/>
    <w:rsid w:val="00CB7909"/>
    <w:rsid w:val="00CC012B"/>
    <w:rsid w:val="00CC02F4"/>
    <w:rsid w:val="00CC0E01"/>
    <w:rsid w:val="00CC0E10"/>
    <w:rsid w:val="00CC1699"/>
    <w:rsid w:val="00CC1BB9"/>
    <w:rsid w:val="00CC22DA"/>
    <w:rsid w:val="00CC2402"/>
    <w:rsid w:val="00CC278B"/>
    <w:rsid w:val="00CC2CCB"/>
    <w:rsid w:val="00CC2D9B"/>
    <w:rsid w:val="00CC3F82"/>
    <w:rsid w:val="00CC44C2"/>
    <w:rsid w:val="00CC452A"/>
    <w:rsid w:val="00CC48D8"/>
    <w:rsid w:val="00CC490B"/>
    <w:rsid w:val="00CC5789"/>
    <w:rsid w:val="00CC5E2E"/>
    <w:rsid w:val="00CC62FB"/>
    <w:rsid w:val="00CC7781"/>
    <w:rsid w:val="00CC7E09"/>
    <w:rsid w:val="00CD06A7"/>
    <w:rsid w:val="00CD1359"/>
    <w:rsid w:val="00CD141E"/>
    <w:rsid w:val="00CD1AB2"/>
    <w:rsid w:val="00CD210C"/>
    <w:rsid w:val="00CD289C"/>
    <w:rsid w:val="00CD2B17"/>
    <w:rsid w:val="00CD2CEF"/>
    <w:rsid w:val="00CD3283"/>
    <w:rsid w:val="00CD3802"/>
    <w:rsid w:val="00CD3A38"/>
    <w:rsid w:val="00CD41DF"/>
    <w:rsid w:val="00CD42B1"/>
    <w:rsid w:val="00CD4B49"/>
    <w:rsid w:val="00CD4BE7"/>
    <w:rsid w:val="00CD65FF"/>
    <w:rsid w:val="00CD719F"/>
    <w:rsid w:val="00CD783B"/>
    <w:rsid w:val="00CD7AB6"/>
    <w:rsid w:val="00CD7E40"/>
    <w:rsid w:val="00CE1851"/>
    <w:rsid w:val="00CE1903"/>
    <w:rsid w:val="00CE20E3"/>
    <w:rsid w:val="00CE27C2"/>
    <w:rsid w:val="00CE3B15"/>
    <w:rsid w:val="00CE3BBD"/>
    <w:rsid w:val="00CE3CEB"/>
    <w:rsid w:val="00CE4740"/>
    <w:rsid w:val="00CE48F6"/>
    <w:rsid w:val="00CE4ACC"/>
    <w:rsid w:val="00CE4FBF"/>
    <w:rsid w:val="00CE509D"/>
    <w:rsid w:val="00CE50C4"/>
    <w:rsid w:val="00CE5955"/>
    <w:rsid w:val="00CE5DE6"/>
    <w:rsid w:val="00CE6399"/>
    <w:rsid w:val="00CE7248"/>
    <w:rsid w:val="00CE7D71"/>
    <w:rsid w:val="00CE7D9D"/>
    <w:rsid w:val="00CF032F"/>
    <w:rsid w:val="00CF1F0A"/>
    <w:rsid w:val="00CF1F6F"/>
    <w:rsid w:val="00CF1FF2"/>
    <w:rsid w:val="00CF2396"/>
    <w:rsid w:val="00CF283D"/>
    <w:rsid w:val="00CF2C87"/>
    <w:rsid w:val="00CF2F1C"/>
    <w:rsid w:val="00CF34C5"/>
    <w:rsid w:val="00CF3B81"/>
    <w:rsid w:val="00CF4D8B"/>
    <w:rsid w:val="00CF5D1C"/>
    <w:rsid w:val="00CF6ED2"/>
    <w:rsid w:val="00CF7724"/>
    <w:rsid w:val="00CF779F"/>
    <w:rsid w:val="00CF798D"/>
    <w:rsid w:val="00D01271"/>
    <w:rsid w:val="00D01C26"/>
    <w:rsid w:val="00D02831"/>
    <w:rsid w:val="00D0301F"/>
    <w:rsid w:val="00D03B24"/>
    <w:rsid w:val="00D04425"/>
    <w:rsid w:val="00D04BFA"/>
    <w:rsid w:val="00D05166"/>
    <w:rsid w:val="00D05E6D"/>
    <w:rsid w:val="00D06004"/>
    <w:rsid w:val="00D06C77"/>
    <w:rsid w:val="00D07033"/>
    <w:rsid w:val="00D07267"/>
    <w:rsid w:val="00D07387"/>
    <w:rsid w:val="00D07624"/>
    <w:rsid w:val="00D10B6F"/>
    <w:rsid w:val="00D10D25"/>
    <w:rsid w:val="00D10D83"/>
    <w:rsid w:val="00D10E51"/>
    <w:rsid w:val="00D10F67"/>
    <w:rsid w:val="00D114EF"/>
    <w:rsid w:val="00D11D4E"/>
    <w:rsid w:val="00D1220E"/>
    <w:rsid w:val="00D12920"/>
    <w:rsid w:val="00D133D8"/>
    <w:rsid w:val="00D13C2B"/>
    <w:rsid w:val="00D14021"/>
    <w:rsid w:val="00D1504F"/>
    <w:rsid w:val="00D15636"/>
    <w:rsid w:val="00D15B82"/>
    <w:rsid w:val="00D15BCE"/>
    <w:rsid w:val="00D15D5A"/>
    <w:rsid w:val="00D16310"/>
    <w:rsid w:val="00D16682"/>
    <w:rsid w:val="00D16EAC"/>
    <w:rsid w:val="00D173B7"/>
    <w:rsid w:val="00D176F0"/>
    <w:rsid w:val="00D2016F"/>
    <w:rsid w:val="00D206BD"/>
    <w:rsid w:val="00D20EB8"/>
    <w:rsid w:val="00D219CF"/>
    <w:rsid w:val="00D21FF3"/>
    <w:rsid w:val="00D2240F"/>
    <w:rsid w:val="00D225F8"/>
    <w:rsid w:val="00D2264F"/>
    <w:rsid w:val="00D22CED"/>
    <w:rsid w:val="00D22F1B"/>
    <w:rsid w:val="00D23076"/>
    <w:rsid w:val="00D23251"/>
    <w:rsid w:val="00D2377D"/>
    <w:rsid w:val="00D23E31"/>
    <w:rsid w:val="00D24425"/>
    <w:rsid w:val="00D24C16"/>
    <w:rsid w:val="00D24C18"/>
    <w:rsid w:val="00D259FD"/>
    <w:rsid w:val="00D263B6"/>
    <w:rsid w:val="00D26963"/>
    <w:rsid w:val="00D26DEB"/>
    <w:rsid w:val="00D2721D"/>
    <w:rsid w:val="00D27DCD"/>
    <w:rsid w:val="00D3044F"/>
    <w:rsid w:val="00D304EC"/>
    <w:rsid w:val="00D30A5A"/>
    <w:rsid w:val="00D30B0D"/>
    <w:rsid w:val="00D323BB"/>
    <w:rsid w:val="00D323E8"/>
    <w:rsid w:val="00D3243D"/>
    <w:rsid w:val="00D3271C"/>
    <w:rsid w:val="00D329EB"/>
    <w:rsid w:val="00D32D8C"/>
    <w:rsid w:val="00D33034"/>
    <w:rsid w:val="00D338F1"/>
    <w:rsid w:val="00D33B2C"/>
    <w:rsid w:val="00D34FF1"/>
    <w:rsid w:val="00D366DF"/>
    <w:rsid w:val="00D368B2"/>
    <w:rsid w:val="00D36A9C"/>
    <w:rsid w:val="00D37005"/>
    <w:rsid w:val="00D371A3"/>
    <w:rsid w:val="00D3799A"/>
    <w:rsid w:val="00D37AED"/>
    <w:rsid w:val="00D37E10"/>
    <w:rsid w:val="00D404EC"/>
    <w:rsid w:val="00D4051D"/>
    <w:rsid w:val="00D4095A"/>
    <w:rsid w:val="00D41305"/>
    <w:rsid w:val="00D41971"/>
    <w:rsid w:val="00D41D31"/>
    <w:rsid w:val="00D4234B"/>
    <w:rsid w:val="00D42396"/>
    <w:rsid w:val="00D425CF"/>
    <w:rsid w:val="00D42739"/>
    <w:rsid w:val="00D4318A"/>
    <w:rsid w:val="00D43ACC"/>
    <w:rsid w:val="00D43F6D"/>
    <w:rsid w:val="00D442CE"/>
    <w:rsid w:val="00D45252"/>
    <w:rsid w:val="00D4551A"/>
    <w:rsid w:val="00D45561"/>
    <w:rsid w:val="00D45771"/>
    <w:rsid w:val="00D45BA0"/>
    <w:rsid w:val="00D464F9"/>
    <w:rsid w:val="00D466A3"/>
    <w:rsid w:val="00D47277"/>
    <w:rsid w:val="00D47371"/>
    <w:rsid w:val="00D501F4"/>
    <w:rsid w:val="00D504B0"/>
    <w:rsid w:val="00D5094E"/>
    <w:rsid w:val="00D51542"/>
    <w:rsid w:val="00D516A8"/>
    <w:rsid w:val="00D51CAD"/>
    <w:rsid w:val="00D52917"/>
    <w:rsid w:val="00D52DD0"/>
    <w:rsid w:val="00D533B4"/>
    <w:rsid w:val="00D5341B"/>
    <w:rsid w:val="00D53EB3"/>
    <w:rsid w:val="00D54663"/>
    <w:rsid w:val="00D54AC0"/>
    <w:rsid w:val="00D54B6D"/>
    <w:rsid w:val="00D5515A"/>
    <w:rsid w:val="00D552D0"/>
    <w:rsid w:val="00D55A12"/>
    <w:rsid w:val="00D566DF"/>
    <w:rsid w:val="00D568AD"/>
    <w:rsid w:val="00D5705E"/>
    <w:rsid w:val="00D578A7"/>
    <w:rsid w:val="00D57998"/>
    <w:rsid w:val="00D579A4"/>
    <w:rsid w:val="00D579DD"/>
    <w:rsid w:val="00D57A44"/>
    <w:rsid w:val="00D57B07"/>
    <w:rsid w:val="00D602FB"/>
    <w:rsid w:val="00D617DA"/>
    <w:rsid w:val="00D61BEE"/>
    <w:rsid w:val="00D61F09"/>
    <w:rsid w:val="00D62336"/>
    <w:rsid w:val="00D62708"/>
    <w:rsid w:val="00D634DC"/>
    <w:rsid w:val="00D63D38"/>
    <w:rsid w:val="00D63EFD"/>
    <w:rsid w:val="00D64044"/>
    <w:rsid w:val="00D655C2"/>
    <w:rsid w:val="00D65922"/>
    <w:rsid w:val="00D65FB2"/>
    <w:rsid w:val="00D661B2"/>
    <w:rsid w:val="00D66339"/>
    <w:rsid w:val="00D664B5"/>
    <w:rsid w:val="00D6685C"/>
    <w:rsid w:val="00D66A19"/>
    <w:rsid w:val="00D66AF9"/>
    <w:rsid w:val="00D66E60"/>
    <w:rsid w:val="00D67541"/>
    <w:rsid w:val="00D67C45"/>
    <w:rsid w:val="00D67D27"/>
    <w:rsid w:val="00D704B1"/>
    <w:rsid w:val="00D7075F"/>
    <w:rsid w:val="00D70919"/>
    <w:rsid w:val="00D71073"/>
    <w:rsid w:val="00D712DB"/>
    <w:rsid w:val="00D71763"/>
    <w:rsid w:val="00D72EC8"/>
    <w:rsid w:val="00D72F96"/>
    <w:rsid w:val="00D73146"/>
    <w:rsid w:val="00D73680"/>
    <w:rsid w:val="00D74150"/>
    <w:rsid w:val="00D74250"/>
    <w:rsid w:val="00D749E8"/>
    <w:rsid w:val="00D7586B"/>
    <w:rsid w:val="00D75B79"/>
    <w:rsid w:val="00D75E2E"/>
    <w:rsid w:val="00D75E4F"/>
    <w:rsid w:val="00D76C26"/>
    <w:rsid w:val="00D76DF8"/>
    <w:rsid w:val="00D770C3"/>
    <w:rsid w:val="00D77362"/>
    <w:rsid w:val="00D77B91"/>
    <w:rsid w:val="00D77DE1"/>
    <w:rsid w:val="00D80D72"/>
    <w:rsid w:val="00D81350"/>
    <w:rsid w:val="00D81BB2"/>
    <w:rsid w:val="00D832DB"/>
    <w:rsid w:val="00D83552"/>
    <w:rsid w:val="00D8382A"/>
    <w:rsid w:val="00D83F3E"/>
    <w:rsid w:val="00D846FB"/>
    <w:rsid w:val="00D853A6"/>
    <w:rsid w:val="00D85A90"/>
    <w:rsid w:val="00D86270"/>
    <w:rsid w:val="00D86378"/>
    <w:rsid w:val="00D86CC5"/>
    <w:rsid w:val="00D86F89"/>
    <w:rsid w:val="00D87F11"/>
    <w:rsid w:val="00D9025E"/>
    <w:rsid w:val="00D904A7"/>
    <w:rsid w:val="00D90EE4"/>
    <w:rsid w:val="00D91577"/>
    <w:rsid w:val="00D9173A"/>
    <w:rsid w:val="00D91F97"/>
    <w:rsid w:val="00D92350"/>
    <w:rsid w:val="00D92DB8"/>
    <w:rsid w:val="00D93654"/>
    <w:rsid w:val="00D9366D"/>
    <w:rsid w:val="00D93DFC"/>
    <w:rsid w:val="00D946C3"/>
    <w:rsid w:val="00D9621D"/>
    <w:rsid w:val="00D96959"/>
    <w:rsid w:val="00D96C90"/>
    <w:rsid w:val="00D97411"/>
    <w:rsid w:val="00D97B33"/>
    <w:rsid w:val="00DA0759"/>
    <w:rsid w:val="00DA0CCD"/>
    <w:rsid w:val="00DA0CEA"/>
    <w:rsid w:val="00DA142D"/>
    <w:rsid w:val="00DA1B79"/>
    <w:rsid w:val="00DA1C60"/>
    <w:rsid w:val="00DA1E50"/>
    <w:rsid w:val="00DA2390"/>
    <w:rsid w:val="00DA34A2"/>
    <w:rsid w:val="00DA41B8"/>
    <w:rsid w:val="00DA4CDF"/>
    <w:rsid w:val="00DA56BC"/>
    <w:rsid w:val="00DA5F68"/>
    <w:rsid w:val="00DA659D"/>
    <w:rsid w:val="00DA6659"/>
    <w:rsid w:val="00DA6904"/>
    <w:rsid w:val="00DA6A8A"/>
    <w:rsid w:val="00DA6C72"/>
    <w:rsid w:val="00DA7070"/>
    <w:rsid w:val="00DA709E"/>
    <w:rsid w:val="00DA7A77"/>
    <w:rsid w:val="00DA7BDC"/>
    <w:rsid w:val="00DB05BD"/>
    <w:rsid w:val="00DB09A5"/>
    <w:rsid w:val="00DB0F5F"/>
    <w:rsid w:val="00DB1098"/>
    <w:rsid w:val="00DB10F7"/>
    <w:rsid w:val="00DB130F"/>
    <w:rsid w:val="00DB158E"/>
    <w:rsid w:val="00DB2031"/>
    <w:rsid w:val="00DB269B"/>
    <w:rsid w:val="00DB3351"/>
    <w:rsid w:val="00DB33A3"/>
    <w:rsid w:val="00DB3429"/>
    <w:rsid w:val="00DB3D93"/>
    <w:rsid w:val="00DB3EC6"/>
    <w:rsid w:val="00DB4888"/>
    <w:rsid w:val="00DB4A7E"/>
    <w:rsid w:val="00DB55C5"/>
    <w:rsid w:val="00DB6166"/>
    <w:rsid w:val="00DB637A"/>
    <w:rsid w:val="00DB6473"/>
    <w:rsid w:val="00DB6AC6"/>
    <w:rsid w:val="00DB7060"/>
    <w:rsid w:val="00DB764B"/>
    <w:rsid w:val="00DB7C18"/>
    <w:rsid w:val="00DB7E5C"/>
    <w:rsid w:val="00DC0085"/>
    <w:rsid w:val="00DC0236"/>
    <w:rsid w:val="00DC0BFC"/>
    <w:rsid w:val="00DC1087"/>
    <w:rsid w:val="00DC1493"/>
    <w:rsid w:val="00DC23BF"/>
    <w:rsid w:val="00DC2480"/>
    <w:rsid w:val="00DC3162"/>
    <w:rsid w:val="00DC35A0"/>
    <w:rsid w:val="00DC37F0"/>
    <w:rsid w:val="00DC450B"/>
    <w:rsid w:val="00DC49E4"/>
    <w:rsid w:val="00DC5077"/>
    <w:rsid w:val="00DC5741"/>
    <w:rsid w:val="00DC5C32"/>
    <w:rsid w:val="00DC5FA2"/>
    <w:rsid w:val="00DC6DA3"/>
    <w:rsid w:val="00DC7924"/>
    <w:rsid w:val="00DC799B"/>
    <w:rsid w:val="00DC7B83"/>
    <w:rsid w:val="00DC7F74"/>
    <w:rsid w:val="00DD0212"/>
    <w:rsid w:val="00DD0697"/>
    <w:rsid w:val="00DD0865"/>
    <w:rsid w:val="00DD0B62"/>
    <w:rsid w:val="00DD0E98"/>
    <w:rsid w:val="00DD1128"/>
    <w:rsid w:val="00DD14D7"/>
    <w:rsid w:val="00DD1B70"/>
    <w:rsid w:val="00DD1EBF"/>
    <w:rsid w:val="00DD2D07"/>
    <w:rsid w:val="00DD4090"/>
    <w:rsid w:val="00DD483C"/>
    <w:rsid w:val="00DD530F"/>
    <w:rsid w:val="00DD5B1D"/>
    <w:rsid w:val="00DD6137"/>
    <w:rsid w:val="00DD64D2"/>
    <w:rsid w:val="00DD69E9"/>
    <w:rsid w:val="00DD746B"/>
    <w:rsid w:val="00DD75DC"/>
    <w:rsid w:val="00DD7785"/>
    <w:rsid w:val="00DE06BB"/>
    <w:rsid w:val="00DE095A"/>
    <w:rsid w:val="00DE0C82"/>
    <w:rsid w:val="00DE0ED0"/>
    <w:rsid w:val="00DE12FE"/>
    <w:rsid w:val="00DE2A59"/>
    <w:rsid w:val="00DE33BF"/>
    <w:rsid w:val="00DE36F1"/>
    <w:rsid w:val="00DE39F1"/>
    <w:rsid w:val="00DE3B23"/>
    <w:rsid w:val="00DE4190"/>
    <w:rsid w:val="00DE4619"/>
    <w:rsid w:val="00DE58CA"/>
    <w:rsid w:val="00DE5BC7"/>
    <w:rsid w:val="00DE6D6B"/>
    <w:rsid w:val="00DE72AA"/>
    <w:rsid w:val="00DE7A84"/>
    <w:rsid w:val="00DF0C70"/>
    <w:rsid w:val="00DF14FF"/>
    <w:rsid w:val="00DF18EB"/>
    <w:rsid w:val="00DF227E"/>
    <w:rsid w:val="00DF254A"/>
    <w:rsid w:val="00DF262F"/>
    <w:rsid w:val="00DF277A"/>
    <w:rsid w:val="00DF2BE7"/>
    <w:rsid w:val="00DF2CA1"/>
    <w:rsid w:val="00DF390E"/>
    <w:rsid w:val="00DF3CC8"/>
    <w:rsid w:val="00DF40D9"/>
    <w:rsid w:val="00DF4B69"/>
    <w:rsid w:val="00DF4BC1"/>
    <w:rsid w:val="00DF516A"/>
    <w:rsid w:val="00DF5BB8"/>
    <w:rsid w:val="00DF686A"/>
    <w:rsid w:val="00DF71C6"/>
    <w:rsid w:val="00DF77C4"/>
    <w:rsid w:val="00DF7985"/>
    <w:rsid w:val="00DF7C77"/>
    <w:rsid w:val="00DF7FDD"/>
    <w:rsid w:val="00E00A4E"/>
    <w:rsid w:val="00E01571"/>
    <w:rsid w:val="00E01935"/>
    <w:rsid w:val="00E01B0C"/>
    <w:rsid w:val="00E02D33"/>
    <w:rsid w:val="00E031C9"/>
    <w:rsid w:val="00E0322C"/>
    <w:rsid w:val="00E034FB"/>
    <w:rsid w:val="00E035E7"/>
    <w:rsid w:val="00E03AD0"/>
    <w:rsid w:val="00E03B8D"/>
    <w:rsid w:val="00E03C89"/>
    <w:rsid w:val="00E046BC"/>
    <w:rsid w:val="00E04A2F"/>
    <w:rsid w:val="00E050F0"/>
    <w:rsid w:val="00E1006E"/>
    <w:rsid w:val="00E1011D"/>
    <w:rsid w:val="00E10BDC"/>
    <w:rsid w:val="00E10D04"/>
    <w:rsid w:val="00E10FCB"/>
    <w:rsid w:val="00E11428"/>
    <w:rsid w:val="00E11655"/>
    <w:rsid w:val="00E118C9"/>
    <w:rsid w:val="00E127C9"/>
    <w:rsid w:val="00E12A80"/>
    <w:rsid w:val="00E12D99"/>
    <w:rsid w:val="00E13433"/>
    <w:rsid w:val="00E1343F"/>
    <w:rsid w:val="00E136A1"/>
    <w:rsid w:val="00E13B7D"/>
    <w:rsid w:val="00E14CBB"/>
    <w:rsid w:val="00E14DFA"/>
    <w:rsid w:val="00E1512E"/>
    <w:rsid w:val="00E15208"/>
    <w:rsid w:val="00E15D7A"/>
    <w:rsid w:val="00E15FDC"/>
    <w:rsid w:val="00E1618F"/>
    <w:rsid w:val="00E165AA"/>
    <w:rsid w:val="00E17A5F"/>
    <w:rsid w:val="00E17A70"/>
    <w:rsid w:val="00E20AB0"/>
    <w:rsid w:val="00E21D73"/>
    <w:rsid w:val="00E21F39"/>
    <w:rsid w:val="00E222A8"/>
    <w:rsid w:val="00E225EF"/>
    <w:rsid w:val="00E228E8"/>
    <w:rsid w:val="00E229BC"/>
    <w:rsid w:val="00E22DBE"/>
    <w:rsid w:val="00E231FA"/>
    <w:rsid w:val="00E23643"/>
    <w:rsid w:val="00E23B94"/>
    <w:rsid w:val="00E24160"/>
    <w:rsid w:val="00E247F1"/>
    <w:rsid w:val="00E248FE"/>
    <w:rsid w:val="00E249E0"/>
    <w:rsid w:val="00E24B0F"/>
    <w:rsid w:val="00E2549E"/>
    <w:rsid w:val="00E2595D"/>
    <w:rsid w:val="00E26A7F"/>
    <w:rsid w:val="00E26D90"/>
    <w:rsid w:val="00E2761E"/>
    <w:rsid w:val="00E27BC8"/>
    <w:rsid w:val="00E307DD"/>
    <w:rsid w:val="00E30F97"/>
    <w:rsid w:val="00E31639"/>
    <w:rsid w:val="00E31734"/>
    <w:rsid w:val="00E317DA"/>
    <w:rsid w:val="00E31BEC"/>
    <w:rsid w:val="00E31FD5"/>
    <w:rsid w:val="00E332E7"/>
    <w:rsid w:val="00E33A88"/>
    <w:rsid w:val="00E34289"/>
    <w:rsid w:val="00E34559"/>
    <w:rsid w:val="00E34583"/>
    <w:rsid w:val="00E348A7"/>
    <w:rsid w:val="00E3552B"/>
    <w:rsid w:val="00E360BE"/>
    <w:rsid w:val="00E365C9"/>
    <w:rsid w:val="00E36E02"/>
    <w:rsid w:val="00E401E7"/>
    <w:rsid w:val="00E408A9"/>
    <w:rsid w:val="00E40D62"/>
    <w:rsid w:val="00E414DF"/>
    <w:rsid w:val="00E41722"/>
    <w:rsid w:val="00E417A4"/>
    <w:rsid w:val="00E420B8"/>
    <w:rsid w:val="00E42C39"/>
    <w:rsid w:val="00E43617"/>
    <w:rsid w:val="00E43AB6"/>
    <w:rsid w:val="00E43D1A"/>
    <w:rsid w:val="00E44769"/>
    <w:rsid w:val="00E45A2A"/>
    <w:rsid w:val="00E45B8D"/>
    <w:rsid w:val="00E45BFF"/>
    <w:rsid w:val="00E47093"/>
    <w:rsid w:val="00E4709E"/>
    <w:rsid w:val="00E47510"/>
    <w:rsid w:val="00E47E12"/>
    <w:rsid w:val="00E47FCB"/>
    <w:rsid w:val="00E50222"/>
    <w:rsid w:val="00E5024A"/>
    <w:rsid w:val="00E50408"/>
    <w:rsid w:val="00E5067F"/>
    <w:rsid w:val="00E50747"/>
    <w:rsid w:val="00E50C98"/>
    <w:rsid w:val="00E51026"/>
    <w:rsid w:val="00E512F0"/>
    <w:rsid w:val="00E51509"/>
    <w:rsid w:val="00E5167A"/>
    <w:rsid w:val="00E52693"/>
    <w:rsid w:val="00E52E24"/>
    <w:rsid w:val="00E534B0"/>
    <w:rsid w:val="00E5377D"/>
    <w:rsid w:val="00E53AA5"/>
    <w:rsid w:val="00E53B79"/>
    <w:rsid w:val="00E53E2E"/>
    <w:rsid w:val="00E5449F"/>
    <w:rsid w:val="00E54595"/>
    <w:rsid w:val="00E54963"/>
    <w:rsid w:val="00E549E7"/>
    <w:rsid w:val="00E551D7"/>
    <w:rsid w:val="00E55A09"/>
    <w:rsid w:val="00E55D0F"/>
    <w:rsid w:val="00E561F7"/>
    <w:rsid w:val="00E5634B"/>
    <w:rsid w:val="00E568D5"/>
    <w:rsid w:val="00E57449"/>
    <w:rsid w:val="00E6032B"/>
    <w:rsid w:val="00E607BC"/>
    <w:rsid w:val="00E60D50"/>
    <w:rsid w:val="00E61363"/>
    <w:rsid w:val="00E617E8"/>
    <w:rsid w:val="00E61F22"/>
    <w:rsid w:val="00E6387D"/>
    <w:rsid w:val="00E647E1"/>
    <w:rsid w:val="00E64C72"/>
    <w:rsid w:val="00E64E4B"/>
    <w:rsid w:val="00E650F7"/>
    <w:rsid w:val="00E65225"/>
    <w:rsid w:val="00E655D5"/>
    <w:rsid w:val="00E65F95"/>
    <w:rsid w:val="00E6630E"/>
    <w:rsid w:val="00E66AE3"/>
    <w:rsid w:val="00E66EAD"/>
    <w:rsid w:val="00E674CD"/>
    <w:rsid w:val="00E67B80"/>
    <w:rsid w:val="00E67DAE"/>
    <w:rsid w:val="00E67FC5"/>
    <w:rsid w:val="00E70A7F"/>
    <w:rsid w:val="00E70AE9"/>
    <w:rsid w:val="00E7132F"/>
    <w:rsid w:val="00E71BD1"/>
    <w:rsid w:val="00E725A5"/>
    <w:rsid w:val="00E734EA"/>
    <w:rsid w:val="00E73FA3"/>
    <w:rsid w:val="00E742B4"/>
    <w:rsid w:val="00E74775"/>
    <w:rsid w:val="00E749E0"/>
    <w:rsid w:val="00E74A10"/>
    <w:rsid w:val="00E74B7E"/>
    <w:rsid w:val="00E75040"/>
    <w:rsid w:val="00E757AD"/>
    <w:rsid w:val="00E76365"/>
    <w:rsid w:val="00E76C2A"/>
    <w:rsid w:val="00E76E6A"/>
    <w:rsid w:val="00E77670"/>
    <w:rsid w:val="00E77705"/>
    <w:rsid w:val="00E77C65"/>
    <w:rsid w:val="00E803BB"/>
    <w:rsid w:val="00E80829"/>
    <w:rsid w:val="00E808CD"/>
    <w:rsid w:val="00E812CE"/>
    <w:rsid w:val="00E8190C"/>
    <w:rsid w:val="00E81D03"/>
    <w:rsid w:val="00E8218F"/>
    <w:rsid w:val="00E8232D"/>
    <w:rsid w:val="00E823CF"/>
    <w:rsid w:val="00E8246B"/>
    <w:rsid w:val="00E8288D"/>
    <w:rsid w:val="00E8378D"/>
    <w:rsid w:val="00E83AFE"/>
    <w:rsid w:val="00E83EB6"/>
    <w:rsid w:val="00E845D1"/>
    <w:rsid w:val="00E85055"/>
    <w:rsid w:val="00E85545"/>
    <w:rsid w:val="00E85705"/>
    <w:rsid w:val="00E85E5D"/>
    <w:rsid w:val="00E86592"/>
    <w:rsid w:val="00E86A87"/>
    <w:rsid w:val="00E87D33"/>
    <w:rsid w:val="00E90899"/>
    <w:rsid w:val="00E90944"/>
    <w:rsid w:val="00E90DD9"/>
    <w:rsid w:val="00E910F2"/>
    <w:rsid w:val="00E9119B"/>
    <w:rsid w:val="00E919A0"/>
    <w:rsid w:val="00E91F2E"/>
    <w:rsid w:val="00E93388"/>
    <w:rsid w:val="00E93964"/>
    <w:rsid w:val="00E93F51"/>
    <w:rsid w:val="00E93FC2"/>
    <w:rsid w:val="00E9425E"/>
    <w:rsid w:val="00E94892"/>
    <w:rsid w:val="00E94DC9"/>
    <w:rsid w:val="00E95901"/>
    <w:rsid w:val="00E96823"/>
    <w:rsid w:val="00E97357"/>
    <w:rsid w:val="00E976E3"/>
    <w:rsid w:val="00E97D20"/>
    <w:rsid w:val="00EA016F"/>
    <w:rsid w:val="00EA042F"/>
    <w:rsid w:val="00EA0C70"/>
    <w:rsid w:val="00EA14DA"/>
    <w:rsid w:val="00EA17ED"/>
    <w:rsid w:val="00EA1EB0"/>
    <w:rsid w:val="00EA2B88"/>
    <w:rsid w:val="00EA2C4A"/>
    <w:rsid w:val="00EA383F"/>
    <w:rsid w:val="00EA47D1"/>
    <w:rsid w:val="00EA4AAE"/>
    <w:rsid w:val="00EA5212"/>
    <w:rsid w:val="00EA54D5"/>
    <w:rsid w:val="00EA5FA6"/>
    <w:rsid w:val="00EA6798"/>
    <w:rsid w:val="00EA720D"/>
    <w:rsid w:val="00EB0405"/>
    <w:rsid w:val="00EB0FD5"/>
    <w:rsid w:val="00EB165D"/>
    <w:rsid w:val="00EB20BC"/>
    <w:rsid w:val="00EB24B6"/>
    <w:rsid w:val="00EB2859"/>
    <w:rsid w:val="00EB3627"/>
    <w:rsid w:val="00EB3675"/>
    <w:rsid w:val="00EB4BA3"/>
    <w:rsid w:val="00EB4D6D"/>
    <w:rsid w:val="00EB5379"/>
    <w:rsid w:val="00EB5F05"/>
    <w:rsid w:val="00EB6139"/>
    <w:rsid w:val="00EB6311"/>
    <w:rsid w:val="00EB699F"/>
    <w:rsid w:val="00EC0465"/>
    <w:rsid w:val="00EC057C"/>
    <w:rsid w:val="00EC0B55"/>
    <w:rsid w:val="00EC1344"/>
    <w:rsid w:val="00EC1DF7"/>
    <w:rsid w:val="00EC263A"/>
    <w:rsid w:val="00EC2CE9"/>
    <w:rsid w:val="00EC2D0A"/>
    <w:rsid w:val="00EC3846"/>
    <w:rsid w:val="00EC4366"/>
    <w:rsid w:val="00EC47F3"/>
    <w:rsid w:val="00EC4B35"/>
    <w:rsid w:val="00EC4B3E"/>
    <w:rsid w:val="00EC4FF0"/>
    <w:rsid w:val="00EC55E5"/>
    <w:rsid w:val="00EC60D0"/>
    <w:rsid w:val="00EC68CB"/>
    <w:rsid w:val="00EC6E50"/>
    <w:rsid w:val="00EC6EB2"/>
    <w:rsid w:val="00EC7428"/>
    <w:rsid w:val="00ED0286"/>
    <w:rsid w:val="00ED02AE"/>
    <w:rsid w:val="00ED082B"/>
    <w:rsid w:val="00ED0C1C"/>
    <w:rsid w:val="00ED1105"/>
    <w:rsid w:val="00ED15A1"/>
    <w:rsid w:val="00ED1BF8"/>
    <w:rsid w:val="00ED1D1C"/>
    <w:rsid w:val="00ED1FCA"/>
    <w:rsid w:val="00ED210D"/>
    <w:rsid w:val="00ED2841"/>
    <w:rsid w:val="00ED2A59"/>
    <w:rsid w:val="00ED2B70"/>
    <w:rsid w:val="00ED3466"/>
    <w:rsid w:val="00ED3706"/>
    <w:rsid w:val="00ED37C6"/>
    <w:rsid w:val="00ED3DE9"/>
    <w:rsid w:val="00ED419D"/>
    <w:rsid w:val="00ED4E6C"/>
    <w:rsid w:val="00ED5A31"/>
    <w:rsid w:val="00ED6109"/>
    <w:rsid w:val="00ED6AE0"/>
    <w:rsid w:val="00ED731B"/>
    <w:rsid w:val="00EE0180"/>
    <w:rsid w:val="00EE069F"/>
    <w:rsid w:val="00EE08B0"/>
    <w:rsid w:val="00EE0CAD"/>
    <w:rsid w:val="00EE0D5C"/>
    <w:rsid w:val="00EE16B6"/>
    <w:rsid w:val="00EE16CB"/>
    <w:rsid w:val="00EE1DAA"/>
    <w:rsid w:val="00EE21EF"/>
    <w:rsid w:val="00EE296B"/>
    <w:rsid w:val="00EE3085"/>
    <w:rsid w:val="00EE31B7"/>
    <w:rsid w:val="00EE3654"/>
    <w:rsid w:val="00EE45D3"/>
    <w:rsid w:val="00EE4C8F"/>
    <w:rsid w:val="00EE4D82"/>
    <w:rsid w:val="00EE4F4A"/>
    <w:rsid w:val="00EE508C"/>
    <w:rsid w:val="00EE617A"/>
    <w:rsid w:val="00EE62FD"/>
    <w:rsid w:val="00EE6581"/>
    <w:rsid w:val="00EE676F"/>
    <w:rsid w:val="00EE7A25"/>
    <w:rsid w:val="00EF078C"/>
    <w:rsid w:val="00EF0ABD"/>
    <w:rsid w:val="00EF0B27"/>
    <w:rsid w:val="00EF1978"/>
    <w:rsid w:val="00EF19F6"/>
    <w:rsid w:val="00EF1A81"/>
    <w:rsid w:val="00EF1F06"/>
    <w:rsid w:val="00EF27C7"/>
    <w:rsid w:val="00EF2CA9"/>
    <w:rsid w:val="00EF4371"/>
    <w:rsid w:val="00EF456A"/>
    <w:rsid w:val="00EF4D90"/>
    <w:rsid w:val="00EF4EFD"/>
    <w:rsid w:val="00EF51D1"/>
    <w:rsid w:val="00EF5F14"/>
    <w:rsid w:val="00EF6353"/>
    <w:rsid w:val="00EF6399"/>
    <w:rsid w:val="00EF79BB"/>
    <w:rsid w:val="00F002FA"/>
    <w:rsid w:val="00F007D1"/>
    <w:rsid w:val="00F00865"/>
    <w:rsid w:val="00F0130A"/>
    <w:rsid w:val="00F01BFC"/>
    <w:rsid w:val="00F01C4A"/>
    <w:rsid w:val="00F01D84"/>
    <w:rsid w:val="00F0236A"/>
    <w:rsid w:val="00F0241A"/>
    <w:rsid w:val="00F02AA0"/>
    <w:rsid w:val="00F02F35"/>
    <w:rsid w:val="00F04180"/>
    <w:rsid w:val="00F05098"/>
    <w:rsid w:val="00F06579"/>
    <w:rsid w:val="00F0672B"/>
    <w:rsid w:val="00F06E08"/>
    <w:rsid w:val="00F07753"/>
    <w:rsid w:val="00F07B75"/>
    <w:rsid w:val="00F07DEA"/>
    <w:rsid w:val="00F103CD"/>
    <w:rsid w:val="00F10662"/>
    <w:rsid w:val="00F10DD5"/>
    <w:rsid w:val="00F10E86"/>
    <w:rsid w:val="00F12703"/>
    <w:rsid w:val="00F12751"/>
    <w:rsid w:val="00F1343F"/>
    <w:rsid w:val="00F14169"/>
    <w:rsid w:val="00F1421E"/>
    <w:rsid w:val="00F1460A"/>
    <w:rsid w:val="00F157F3"/>
    <w:rsid w:val="00F15BDA"/>
    <w:rsid w:val="00F15CD6"/>
    <w:rsid w:val="00F15DC0"/>
    <w:rsid w:val="00F16505"/>
    <w:rsid w:val="00F16F31"/>
    <w:rsid w:val="00F17982"/>
    <w:rsid w:val="00F17B6D"/>
    <w:rsid w:val="00F2015B"/>
    <w:rsid w:val="00F201CD"/>
    <w:rsid w:val="00F205E6"/>
    <w:rsid w:val="00F2067E"/>
    <w:rsid w:val="00F21D7E"/>
    <w:rsid w:val="00F21F47"/>
    <w:rsid w:val="00F240F0"/>
    <w:rsid w:val="00F241FB"/>
    <w:rsid w:val="00F24A85"/>
    <w:rsid w:val="00F26584"/>
    <w:rsid w:val="00F271B6"/>
    <w:rsid w:val="00F301F4"/>
    <w:rsid w:val="00F30326"/>
    <w:rsid w:val="00F30D34"/>
    <w:rsid w:val="00F3169B"/>
    <w:rsid w:val="00F31762"/>
    <w:rsid w:val="00F31BEC"/>
    <w:rsid w:val="00F320E6"/>
    <w:rsid w:val="00F32558"/>
    <w:rsid w:val="00F32877"/>
    <w:rsid w:val="00F328CB"/>
    <w:rsid w:val="00F32A24"/>
    <w:rsid w:val="00F32C51"/>
    <w:rsid w:val="00F3321F"/>
    <w:rsid w:val="00F33240"/>
    <w:rsid w:val="00F334CB"/>
    <w:rsid w:val="00F33A26"/>
    <w:rsid w:val="00F33C85"/>
    <w:rsid w:val="00F33CF6"/>
    <w:rsid w:val="00F33F8C"/>
    <w:rsid w:val="00F34D78"/>
    <w:rsid w:val="00F35126"/>
    <w:rsid w:val="00F35A56"/>
    <w:rsid w:val="00F35B5F"/>
    <w:rsid w:val="00F37266"/>
    <w:rsid w:val="00F3754C"/>
    <w:rsid w:val="00F37921"/>
    <w:rsid w:val="00F42805"/>
    <w:rsid w:val="00F42F25"/>
    <w:rsid w:val="00F4337D"/>
    <w:rsid w:val="00F438DC"/>
    <w:rsid w:val="00F43BB5"/>
    <w:rsid w:val="00F43FB9"/>
    <w:rsid w:val="00F44F73"/>
    <w:rsid w:val="00F450DA"/>
    <w:rsid w:val="00F4542D"/>
    <w:rsid w:val="00F454D6"/>
    <w:rsid w:val="00F45D6D"/>
    <w:rsid w:val="00F45D7D"/>
    <w:rsid w:val="00F4650C"/>
    <w:rsid w:val="00F46610"/>
    <w:rsid w:val="00F46833"/>
    <w:rsid w:val="00F4696A"/>
    <w:rsid w:val="00F46DB7"/>
    <w:rsid w:val="00F47590"/>
    <w:rsid w:val="00F47D1C"/>
    <w:rsid w:val="00F47F54"/>
    <w:rsid w:val="00F50028"/>
    <w:rsid w:val="00F519E0"/>
    <w:rsid w:val="00F51BFA"/>
    <w:rsid w:val="00F527CC"/>
    <w:rsid w:val="00F52DD7"/>
    <w:rsid w:val="00F53186"/>
    <w:rsid w:val="00F53250"/>
    <w:rsid w:val="00F535D7"/>
    <w:rsid w:val="00F53C06"/>
    <w:rsid w:val="00F53EC5"/>
    <w:rsid w:val="00F542CD"/>
    <w:rsid w:val="00F543F7"/>
    <w:rsid w:val="00F544C2"/>
    <w:rsid w:val="00F54988"/>
    <w:rsid w:val="00F55271"/>
    <w:rsid w:val="00F554FF"/>
    <w:rsid w:val="00F556AF"/>
    <w:rsid w:val="00F55D5C"/>
    <w:rsid w:val="00F55EF0"/>
    <w:rsid w:val="00F56306"/>
    <w:rsid w:val="00F56FE4"/>
    <w:rsid w:val="00F5714A"/>
    <w:rsid w:val="00F575E9"/>
    <w:rsid w:val="00F576FA"/>
    <w:rsid w:val="00F57A4F"/>
    <w:rsid w:val="00F57B29"/>
    <w:rsid w:val="00F57DA6"/>
    <w:rsid w:val="00F57DD9"/>
    <w:rsid w:val="00F60FB9"/>
    <w:rsid w:val="00F619DD"/>
    <w:rsid w:val="00F61A7F"/>
    <w:rsid w:val="00F61F33"/>
    <w:rsid w:val="00F6208B"/>
    <w:rsid w:val="00F62939"/>
    <w:rsid w:val="00F62F59"/>
    <w:rsid w:val="00F639E1"/>
    <w:rsid w:val="00F63CEF"/>
    <w:rsid w:val="00F63ED5"/>
    <w:rsid w:val="00F6455A"/>
    <w:rsid w:val="00F650C6"/>
    <w:rsid w:val="00F65168"/>
    <w:rsid w:val="00F65203"/>
    <w:rsid w:val="00F65412"/>
    <w:rsid w:val="00F6543F"/>
    <w:rsid w:val="00F655F1"/>
    <w:rsid w:val="00F65E6A"/>
    <w:rsid w:val="00F66329"/>
    <w:rsid w:val="00F6650C"/>
    <w:rsid w:val="00F66D2C"/>
    <w:rsid w:val="00F67F4C"/>
    <w:rsid w:val="00F70153"/>
    <w:rsid w:val="00F701D5"/>
    <w:rsid w:val="00F7055A"/>
    <w:rsid w:val="00F70B9F"/>
    <w:rsid w:val="00F713FD"/>
    <w:rsid w:val="00F71494"/>
    <w:rsid w:val="00F715B8"/>
    <w:rsid w:val="00F7168E"/>
    <w:rsid w:val="00F71A73"/>
    <w:rsid w:val="00F71D28"/>
    <w:rsid w:val="00F72196"/>
    <w:rsid w:val="00F723A2"/>
    <w:rsid w:val="00F730AD"/>
    <w:rsid w:val="00F73575"/>
    <w:rsid w:val="00F73C03"/>
    <w:rsid w:val="00F741CA"/>
    <w:rsid w:val="00F75356"/>
    <w:rsid w:val="00F754A8"/>
    <w:rsid w:val="00F76484"/>
    <w:rsid w:val="00F7694C"/>
    <w:rsid w:val="00F77C77"/>
    <w:rsid w:val="00F80A71"/>
    <w:rsid w:val="00F81E03"/>
    <w:rsid w:val="00F83159"/>
    <w:rsid w:val="00F836A0"/>
    <w:rsid w:val="00F836D4"/>
    <w:rsid w:val="00F84D4B"/>
    <w:rsid w:val="00F84E03"/>
    <w:rsid w:val="00F852AD"/>
    <w:rsid w:val="00F853CD"/>
    <w:rsid w:val="00F85B86"/>
    <w:rsid w:val="00F862B4"/>
    <w:rsid w:val="00F862FA"/>
    <w:rsid w:val="00F870B4"/>
    <w:rsid w:val="00F875D0"/>
    <w:rsid w:val="00F875F6"/>
    <w:rsid w:val="00F87B95"/>
    <w:rsid w:val="00F90043"/>
    <w:rsid w:val="00F90827"/>
    <w:rsid w:val="00F90DD1"/>
    <w:rsid w:val="00F914A9"/>
    <w:rsid w:val="00F91E7D"/>
    <w:rsid w:val="00F9267D"/>
    <w:rsid w:val="00F92C41"/>
    <w:rsid w:val="00F92F28"/>
    <w:rsid w:val="00F93127"/>
    <w:rsid w:val="00F93134"/>
    <w:rsid w:val="00F9348A"/>
    <w:rsid w:val="00F9354F"/>
    <w:rsid w:val="00F93F8D"/>
    <w:rsid w:val="00F93FC3"/>
    <w:rsid w:val="00F948F1"/>
    <w:rsid w:val="00F9588F"/>
    <w:rsid w:val="00F95B31"/>
    <w:rsid w:val="00F95BAB"/>
    <w:rsid w:val="00F95D62"/>
    <w:rsid w:val="00F95DB8"/>
    <w:rsid w:val="00F965F8"/>
    <w:rsid w:val="00F967B5"/>
    <w:rsid w:val="00F96D87"/>
    <w:rsid w:val="00F96E96"/>
    <w:rsid w:val="00F96EA7"/>
    <w:rsid w:val="00F97093"/>
    <w:rsid w:val="00F9727B"/>
    <w:rsid w:val="00F97A2B"/>
    <w:rsid w:val="00FA03ED"/>
    <w:rsid w:val="00FA0DB8"/>
    <w:rsid w:val="00FA1547"/>
    <w:rsid w:val="00FA169D"/>
    <w:rsid w:val="00FA2696"/>
    <w:rsid w:val="00FA354E"/>
    <w:rsid w:val="00FA3DEC"/>
    <w:rsid w:val="00FA3F22"/>
    <w:rsid w:val="00FA4C70"/>
    <w:rsid w:val="00FA4E69"/>
    <w:rsid w:val="00FA5EE1"/>
    <w:rsid w:val="00FA6348"/>
    <w:rsid w:val="00FA664A"/>
    <w:rsid w:val="00FA75AD"/>
    <w:rsid w:val="00FA75C1"/>
    <w:rsid w:val="00FA7CC2"/>
    <w:rsid w:val="00FA7E30"/>
    <w:rsid w:val="00FB0489"/>
    <w:rsid w:val="00FB0615"/>
    <w:rsid w:val="00FB2367"/>
    <w:rsid w:val="00FB2B5A"/>
    <w:rsid w:val="00FB2BE2"/>
    <w:rsid w:val="00FB4269"/>
    <w:rsid w:val="00FB42AA"/>
    <w:rsid w:val="00FB4832"/>
    <w:rsid w:val="00FB4A60"/>
    <w:rsid w:val="00FB4CE7"/>
    <w:rsid w:val="00FB4F7B"/>
    <w:rsid w:val="00FB61D1"/>
    <w:rsid w:val="00FB68A1"/>
    <w:rsid w:val="00FB6C36"/>
    <w:rsid w:val="00FB7088"/>
    <w:rsid w:val="00FB74AA"/>
    <w:rsid w:val="00FB76FB"/>
    <w:rsid w:val="00FB7789"/>
    <w:rsid w:val="00FB7CD7"/>
    <w:rsid w:val="00FC02F3"/>
    <w:rsid w:val="00FC0D44"/>
    <w:rsid w:val="00FC1F71"/>
    <w:rsid w:val="00FC33D0"/>
    <w:rsid w:val="00FC3EDB"/>
    <w:rsid w:val="00FC3F17"/>
    <w:rsid w:val="00FC4419"/>
    <w:rsid w:val="00FC44C9"/>
    <w:rsid w:val="00FC45CB"/>
    <w:rsid w:val="00FC4B19"/>
    <w:rsid w:val="00FC4BC6"/>
    <w:rsid w:val="00FC5602"/>
    <w:rsid w:val="00FC5643"/>
    <w:rsid w:val="00FC5900"/>
    <w:rsid w:val="00FC6291"/>
    <w:rsid w:val="00FC65C4"/>
    <w:rsid w:val="00FC6F53"/>
    <w:rsid w:val="00FC7B1A"/>
    <w:rsid w:val="00FC7E92"/>
    <w:rsid w:val="00FC7F65"/>
    <w:rsid w:val="00FD0421"/>
    <w:rsid w:val="00FD06F2"/>
    <w:rsid w:val="00FD0C24"/>
    <w:rsid w:val="00FD15EA"/>
    <w:rsid w:val="00FD16E5"/>
    <w:rsid w:val="00FD1A8F"/>
    <w:rsid w:val="00FD247F"/>
    <w:rsid w:val="00FD3247"/>
    <w:rsid w:val="00FD33A8"/>
    <w:rsid w:val="00FD35BB"/>
    <w:rsid w:val="00FD48BF"/>
    <w:rsid w:val="00FD579F"/>
    <w:rsid w:val="00FD59FC"/>
    <w:rsid w:val="00FD6591"/>
    <w:rsid w:val="00FD6F92"/>
    <w:rsid w:val="00FE023F"/>
    <w:rsid w:val="00FE173C"/>
    <w:rsid w:val="00FE1FF0"/>
    <w:rsid w:val="00FE2A3A"/>
    <w:rsid w:val="00FE31D1"/>
    <w:rsid w:val="00FE336A"/>
    <w:rsid w:val="00FE3C32"/>
    <w:rsid w:val="00FE3C54"/>
    <w:rsid w:val="00FE3EC9"/>
    <w:rsid w:val="00FE41E5"/>
    <w:rsid w:val="00FE4FBB"/>
    <w:rsid w:val="00FE5365"/>
    <w:rsid w:val="00FE5688"/>
    <w:rsid w:val="00FE6231"/>
    <w:rsid w:val="00FE6AE2"/>
    <w:rsid w:val="00FE6B27"/>
    <w:rsid w:val="00FF00C3"/>
    <w:rsid w:val="00FF0635"/>
    <w:rsid w:val="00FF06A0"/>
    <w:rsid w:val="00FF0958"/>
    <w:rsid w:val="00FF1604"/>
    <w:rsid w:val="00FF1980"/>
    <w:rsid w:val="00FF1F88"/>
    <w:rsid w:val="00FF20D8"/>
    <w:rsid w:val="00FF21E6"/>
    <w:rsid w:val="00FF245C"/>
    <w:rsid w:val="00FF2CB7"/>
    <w:rsid w:val="00FF2E1C"/>
    <w:rsid w:val="00FF3A5D"/>
    <w:rsid w:val="00FF420E"/>
    <w:rsid w:val="00FF49B6"/>
    <w:rsid w:val="00FF509B"/>
    <w:rsid w:val="00FF5A58"/>
    <w:rsid w:val="00FF64B9"/>
    <w:rsid w:val="00FF64D4"/>
    <w:rsid w:val="00FF663B"/>
    <w:rsid w:val="00FF7422"/>
    <w:rsid w:val="00FF7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Обычный Юлия"/>
    <w:qFormat/>
    <w:rsid w:val="00370C67"/>
    <w:pPr>
      <w:widowControl w:val="0"/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92B3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6A6AC8"/>
    <w:pPr>
      <w:widowControl/>
      <w:tabs>
        <w:tab w:val="center" w:pos="4677"/>
        <w:tab w:val="right" w:pos="9355"/>
      </w:tabs>
      <w:spacing w:line="240" w:lineRule="auto"/>
      <w:ind w:firstLine="0"/>
      <w:jc w:val="left"/>
    </w:pPr>
    <w:rPr>
      <w:rFonts w:ascii="Calibri" w:eastAsia="Calibri" w:hAnsi="Calibri" w:cs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A6AC8"/>
    <w:rPr>
      <w:sz w:val="22"/>
      <w:szCs w:val="22"/>
      <w:lang w:eastAsia="en-US"/>
    </w:rPr>
  </w:style>
  <w:style w:type="paragraph" w:customStyle="1" w:styleId="ConsPlusTitle">
    <w:name w:val="ConsPlusTitle"/>
    <w:uiPriority w:val="99"/>
    <w:rsid w:val="000B3F20"/>
    <w:pPr>
      <w:widowControl w:val="0"/>
      <w:autoSpaceDE w:val="0"/>
      <w:autoSpaceDN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7F0FEA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s1">
    <w:name w:val="s_1"/>
    <w:basedOn w:val="Normal"/>
    <w:uiPriority w:val="99"/>
    <w:rsid w:val="000408DD"/>
    <w:pPr>
      <w:widowControl/>
      <w:spacing w:before="100" w:beforeAutospacing="1" w:after="100" w:afterAutospacing="1" w:line="240" w:lineRule="auto"/>
      <w:ind w:firstLine="0"/>
      <w:jc w:val="left"/>
    </w:pPr>
    <w:rPr>
      <w:sz w:val="24"/>
      <w:szCs w:val="24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0408DD"/>
    <w:pPr>
      <w:autoSpaceDE w:val="0"/>
      <w:autoSpaceDN w:val="0"/>
      <w:adjustRightInd w:val="0"/>
      <w:spacing w:line="240" w:lineRule="auto"/>
      <w:ind w:firstLine="0"/>
    </w:pPr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9717D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717D4"/>
    <w:rPr>
      <w:rFonts w:ascii="Times New Roman" w:hAnsi="Times New Roman" w:cs="Times New Roman"/>
      <w:sz w:val="22"/>
      <w:szCs w:val="22"/>
      <w:lang w:eastAsia="en-US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Normal"/>
    <w:uiPriority w:val="99"/>
    <w:rsid w:val="00720D2F"/>
    <w:pPr>
      <w:widowControl/>
      <w:spacing w:line="240" w:lineRule="auto"/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1">
    <w:name w:val="Знак1"/>
    <w:basedOn w:val="Normal"/>
    <w:uiPriority w:val="99"/>
    <w:rsid w:val="000E06DF"/>
    <w:pPr>
      <w:widowControl/>
      <w:spacing w:before="100" w:beforeAutospacing="1" w:after="100" w:afterAutospacing="1" w:line="240" w:lineRule="auto"/>
      <w:ind w:firstLine="0"/>
      <w:jc w:val="left"/>
    </w:pPr>
    <w:rPr>
      <w:rFonts w:ascii="Tahoma" w:eastAsia="Calibri" w:hAnsi="Tahoma" w:cs="Tahoma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D114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32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55</TotalTime>
  <Pages>3</Pages>
  <Words>741</Words>
  <Characters>4225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Приложение№ 1</dc:title>
  <dc:subject/>
  <dc:creator>Пинчукова Юлия Викторовна</dc:creator>
  <cp:keywords/>
  <dc:description/>
  <cp:lastModifiedBy>adm16</cp:lastModifiedBy>
  <cp:revision>10</cp:revision>
  <cp:lastPrinted>2017-02-27T05:57:00Z</cp:lastPrinted>
  <dcterms:created xsi:type="dcterms:W3CDTF">2017-02-07T01:10:00Z</dcterms:created>
  <dcterms:modified xsi:type="dcterms:W3CDTF">2017-03-01T22:46:00Z</dcterms:modified>
</cp:coreProperties>
</file>