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27" w:rsidRPr="00EA511B" w:rsidRDefault="003C6627" w:rsidP="00B24788">
      <w:pPr>
        <w:ind w:left="10010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6"/>
          <w:szCs w:val="26"/>
        </w:rPr>
        <w:t>Приложение № 5</w:t>
      </w:r>
    </w:p>
    <w:p w:rsidR="003C6627" w:rsidRPr="00EA511B" w:rsidRDefault="003C6627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3C6627" w:rsidRPr="00EA511B" w:rsidRDefault="003C6627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«Развитие образования Дальнереченского городского округа»  на 2014-201</w:t>
      </w:r>
      <w:r>
        <w:rPr>
          <w:rFonts w:ascii="Times New Roman" w:hAnsi="Times New Roman"/>
          <w:sz w:val="26"/>
          <w:szCs w:val="26"/>
        </w:rPr>
        <w:t>6</w:t>
      </w:r>
      <w:r w:rsidRPr="00EA511B">
        <w:rPr>
          <w:rFonts w:ascii="Times New Roman" w:hAnsi="Times New Roman"/>
          <w:sz w:val="26"/>
          <w:szCs w:val="26"/>
        </w:rPr>
        <w:t xml:space="preserve"> годы,</w:t>
      </w:r>
    </w:p>
    <w:p w:rsidR="003C6627" w:rsidRPr="00EA511B" w:rsidRDefault="003C6627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утвержденной постановлением</w:t>
      </w:r>
    </w:p>
    <w:p w:rsidR="003C6627" w:rsidRDefault="003C6627" w:rsidP="00B24788">
      <w:pPr>
        <w:spacing w:after="0" w:line="240" w:lineRule="auto"/>
        <w:ind w:left="10010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администрации  </w:t>
      </w:r>
      <w:r>
        <w:rPr>
          <w:rFonts w:ascii="Times New Roman" w:hAnsi="Times New Roman"/>
          <w:sz w:val="26"/>
          <w:szCs w:val="26"/>
        </w:rPr>
        <w:t>Д</w:t>
      </w:r>
      <w:r w:rsidRPr="00EA511B">
        <w:rPr>
          <w:rFonts w:ascii="Times New Roman" w:hAnsi="Times New Roman"/>
          <w:sz w:val="26"/>
          <w:szCs w:val="26"/>
        </w:rPr>
        <w:t>альнереченского городского 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3C6627" w:rsidRDefault="003C6627" w:rsidP="00B24788">
      <w:pPr>
        <w:spacing w:after="0" w:line="240" w:lineRule="auto"/>
        <w:ind w:left="10010"/>
        <w:rPr>
          <w:rFonts w:ascii="Times New Roman" w:hAnsi="Times New Roman"/>
          <w:sz w:val="28"/>
          <w:szCs w:val="28"/>
        </w:rPr>
      </w:pPr>
      <w:r w:rsidRPr="00EA511B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 xml:space="preserve">15 октября 2013 г </w:t>
      </w:r>
      <w:r w:rsidRPr="00EA511B">
        <w:rPr>
          <w:rFonts w:ascii="Times New Roman" w:hAnsi="Times New Roman"/>
          <w:bCs/>
          <w:sz w:val="26"/>
          <w:szCs w:val="26"/>
        </w:rPr>
        <w:t xml:space="preserve">№ </w:t>
      </w:r>
      <w:r>
        <w:rPr>
          <w:rFonts w:ascii="Times New Roman" w:hAnsi="Times New Roman"/>
          <w:bCs/>
          <w:sz w:val="26"/>
          <w:szCs w:val="26"/>
        </w:rPr>
        <w:t>1258</w:t>
      </w:r>
      <w:r>
        <w:rPr>
          <w:rFonts w:ascii="Times New Roman" w:hAnsi="Times New Roman"/>
          <w:sz w:val="28"/>
          <w:szCs w:val="28"/>
        </w:rPr>
        <w:br w:type="textWrapping" w:clear="all"/>
      </w:r>
    </w:p>
    <w:p w:rsidR="003C6627" w:rsidRDefault="003C6627" w:rsidP="006618D4">
      <w:pPr>
        <w:spacing w:after="0" w:line="240" w:lineRule="auto"/>
        <w:ind w:left="9240"/>
        <w:jc w:val="center"/>
        <w:rPr>
          <w:rFonts w:ascii="Times New Roman" w:hAnsi="Times New Roman"/>
          <w:sz w:val="28"/>
          <w:szCs w:val="28"/>
        </w:rPr>
      </w:pPr>
    </w:p>
    <w:p w:rsidR="003C6627" w:rsidRPr="0039278E" w:rsidRDefault="003C6627" w:rsidP="00026B3C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78E">
        <w:rPr>
          <w:rFonts w:ascii="Times New Roman" w:hAnsi="Times New Roman"/>
          <w:b/>
          <w:sz w:val="26"/>
          <w:szCs w:val="26"/>
        </w:rPr>
        <w:t>ИНФОРМАЦИЯ</w:t>
      </w:r>
    </w:p>
    <w:p w:rsidR="003C6627" w:rsidRDefault="003C6627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о ресурсном обеспечении муниципальной программы Дальнереченского городского округа </w:t>
      </w:r>
    </w:p>
    <w:p w:rsidR="003C6627" w:rsidRDefault="003C6627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за счет средств местного бюджета и прогнозная оценка привлекаемых на ее реализацию целей </w:t>
      </w:r>
    </w:p>
    <w:p w:rsidR="003C6627" w:rsidRPr="0039278E" w:rsidRDefault="003C6627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средств краевого бюджета, иных внебюджетных источников  </w:t>
      </w:r>
    </w:p>
    <w:p w:rsidR="003C6627" w:rsidRPr="0039278E" w:rsidRDefault="003C6627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6"/>
          <w:szCs w:val="26"/>
          <w:u w:val="single"/>
        </w:rPr>
      </w:pPr>
      <w:r w:rsidRPr="0039278E">
        <w:rPr>
          <w:rFonts w:ascii="Times New Roman" w:hAnsi="Times New Roman"/>
          <w:b/>
          <w:bCs/>
          <w:sz w:val="26"/>
          <w:szCs w:val="26"/>
          <w:u w:val="single"/>
        </w:rPr>
        <w:t>«Развитие образования Дальнереченского городского округа» на 2014-2016 годы</w:t>
      </w:r>
    </w:p>
    <w:tbl>
      <w:tblPr>
        <w:tblW w:w="14315" w:type="dxa"/>
        <w:tblInd w:w="93" w:type="dxa"/>
        <w:tblLayout w:type="fixed"/>
        <w:tblLook w:val="00A0"/>
      </w:tblPr>
      <w:tblGrid>
        <w:gridCol w:w="1008"/>
        <w:gridCol w:w="5497"/>
        <w:gridCol w:w="3544"/>
        <w:gridCol w:w="1433"/>
        <w:gridCol w:w="1433"/>
        <w:gridCol w:w="1400"/>
      </w:tblGrid>
      <w:tr w:rsidR="003C6627" w:rsidRPr="0039278E" w:rsidTr="00664046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66404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Оценка расходов (тыс. руб.), годы</w:t>
            </w:r>
          </w:p>
        </w:tc>
      </w:tr>
      <w:tr w:rsidR="003C6627" w:rsidRPr="0039278E" w:rsidTr="00664046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2016 год</w:t>
            </w:r>
          </w:p>
        </w:tc>
      </w:tr>
    </w:tbl>
    <w:p w:rsidR="003C6627" w:rsidRPr="0039278E" w:rsidRDefault="003C6627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17290" w:type="dxa"/>
        <w:tblInd w:w="93" w:type="dxa"/>
        <w:tblLayout w:type="fixed"/>
        <w:tblLook w:val="00A0"/>
      </w:tblPr>
      <w:tblGrid>
        <w:gridCol w:w="5"/>
        <w:gridCol w:w="1004"/>
        <w:gridCol w:w="15"/>
        <w:gridCol w:w="5479"/>
        <w:gridCol w:w="3519"/>
        <w:gridCol w:w="17"/>
        <w:gridCol w:w="1416"/>
        <w:gridCol w:w="15"/>
        <w:gridCol w:w="1415"/>
        <w:gridCol w:w="27"/>
        <w:gridCol w:w="1513"/>
        <w:gridCol w:w="1431"/>
        <w:gridCol w:w="1434"/>
      </w:tblGrid>
      <w:tr w:rsidR="003C6627" w:rsidRPr="0039278E" w:rsidTr="009E6B1A">
        <w:trPr>
          <w:gridAfter w:val="2"/>
          <w:wAfter w:w="2865" w:type="dxa"/>
          <w:trHeight w:val="20"/>
          <w:tblHeader/>
        </w:trPr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3C6627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 </w:t>
            </w:r>
          </w:p>
          <w:p w:rsidR="003C6627" w:rsidRPr="0039278E" w:rsidRDefault="003C6627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Муниципальная программа </w:t>
            </w:r>
          </w:p>
          <w:p w:rsidR="003C6627" w:rsidRPr="0039278E" w:rsidRDefault="003C6627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образования Дальнереченского городского округа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319 260,41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324 310,68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328 115,02</w:t>
            </w:r>
          </w:p>
        </w:tc>
      </w:tr>
      <w:tr w:rsidR="003C6627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B1D7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</w:tr>
      <w:tr w:rsidR="003C6627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139 628,10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144 678,37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148 482,71</w:t>
            </w:r>
          </w:p>
        </w:tc>
      </w:tr>
      <w:tr w:rsidR="003C6627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дошкольного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109 064,91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110 569,29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110 607,00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46418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46418" w:rsidRDefault="003C6627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46418" w:rsidRDefault="003C6627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66 024,60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67 528,98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67 566,69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69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69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22991" w:rsidRDefault="003C6627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22991">
              <w:rPr>
                <w:rFonts w:ascii="Times New Roman" w:hAnsi="Times New Roman"/>
                <w:b/>
                <w:sz w:val="26"/>
                <w:szCs w:val="26"/>
              </w:rPr>
              <w:t>1.2.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1E1152" w:rsidRDefault="003C6627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Субвенции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обеспечение государственных гарантий реализации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дошкольного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образования в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образовательных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A6B17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</w:t>
            </w: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Изготовление проектно-сметной документации на р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еконструкци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ю 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1E1152" w:rsidRDefault="003C6627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образовательных учреждений,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благоустройство территорий и организацию безопасности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E6A7C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E6A7C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E6A7C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приточно-вытяжной вентиляции на пищеблоке с ПСД 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«Детский сад № 1»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7»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БДОУ «ЦРР-Детский сад № 10»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3C6627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(Все дошкольные учреждения 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(из расчета 60 тыс.руб на 1 группу))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системы отопления и приобретение материалов </w:t>
            </w:r>
          </w:p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Замена водопроводных сетей и канализации (подвальное помещение) </w:t>
            </w:r>
          </w:p>
          <w:p w:rsidR="003C6627" w:rsidRPr="0039278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10»)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1E1152" w:rsidRDefault="003C6627" w:rsidP="006D5C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Замена водопроводных сетей и канализации (</w:t>
            </w:r>
            <w:r>
              <w:rPr>
                <w:rFonts w:ascii="Times New Roman" w:hAnsi="Times New Roman"/>
                <w:sz w:val="26"/>
                <w:szCs w:val="26"/>
              </w:rPr>
              <w:t>внутренние работы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3C6627" w:rsidRPr="001E1152" w:rsidRDefault="003C6627" w:rsidP="006D5C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(МБДОУ «Д/с № 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«Детский сад № 1»; 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5»; </w:t>
            </w:r>
          </w:p>
          <w:p w:rsidR="003C6627" w:rsidRPr="0039278E" w:rsidRDefault="003C6627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0315D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0315D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теневых навесов </w:t>
            </w:r>
          </w:p>
          <w:p w:rsidR="003C6627" w:rsidRPr="0039278E" w:rsidRDefault="003C6627" w:rsidP="000315D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5») </w:t>
            </w:r>
          </w:p>
          <w:p w:rsidR="003C6627" w:rsidRPr="000315DE" w:rsidRDefault="003C6627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1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»; 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1»;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6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металлического ограждения территории 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МБДОУ «ЦРР-Детский сад № 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»; </w:t>
            </w:r>
          </w:p>
          <w:p w:rsidR="003C6627" w:rsidRPr="0039278E" w:rsidRDefault="003C6627" w:rsidP="00CF57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5»;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6»;</w:t>
            </w:r>
          </w:p>
          <w:p w:rsidR="003C6627" w:rsidRPr="0039278E" w:rsidRDefault="003C6627" w:rsidP="00CF57DF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Установка систем внутреннего видеонаблюдения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(МБДОУ «ЦРР-Детский сад № 10»; 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12»; </w:t>
            </w:r>
          </w:p>
          <w:p w:rsidR="003C6627" w:rsidRPr="0039278E" w:rsidRDefault="003C6627" w:rsidP="00CF57DF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1»)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детских садов </w:t>
            </w:r>
          </w:p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Замена окон, входных дверей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(МБ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>ОУ «ЦРР-д/с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6»;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7»;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10»;</w:t>
            </w:r>
          </w:p>
          <w:p w:rsidR="003C6627" w:rsidRPr="008E39FC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12)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1A16B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Установка теплоотражающих экранов на отопительные приборы</w:t>
            </w:r>
          </w:p>
          <w:p w:rsidR="003C6627" w:rsidRPr="001A16B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(МБДОУ «Д/с № 6»)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315D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1.5.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2177,00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2177,00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550,00 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</w:t>
            </w:r>
            <w:r>
              <w:rPr>
                <w:rFonts w:ascii="Times New Roman" w:hAnsi="Times New Roman"/>
                <w:sz w:val="26"/>
                <w:szCs w:val="26"/>
              </w:rPr>
              <w:t>медицинского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оборудования 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спортивного инвентаря 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детской ростовой мебели 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940,00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кухонной утвари 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3C6627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мягкого инвентаря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446,00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446,00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1.6.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5B4CA8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C4FFB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1.7.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5B4CA8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общего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176 811,44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179 215,81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182 169,27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D36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D36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41 542,44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43 946,81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46 900,27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F01AA6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F01AA6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32592,64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34123,70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36365,27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32592,64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34123,70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36365,27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1AA6" w:rsidRDefault="003C6627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 благоустройство территорий и организацию безопасности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деревянных полов, покрытий из линолеума 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«СОШ № 6»;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2»;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пола в спортивном зале 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Замена оконных блоков, всего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Остекление оконных переплетов</w:t>
            </w:r>
            <w:r>
              <w:rPr>
                <w:rFonts w:ascii="Times New Roman" w:hAnsi="Times New Roman"/>
                <w:sz w:val="26"/>
                <w:szCs w:val="26"/>
              </w:rPr>
              <w:t>, утепление окон, входных дверей, всего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«Лицей»</w:t>
            </w:r>
          </w:p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спортивного зала 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5» (бытовое помещение)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6»)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1073,00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1AA6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1073,00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водоотведения в кабинете химии </w:t>
            </w:r>
          </w:p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Оборудование приточно-вытяжной вентиляции пищеблока </w:t>
            </w:r>
          </w:p>
          <w:p w:rsidR="003C6627" w:rsidRPr="001E1152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6»)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01AA6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01AA6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1E1152" w:rsidRDefault="003C6627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Ремонт металлического ограждения территории школы (МБОУ «Лицей»)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(МБОУ «Лицей»;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2»;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3»;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5»;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6»;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«ООШ № 12»;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360,00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360,00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школ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поэтажных дверей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5»)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систем внутреннего видеонаблюдения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0C012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проектно-строительной документации на кровлю здания, всего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3C6627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2»;</w:t>
            </w:r>
          </w:p>
          <w:p w:rsidR="003C6627" w:rsidRPr="001E1152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0C012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0C012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C012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0C012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0C012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0C012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0C012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0C012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0C012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0C012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асфальтобетонного покрытия с установкой бордюрного камня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МБОУ Лицей»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МБОУ «О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 xml:space="preserve">ОШ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МБОУ «С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 xml:space="preserve">ОШ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6810B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3C6627" w:rsidRPr="0039278E" w:rsidRDefault="003C6627" w:rsidP="006810B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«СОШ № 3»)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3C6627" w:rsidRPr="0039278E" w:rsidTr="009E6B1A">
        <w:trPr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1" w:type="dxa"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34" w:type="dxa"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Подсыпка территории спортивных площадок песком </w:t>
            </w: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1800,00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1800,00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мебели в обеденный зал </w:t>
            </w: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6627" w:rsidRPr="00F119DE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 xml:space="preserve">Приобретение подъемно-поворотных стульев в компьютерный класс </w:t>
            </w:r>
          </w:p>
          <w:p w:rsidR="003C6627" w:rsidRPr="00F119DE" w:rsidRDefault="003C6627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C6627" w:rsidRPr="001E5FD4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Приобретение учебников </w:t>
            </w:r>
          </w:p>
          <w:p w:rsidR="003C6627" w:rsidRPr="001E5FD4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2.6.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CF57D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2.7.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5B4CA8" w:rsidRDefault="003C6627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2.8.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Осуществление поддержки и социальной защиты одаренных детей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2.8.2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6627" w:rsidRPr="00F96734" w:rsidRDefault="003C6627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2.8.3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3C6627" w:rsidRPr="00F96734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iCs/>
                <w:sz w:val="26"/>
                <w:szCs w:val="26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F96734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96734" w:rsidRDefault="003C6627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96734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    городского    конкурса </w:t>
            </w:r>
          </w:p>
          <w:p w:rsidR="003C6627" w:rsidRPr="0039278E" w:rsidRDefault="003C6627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«Ученик года». </w:t>
            </w:r>
          </w:p>
          <w:p w:rsidR="003C6627" w:rsidRPr="0039278E" w:rsidRDefault="003C6627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Участие детей в заочных предметных олимпиадах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C6627" w:rsidRPr="0039278E" w:rsidRDefault="003C6627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6627" w:rsidRPr="0039278E" w:rsidRDefault="003C6627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626F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2.8.4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626F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626F3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626F3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626F3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626F3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626F3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626F3" w:rsidRDefault="003C6627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626F3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626F3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2.9</w:t>
            </w:r>
            <w:r w:rsidRPr="00357B0D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57B0D">
              <w:rPr>
                <w:rFonts w:ascii="Times New Roman" w:hAnsi="Times New Roman"/>
                <w:b/>
                <w:bCs/>
                <w:sz w:val="26"/>
                <w:szCs w:val="26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38C8" w:rsidRDefault="003C6627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38C8" w:rsidRDefault="003C6627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38C8" w:rsidRDefault="003C6627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38C8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57B0D" w:rsidRDefault="003C6627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Трудоустройство несовершеннолетних в период летних каникул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2.10.1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A6EC7" w:rsidRDefault="003C6627" w:rsidP="00C4465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2.10.2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A6EC7" w:rsidRDefault="003C6627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2.10.3</w:t>
            </w:r>
          </w:p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A6EC7" w:rsidRDefault="003C6627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2.10.4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A6EC7" w:rsidRDefault="003C6627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2.10.5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9A6EC7" w:rsidRDefault="003C6627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F3CBC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2.10.6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F3CBC" w:rsidRDefault="003C6627" w:rsidP="00DC39D7">
            <w:pPr>
              <w:pStyle w:val="NormalWeb"/>
              <w:ind w:right="-84"/>
              <w:rPr>
                <w:sz w:val="26"/>
                <w:szCs w:val="26"/>
              </w:rPr>
            </w:pPr>
            <w:r w:rsidRPr="00CF3CBC">
              <w:rPr>
                <w:sz w:val="26"/>
                <w:szCs w:val="26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C296F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C296F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6C296F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6C296F" w:rsidRDefault="003C6627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503B8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2.10.7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Мероприятия по противодействию распространения наркотиков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A3796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55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600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FA3796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650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A3796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A3796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55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600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A3796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650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33294E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Default="003C6627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75,00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75,00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3329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33294E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86101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Оказание содействия в организации  деятельности  молодежных и детских общественных объединений, организаций и клубов,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Организация  семинаров для молодежных лидеров.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проектов, в том числе по профилактике наркомании, алкоголизма, табакокурения, негативных явлений в молодежной среде.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386101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386101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33294E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C65ECE">
              <w:rPr>
                <w:sz w:val="26"/>
                <w:szCs w:val="26"/>
              </w:rPr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DC39D7" w:rsidRDefault="003C6627" w:rsidP="00DC3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39D7">
              <w:rPr>
                <w:rFonts w:ascii="Times New Roman" w:hAnsi="Times New Roman"/>
                <w:sz w:val="26"/>
                <w:szCs w:val="26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DC39D7" w:rsidRDefault="003C6627" w:rsidP="00DC39D7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C39D7">
              <w:rPr>
                <w:sz w:val="26"/>
                <w:szCs w:val="26"/>
              </w:rPr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65ECE" w:rsidRDefault="003C6627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86101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2.10.8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6</w:t>
            </w: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36,00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F003E" w:rsidRDefault="003C6627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0F003E">
              <w:rPr>
                <w:sz w:val="26"/>
                <w:szCs w:val="26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0F003E" w:rsidRDefault="003C6627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0F003E">
              <w:rPr>
                <w:sz w:val="26"/>
                <w:szCs w:val="26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pStyle w:val="NormalWeb"/>
              <w:ind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2.10.9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Мероприятия по профилактике экстремизма и терроризма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34,00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7D364C" w:rsidRDefault="003C6627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34,00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7D364C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pStyle w:val="NormalWeb"/>
              <w:ind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010767" w:rsidRDefault="003C6627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0767">
              <w:rPr>
                <w:rFonts w:ascii="Times New Roman" w:hAnsi="Times New Roman"/>
                <w:sz w:val="26"/>
                <w:szCs w:val="26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5B295D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pStyle w:val="NormalWeb"/>
              <w:ind w:left="33"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Проведение тематических бесед в коллек</w:t>
            </w:r>
            <w:r w:rsidRPr="0039278E">
              <w:rPr>
                <w:sz w:val="26"/>
                <w:szCs w:val="26"/>
              </w:rPr>
              <w:softHyphen/>
              <w:t>тивах учащихся государственных образова</w:t>
            </w:r>
            <w:r w:rsidRPr="0039278E">
              <w:rPr>
                <w:sz w:val="26"/>
                <w:szCs w:val="26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DD3">
              <w:rPr>
                <w:rFonts w:ascii="Times New Roman" w:hAnsi="Times New Roman"/>
                <w:sz w:val="26"/>
                <w:szCs w:val="26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A87DD3" w:rsidRDefault="003C6627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A87DD3" w:rsidRDefault="003C6627" w:rsidP="00890DE5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>Осуществление еженедельных обходов территории на предмет выявления и ликвида</w:t>
            </w:r>
            <w:r w:rsidRPr="00A87DD3">
              <w:rPr>
                <w:sz w:val="26"/>
                <w:szCs w:val="26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8832D6" w:rsidRDefault="003C6627" w:rsidP="00307880">
            <w:pPr>
              <w:pStyle w:val="NormalWeb"/>
              <w:ind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8832D6" w:rsidRDefault="003C6627" w:rsidP="00307880">
            <w:pPr>
              <w:pStyle w:val="NormalWeb"/>
              <w:ind w:left="-23"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8832D6" w:rsidRDefault="003C6627" w:rsidP="00307880">
            <w:pPr>
              <w:pStyle w:val="NormalWeb"/>
              <w:ind w:left="-76"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C65EC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EE7796" w:rsidRDefault="003C6627" w:rsidP="00A4377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2.11.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EE7796" w:rsidRDefault="003C6627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iCs/>
                <w:sz w:val="26"/>
                <w:szCs w:val="26"/>
              </w:rPr>
              <w:t>Услуги по дополнительному профессиональному образованию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EE7796" w:rsidRDefault="003C6627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EE7796" w:rsidRDefault="003C6627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EE7796" w:rsidRDefault="003C6627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E7796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B5682A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5682A" w:rsidRDefault="003C6627" w:rsidP="00A437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sz w:val="26"/>
                <w:szCs w:val="26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5682A" w:rsidRDefault="003C6627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5682A" w:rsidRDefault="003C6627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5682A" w:rsidRDefault="003C6627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«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17359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18843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16036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16737,94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14323,72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14948,74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15633,71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14323,72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14948,74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C4D4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15633,71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widowControl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Субсидии из местного бюджета муниципальным образовательным учреждениям Дальнереченского городского округа на организацию предоставления </w:t>
            </w:r>
            <w:r>
              <w:rPr>
                <w:rFonts w:ascii="Times New Roman" w:hAnsi="Times New Roman"/>
                <w:sz w:val="26"/>
                <w:szCs w:val="26"/>
              </w:rPr>
              <w:t>дополнительного образования детей в сфере физкультуры и спорта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14323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14948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15633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14323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14948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15633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2235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2262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2310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39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987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3118F0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>3.2.2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4FC9" w:rsidRDefault="003C6627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912,60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939,20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987,20</w:t>
            </w:r>
          </w:p>
        </w:tc>
      </w:tr>
      <w:tr w:rsidR="003C6627" w:rsidRPr="0039278E" w:rsidTr="003118F0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4FC9" w:rsidRDefault="003C6627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674FC9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674FC9" w:rsidRDefault="003C6627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912,60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939,20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674FC9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987,20</w:t>
            </w:r>
          </w:p>
        </w:tc>
      </w:tr>
      <w:tr w:rsidR="003C6627" w:rsidRPr="0039278E" w:rsidTr="005B283B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6627" w:rsidRPr="0039278E" w:rsidRDefault="003C6627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3C6627" w:rsidRPr="0039278E" w:rsidTr="00DB5DA1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Трудоустройство учащихся (рембригады)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3.3.1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07CE0" w:rsidRDefault="003C6627" w:rsidP="00723C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7CE0">
              <w:rPr>
                <w:rFonts w:ascii="Times New Roman" w:hAnsi="Times New Roman"/>
                <w:sz w:val="26"/>
                <w:szCs w:val="26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>3.3.2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C65EC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54A93" w:rsidRDefault="003C6627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54A93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Проведение учебно-полевых сборов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Городская игра  «Зарница»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8D6459" w:rsidRDefault="003C6627" w:rsidP="003329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D6459">
              <w:rPr>
                <w:rFonts w:ascii="Times New Roman" w:hAnsi="Times New Roman"/>
                <w:sz w:val="26"/>
                <w:szCs w:val="26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39278E" w:rsidRDefault="003C6627" w:rsidP="00552774">
            <w:pPr>
              <w:spacing w:line="120" w:lineRule="atLeas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Городские соревнования «Безопасное колесо»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AC1759" w:rsidRDefault="003C6627" w:rsidP="00723CD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C1759">
              <w:rPr>
                <w:rFonts w:ascii="Times New Roman" w:hAnsi="Times New Roman"/>
                <w:bCs/>
                <w:sz w:val="26"/>
                <w:szCs w:val="26"/>
              </w:rPr>
              <w:t>Грантовый конкурс на лучшую организацию работы по патриотическому воспитанию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07880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07880">
              <w:rPr>
                <w:rFonts w:ascii="Times New Roman" w:hAnsi="Times New Roman"/>
                <w:b/>
                <w:sz w:val="26"/>
                <w:szCs w:val="26"/>
              </w:rPr>
              <w:t>3.4.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Default="003C6627" w:rsidP="0030788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C6627" w:rsidRPr="00307880" w:rsidRDefault="003C6627" w:rsidP="0030788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7880">
              <w:rPr>
                <w:rFonts w:ascii="Times New Roman" w:hAnsi="Times New Roman"/>
                <w:b/>
                <w:sz w:val="26"/>
                <w:szCs w:val="26"/>
              </w:rPr>
              <w:t>Мероприятия по работе с молодежью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F076FC" w:rsidRDefault="003C6627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Cs/>
                <w:spacing w:val="-1"/>
                <w:sz w:val="26"/>
                <w:szCs w:val="26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Поддержка волонтёрства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Мероприятия, посвященные Дню молодежи  (конкурсы, игровые программы, праздничная дискотека)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C26594" w:rsidRDefault="003C6627" w:rsidP="0033294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594">
              <w:rPr>
                <w:rFonts w:ascii="Times New Roman" w:hAnsi="Times New Roman"/>
                <w:sz w:val="26"/>
                <w:szCs w:val="26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7852D9" w:rsidRDefault="003C6627" w:rsidP="00FE51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52D9">
              <w:rPr>
                <w:rFonts w:ascii="Times New Roman" w:hAnsi="Times New Roman"/>
                <w:sz w:val="26"/>
                <w:szCs w:val="26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C91FC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фотовыставки,    выставки прикладного творчества)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27" w:rsidRPr="00B86EFD" w:rsidRDefault="003C6627" w:rsidP="00090677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B86EFD" w:rsidRDefault="003C6627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Default="003C6627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3C6627" w:rsidRPr="00D11E32" w:rsidRDefault="003C6627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Отдельные  мероприятия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F076FC" w:rsidRDefault="003C6627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16024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16464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16494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84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39278E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B86EF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16024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16464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ED5F3A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16494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84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D11E32" w:rsidRDefault="003C6627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27" w:rsidRPr="00D11E32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16024,74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3C6627" w:rsidRPr="0039278E" w:rsidTr="009E6B1A">
        <w:trPr>
          <w:gridBefore w:val="1"/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6627" w:rsidRPr="0039278E" w:rsidRDefault="003C6627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16024,74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6627" w:rsidRPr="0081243D" w:rsidRDefault="003C6627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</w:tbl>
    <w:p w:rsidR="003C6627" w:rsidRDefault="003C6627" w:rsidP="00D11E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627" w:rsidRDefault="003C6627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78E">
        <w:rPr>
          <w:rFonts w:ascii="Times New Roman" w:hAnsi="Times New Roman"/>
          <w:sz w:val="26"/>
          <w:szCs w:val="26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3C6627" w:rsidSect="0011499D">
      <w:headerReference w:type="default" r:id="rId6"/>
      <w:pgSz w:w="16838" w:h="11906" w:orient="landscape"/>
      <w:pgMar w:top="1191" w:right="851" w:bottom="96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627" w:rsidRDefault="003C6627" w:rsidP="001C325E">
      <w:pPr>
        <w:spacing w:after="0" w:line="240" w:lineRule="auto"/>
      </w:pPr>
      <w:r>
        <w:separator/>
      </w:r>
    </w:p>
  </w:endnote>
  <w:endnote w:type="continuationSeparator" w:id="0">
    <w:p w:rsidR="003C6627" w:rsidRDefault="003C6627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627" w:rsidRDefault="003C6627" w:rsidP="001C325E">
      <w:pPr>
        <w:spacing w:after="0" w:line="240" w:lineRule="auto"/>
      </w:pPr>
      <w:r>
        <w:separator/>
      </w:r>
    </w:p>
  </w:footnote>
  <w:footnote w:type="continuationSeparator" w:id="0">
    <w:p w:rsidR="003C6627" w:rsidRDefault="003C6627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627" w:rsidRPr="0012098F" w:rsidRDefault="003C6627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21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2CFF"/>
    <w:rsid w:val="000058CD"/>
    <w:rsid w:val="00010767"/>
    <w:rsid w:val="00010B24"/>
    <w:rsid w:val="00011434"/>
    <w:rsid w:val="00016CD4"/>
    <w:rsid w:val="00021CBC"/>
    <w:rsid w:val="00022C2E"/>
    <w:rsid w:val="00022E91"/>
    <w:rsid w:val="00026B3C"/>
    <w:rsid w:val="00027313"/>
    <w:rsid w:val="000315DE"/>
    <w:rsid w:val="0003210E"/>
    <w:rsid w:val="0004038E"/>
    <w:rsid w:val="000437B9"/>
    <w:rsid w:val="000440E0"/>
    <w:rsid w:val="0005355D"/>
    <w:rsid w:val="00055C76"/>
    <w:rsid w:val="00061E35"/>
    <w:rsid w:val="00062F66"/>
    <w:rsid w:val="0006605A"/>
    <w:rsid w:val="00073A6B"/>
    <w:rsid w:val="000744C7"/>
    <w:rsid w:val="00074EAD"/>
    <w:rsid w:val="0007625F"/>
    <w:rsid w:val="000823A3"/>
    <w:rsid w:val="00090677"/>
    <w:rsid w:val="00093E1E"/>
    <w:rsid w:val="00095DAC"/>
    <w:rsid w:val="000A52E7"/>
    <w:rsid w:val="000A5BA2"/>
    <w:rsid w:val="000A7C59"/>
    <w:rsid w:val="000B277B"/>
    <w:rsid w:val="000B2A80"/>
    <w:rsid w:val="000C012E"/>
    <w:rsid w:val="000D0CE7"/>
    <w:rsid w:val="000D0F62"/>
    <w:rsid w:val="000D5DB5"/>
    <w:rsid w:val="000E2BFA"/>
    <w:rsid w:val="000E5153"/>
    <w:rsid w:val="000E5AB5"/>
    <w:rsid w:val="000E78D0"/>
    <w:rsid w:val="000F002A"/>
    <w:rsid w:val="000F003E"/>
    <w:rsid w:val="000F1496"/>
    <w:rsid w:val="00101816"/>
    <w:rsid w:val="00106FA3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52F5B"/>
    <w:rsid w:val="00153FD5"/>
    <w:rsid w:val="00155524"/>
    <w:rsid w:val="00166AC7"/>
    <w:rsid w:val="00167640"/>
    <w:rsid w:val="00172A7A"/>
    <w:rsid w:val="001733FB"/>
    <w:rsid w:val="00177F95"/>
    <w:rsid w:val="001819FE"/>
    <w:rsid w:val="00185DE2"/>
    <w:rsid w:val="00187449"/>
    <w:rsid w:val="00187A88"/>
    <w:rsid w:val="001951A9"/>
    <w:rsid w:val="001969B3"/>
    <w:rsid w:val="001A16B2"/>
    <w:rsid w:val="001A2A93"/>
    <w:rsid w:val="001B571F"/>
    <w:rsid w:val="001C13C0"/>
    <w:rsid w:val="001C1FC6"/>
    <w:rsid w:val="001C2590"/>
    <w:rsid w:val="001C325E"/>
    <w:rsid w:val="001C6367"/>
    <w:rsid w:val="001E1152"/>
    <w:rsid w:val="001E5FD4"/>
    <w:rsid w:val="001F1364"/>
    <w:rsid w:val="00200BC4"/>
    <w:rsid w:val="00202E89"/>
    <w:rsid w:val="00205744"/>
    <w:rsid w:val="00216DD9"/>
    <w:rsid w:val="002239B5"/>
    <w:rsid w:val="00227201"/>
    <w:rsid w:val="002273E0"/>
    <w:rsid w:val="00236877"/>
    <w:rsid w:val="00236D58"/>
    <w:rsid w:val="0024162F"/>
    <w:rsid w:val="002602FA"/>
    <w:rsid w:val="002721DD"/>
    <w:rsid w:val="0027396C"/>
    <w:rsid w:val="00277E91"/>
    <w:rsid w:val="0028427A"/>
    <w:rsid w:val="002845F9"/>
    <w:rsid w:val="00284D8C"/>
    <w:rsid w:val="0029105C"/>
    <w:rsid w:val="00296759"/>
    <w:rsid w:val="002B0879"/>
    <w:rsid w:val="002B0A25"/>
    <w:rsid w:val="002B5F62"/>
    <w:rsid w:val="002C1445"/>
    <w:rsid w:val="002C6E3C"/>
    <w:rsid w:val="002C7E3F"/>
    <w:rsid w:val="002D70FB"/>
    <w:rsid w:val="002E1223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4032"/>
    <w:rsid w:val="003141E2"/>
    <w:rsid w:val="003202A9"/>
    <w:rsid w:val="0033294E"/>
    <w:rsid w:val="003338F1"/>
    <w:rsid w:val="00342647"/>
    <w:rsid w:val="003430A1"/>
    <w:rsid w:val="003515B7"/>
    <w:rsid w:val="00351934"/>
    <w:rsid w:val="00354A93"/>
    <w:rsid w:val="00357B0D"/>
    <w:rsid w:val="003626F3"/>
    <w:rsid w:val="00365A53"/>
    <w:rsid w:val="00373DDD"/>
    <w:rsid w:val="00376602"/>
    <w:rsid w:val="003846DE"/>
    <w:rsid w:val="00386101"/>
    <w:rsid w:val="0039278E"/>
    <w:rsid w:val="003A0D30"/>
    <w:rsid w:val="003A3AFD"/>
    <w:rsid w:val="003A7B4D"/>
    <w:rsid w:val="003B0648"/>
    <w:rsid w:val="003B2E46"/>
    <w:rsid w:val="003B5DDA"/>
    <w:rsid w:val="003B734B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386C"/>
    <w:rsid w:val="003E3FDB"/>
    <w:rsid w:val="003E5CBB"/>
    <w:rsid w:val="003F0D11"/>
    <w:rsid w:val="003F2A6A"/>
    <w:rsid w:val="003F4AF2"/>
    <w:rsid w:val="003F6029"/>
    <w:rsid w:val="00407C69"/>
    <w:rsid w:val="00410DDF"/>
    <w:rsid w:val="004161A4"/>
    <w:rsid w:val="00416DA9"/>
    <w:rsid w:val="00421F4C"/>
    <w:rsid w:val="004243C6"/>
    <w:rsid w:val="00431339"/>
    <w:rsid w:val="00443908"/>
    <w:rsid w:val="004464E0"/>
    <w:rsid w:val="00450EB7"/>
    <w:rsid w:val="004614A2"/>
    <w:rsid w:val="004614B4"/>
    <w:rsid w:val="00463659"/>
    <w:rsid w:val="00464AAC"/>
    <w:rsid w:val="00465DF5"/>
    <w:rsid w:val="00465F18"/>
    <w:rsid w:val="00467886"/>
    <w:rsid w:val="004709DA"/>
    <w:rsid w:val="00474D8B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F05"/>
    <w:rsid w:val="004A6E68"/>
    <w:rsid w:val="004A7FE2"/>
    <w:rsid w:val="004B7D41"/>
    <w:rsid w:val="004C6CC0"/>
    <w:rsid w:val="004C7459"/>
    <w:rsid w:val="004C7766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12E98"/>
    <w:rsid w:val="0052674C"/>
    <w:rsid w:val="00526F5B"/>
    <w:rsid w:val="00527F8D"/>
    <w:rsid w:val="00532B20"/>
    <w:rsid w:val="00542321"/>
    <w:rsid w:val="00542422"/>
    <w:rsid w:val="005430D1"/>
    <w:rsid w:val="0054314E"/>
    <w:rsid w:val="0054503B"/>
    <w:rsid w:val="00546418"/>
    <w:rsid w:val="00552774"/>
    <w:rsid w:val="00567D98"/>
    <w:rsid w:val="00574230"/>
    <w:rsid w:val="00580D06"/>
    <w:rsid w:val="0058229F"/>
    <w:rsid w:val="00582B5F"/>
    <w:rsid w:val="0059069A"/>
    <w:rsid w:val="00592673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C2FCE"/>
    <w:rsid w:val="005C40E9"/>
    <w:rsid w:val="005C51FE"/>
    <w:rsid w:val="005C6E09"/>
    <w:rsid w:val="005E6A7C"/>
    <w:rsid w:val="005E78B6"/>
    <w:rsid w:val="005F185E"/>
    <w:rsid w:val="0060347C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505C8"/>
    <w:rsid w:val="006600FF"/>
    <w:rsid w:val="006618D4"/>
    <w:rsid w:val="00664046"/>
    <w:rsid w:val="00665BC5"/>
    <w:rsid w:val="006738C8"/>
    <w:rsid w:val="00673BA8"/>
    <w:rsid w:val="00674FC9"/>
    <w:rsid w:val="0067714E"/>
    <w:rsid w:val="006810BF"/>
    <w:rsid w:val="00697583"/>
    <w:rsid w:val="006A0721"/>
    <w:rsid w:val="006A0C4F"/>
    <w:rsid w:val="006A30B0"/>
    <w:rsid w:val="006A5057"/>
    <w:rsid w:val="006B511B"/>
    <w:rsid w:val="006C296F"/>
    <w:rsid w:val="006C3E89"/>
    <w:rsid w:val="006D5C8F"/>
    <w:rsid w:val="006D6E4C"/>
    <w:rsid w:val="006E1342"/>
    <w:rsid w:val="006E73BA"/>
    <w:rsid w:val="007028FF"/>
    <w:rsid w:val="00704D20"/>
    <w:rsid w:val="00711E9C"/>
    <w:rsid w:val="0072104C"/>
    <w:rsid w:val="00723609"/>
    <w:rsid w:val="00723CDD"/>
    <w:rsid w:val="007339BC"/>
    <w:rsid w:val="00743AA9"/>
    <w:rsid w:val="007454DF"/>
    <w:rsid w:val="00751F87"/>
    <w:rsid w:val="00755E56"/>
    <w:rsid w:val="007619E1"/>
    <w:rsid w:val="00764BCD"/>
    <w:rsid w:val="007745CB"/>
    <w:rsid w:val="007816AF"/>
    <w:rsid w:val="007852D9"/>
    <w:rsid w:val="00787CA2"/>
    <w:rsid w:val="00791256"/>
    <w:rsid w:val="00794AB7"/>
    <w:rsid w:val="00794EB6"/>
    <w:rsid w:val="007A19B5"/>
    <w:rsid w:val="007A5D0A"/>
    <w:rsid w:val="007B02BC"/>
    <w:rsid w:val="007B4213"/>
    <w:rsid w:val="007C26B2"/>
    <w:rsid w:val="007C2709"/>
    <w:rsid w:val="007C4FFB"/>
    <w:rsid w:val="007C61C4"/>
    <w:rsid w:val="007D364C"/>
    <w:rsid w:val="007E16BF"/>
    <w:rsid w:val="007E4687"/>
    <w:rsid w:val="007E4CBE"/>
    <w:rsid w:val="007E69E1"/>
    <w:rsid w:val="007F2173"/>
    <w:rsid w:val="007F7298"/>
    <w:rsid w:val="00802259"/>
    <w:rsid w:val="00804F20"/>
    <w:rsid w:val="00810AB7"/>
    <w:rsid w:val="00811498"/>
    <w:rsid w:val="0081243D"/>
    <w:rsid w:val="008143C6"/>
    <w:rsid w:val="008249F8"/>
    <w:rsid w:val="00831977"/>
    <w:rsid w:val="008366BA"/>
    <w:rsid w:val="00837C70"/>
    <w:rsid w:val="0084261C"/>
    <w:rsid w:val="008433B7"/>
    <w:rsid w:val="00846D0F"/>
    <w:rsid w:val="00854D76"/>
    <w:rsid w:val="0086174E"/>
    <w:rsid w:val="00875C5A"/>
    <w:rsid w:val="008832D6"/>
    <w:rsid w:val="00885A95"/>
    <w:rsid w:val="008879AB"/>
    <w:rsid w:val="00890056"/>
    <w:rsid w:val="0089032C"/>
    <w:rsid w:val="00890DE5"/>
    <w:rsid w:val="0089104E"/>
    <w:rsid w:val="00896B12"/>
    <w:rsid w:val="008B720B"/>
    <w:rsid w:val="008C5233"/>
    <w:rsid w:val="008D22A0"/>
    <w:rsid w:val="008D6265"/>
    <w:rsid w:val="008D6459"/>
    <w:rsid w:val="008D7D2A"/>
    <w:rsid w:val="008E068B"/>
    <w:rsid w:val="008E0F57"/>
    <w:rsid w:val="008E39FC"/>
    <w:rsid w:val="008E40FE"/>
    <w:rsid w:val="008E7559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D4"/>
    <w:rsid w:val="00946359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3DA9"/>
    <w:rsid w:val="009B7A11"/>
    <w:rsid w:val="009C0D6D"/>
    <w:rsid w:val="009D3983"/>
    <w:rsid w:val="009D730F"/>
    <w:rsid w:val="009E66F7"/>
    <w:rsid w:val="009E6B1A"/>
    <w:rsid w:val="009F4806"/>
    <w:rsid w:val="009F6B83"/>
    <w:rsid w:val="009F6BA8"/>
    <w:rsid w:val="00A01302"/>
    <w:rsid w:val="00A01427"/>
    <w:rsid w:val="00A02291"/>
    <w:rsid w:val="00A022AB"/>
    <w:rsid w:val="00A024BD"/>
    <w:rsid w:val="00A1164B"/>
    <w:rsid w:val="00A169D9"/>
    <w:rsid w:val="00A20310"/>
    <w:rsid w:val="00A22304"/>
    <w:rsid w:val="00A24237"/>
    <w:rsid w:val="00A270DD"/>
    <w:rsid w:val="00A27E70"/>
    <w:rsid w:val="00A33515"/>
    <w:rsid w:val="00A4377D"/>
    <w:rsid w:val="00A479C6"/>
    <w:rsid w:val="00A53374"/>
    <w:rsid w:val="00A54225"/>
    <w:rsid w:val="00A54684"/>
    <w:rsid w:val="00A55592"/>
    <w:rsid w:val="00A653DC"/>
    <w:rsid w:val="00A67CBD"/>
    <w:rsid w:val="00A722BB"/>
    <w:rsid w:val="00A76AB8"/>
    <w:rsid w:val="00A8212E"/>
    <w:rsid w:val="00A877AC"/>
    <w:rsid w:val="00A87DD3"/>
    <w:rsid w:val="00A90BB9"/>
    <w:rsid w:val="00A9321B"/>
    <w:rsid w:val="00A95B9A"/>
    <w:rsid w:val="00AA338A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350"/>
    <w:rsid w:val="00B01354"/>
    <w:rsid w:val="00B118D8"/>
    <w:rsid w:val="00B1257F"/>
    <w:rsid w:val="00B24788"/>
    <w:rsid w:val="00B37F18"/>
    <w:rsid w:val="00B40AD4"/>
    <w:rsid w:val="00B5040F"/>
    <w:rsid w:val="00B53744"/>
    <w:rsid w:val="00B556BA"/>
    <w:rsid w:val="00B5682A"/>
    <w:rsid w:val="00B63852"/>
    <w:rsid w:val="00B6402A"/>
    <w:rsid w:val="00B77D19"/>
    <w:rsid w:val="00B83B76"/>
    <w:rsid w:val="00B86EFD"/>
    <w:rsid w:val="00B87888"/>
    <w:rsid w:val="00B91C42"/>
    <w:rsid w:val="00B92409"/>
    <w:rsid w:val="00BA6B17"/>
    <w:rsid w:val="00BB39F6"/>
    <w:rsid w:val="00BB55D9"/>
    <w:rsid w:val="00BC4F1D"/>
    <w:rsid w:val="00BD788C"/>
    <w:rsid w:val="00BE2DFD"/>
    <w:rsid w:val="00BF385E"/>
    <w:rsid w:val="00BF3874"/>
    <w:rsid w:val="00C00D69"/>
    <w:rsid w:val="00C033AD"/>
    <w:rsid w:val="00C03E62"/>
    <w:rsid w:val="00C05308"/>
    <w:rsid w:val="00C20297"/>
    <w:rsid w:val="00C214BA"/>
    <w:rsid w:val="00C25A50"/>
    <w:rsid w:val="00C26594"/>
    <w:rsid w:val="00C325B3"/>
    <w:rsid w:val="00C3453D"/>
    <w:rsid w:val="00C40E54"/>
    <w:rsid w:val="00C4465D"/>
    <w:rsid w:val="00C5270B"/>
    <w:rsid w:val="00C65ECE"/>
    <w:rsid w:val="00C72D9C"/>
    <w:rsid w:val="00C82898"/>
    <w:rsid w:val="00C85681"/>
    <w:rsid w:val="00C867BB"/>
    <w:rsid w:val="00C87E74"/>
    <w:rsid w:val="00C91FCD"/>
    <w:rsid w:val="00C9350B"/>
    <w:rsid w:val="00C95243"/>
    <w:rsid w:val="00C95E66"/>
    <w:rsid w:val="00C964FB"/>
    <w:rsid w:val="00CB1D7E"/>
    <w:rsid w:val="00CC2EA8"/>
    <w:rsid w:val="00CC59D6"/>
    <w:rsid w:val="00CC61EE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6638"/>
    <w:rsid w:val="00D06794"/>
    <w:rsid w:val="00D10B0D"/>
    <w:rsid w:val="00D11E32"/>
    <w:rsid w:val="00D12B58"/>
    <w:rsid w:val="00D138A8"/>
    <w:rsid w:val="00D26279"/>
    <w:rsid w:val="00D26CAE"/>
    <w:rsid w:val="00D307BB"/>
    <w:rsid w:val="00D31B67"/>
    <w:rsid w:val="00D37C53"/>
    <w:rsid w:val="00D37F4D"/>
    <w:rsid w:val="00D5073F"/>
    <w:rsid w:val="00D6094D"/>
    <w:rsid w:val="00D629FA"/>
    <w:rsid w:val="00D63C94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39D7"/>
    <w:rsid w:val="00DC59FF"/>
    <w:rsid w:val="00DD0B99"/>
    <w:rsid w:val="00DD26EC"/>
    <w:rsid w:val="00DD4B20"/>
    <w:rsid w:val="00DE1E36"/>
    <w:rsid w:val="00DF3709"/>
    <w:rsid w:val="00E0222E"/>
    <w:rsid w:val="00E03146"/>
    <w:rsid w:val="00E054FB"/>
    <w:rsid w:val="00E076A0"/>
    <w:rsid w:val="00E10A57"/>
    <w:rsid w:val="00E1255F"/>
    <w:rsid w:val="00E165C4"/>
    <w:rsid w:val="00E16FB0"/>
    <w:rsid w:val="00E23B14"/>
    <w:rsid w:val="00E26144"/>
    <w:rsid w:val="00E2727C"/>
    <w:rsid w:val="00E307C0"/>
    <w:rsid w:val="00E3255A"/>
    <w:rsid w:val="00E363AE"/>
    <w:rsid w:val="00E36667"/>
    <w:rsid w:val="00E4029C"/>
    <w:rsid w:val="00E40BD0"/>
    <w:rsid w:val="00E47ABB"/>
    <w:rsid w:val="00E5538D"/>
    <w:rsid w:val="00E57098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D0960"/>
    <w:rsid w:val="00ED5F3A"/>
    <w:rsid w:val="00EE136A"/>
    <w:rsid w:val="00EE1DF6"/>
    <w:rsid w:val="00EE7796"/>
    <w:rsid w:val="00EF239F"/>
    <w:rsid w:val="00F0027A"/>
    <w:rsid w:val="00F01AA6"/>
    <w:rsid w:val="00F076FC"/>
    <w:rsid w:val="00F119DE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710A4"/>
    <w:rsid w:val="00F83650"/>
    <w:rsid w:val="00F87894"/>
    <w:rsid w:val="00F92168"/>
    <w:rsid w:val="00F96734"/>
    <w:rsid w:val="00FA2139"/>
    <w:rsid w:val="00FA3796"/>
    <w:rsid w:val="00FA71BB"/>
    <w:rsid w:val="00FA7A11"/>
    <w:rsid w:val="00FB352B"/>
    <w:rsid w:val="00FC4587"/>
    <w:rsid w:val="00FC4ADA"/>
    <w:rsid w:val="00FE5175"/>
    <w:rsid w:val="00FE6C38"/>
    <w:rsid w:val="00FE719A"/>
    <w:rsid w:val="00FF1392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883</TotalTime>
  <Pages>22</Pages>
  <Words>6017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</cp:lastModifiedBy>
  <cp:revision>300</cp:revision>
  <cp:lastPrinted>2013-10-15T03:57:00Z</cp:lastPrinted>
  <dcterms:created xsi:type="dcterms:W3CDTF">2012-12-14T05:12:00Z</dcterms:created>
  <dcterms:modified xsi:type="dcterms:W3CDTF">2013-10-17T23:07:00Z</dcterms:modified>
</cp:coreProperties>
</file>