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10" w:rsidRPr="008F03F4" w:rsidRDefault="00A24B10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8F03F4">
        <w:rPr>
          <w:rFonts w:ascii="Times New Roman" w:hAnsi="Times New Roman"/>
          <w:bCs/>
          <w:color w:val="000000"/>
          <w:sz w:val="24"/>
          <w:szCs w:val="24"/>
        </w:rPr>
        <w:t>Приложение № 4</w:t>
      </w:r>
    </w:p>
    <w:p w:rsidR="00A24B10" w:rsidRPr="008F03F4" w:rsidRDefault="00A24B10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8F03F4">
        <w:rPr>
          <w:rFonts w:ascii="Times New Roman" w:hAnsi="Times New Roman"/>
          <w:sz w:val="24"/>
          <w:szCs w:val="24"/>
        </w:rPr>
        <w:t>к постановлению администрации Дальнерече</w:t>
      </w:r>
      <w:r>
        <w:rPr>
          <w:rFonts w:ascii="Times New Roman" w:hAnsi="Times New Roman"/>
          <w:sz w:val="24"/>
          <w:szCs w:val="24"/>
        </w:rPr>
        <w:t>нского городского округа от __________</w:t>
      </w:r>
      <w:r w:rsidRPr="008F03F4">
        <w:rPr>
          <w:rFonts w:ascii="Times New Roman" w:hAnsi="Times New Roman"/>
          <w:sz w:val="24"/>
          <w:szCs w:val="24"/>
        </w:rPr>
        <w:t xml:space="preserve"> 2014 года  № ____</w:t>
      </w:r>
    </w:p>
    <w:p w:rsidR="00A24B10" w:rsidRPr="008F03F4" w:rsidRDefault="00A24B10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A24B10" w:rsidRPr="008F03F4" w:rsidRDefault="00A24B10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A24B10" w:rsidRPr="008F03F4" w:rsidRDefault="00A24B10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  <w:r w:rsidRPr="008F03F4">
        <w:rPr>
          <w:rFonts w:ascii="Times New Roman" w:hAnsi="Times New Roman"/>
          <w:bCs/>
          <w:color w:val="000000"/>
        </w:rPr>
        <w:t>Приложение № 5</w:t>
      </w:r>
    </w:p>
    <w:p w:rsidR="00A24B10" w:rsidRPr="008F03F4" w:rsidRDefault="00A24B10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</w:rPr>
      </w:pPr>
      <w:r w:rsidRPr="008F03F4">
        <w:rPr>
          <w:rFonts w:ascii="Times New Roman" w:hAnsi="Times New Roman"/>
        </w:rPr>
        <w:t xml:space="preserve">к муниципальной программе </w:t>
      </w:r>
    </w:p>
    <w:p w:rsidR="00A24B10" w:rsidRPr="008F03F4" w:rsidRDefault="00A24B10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8F03F4">
        <w:rPr>
          <w:rFonts w:ascii="Times New Roman" w:hAnsi="Times New Roman"/>
        </w:rPr>
        <w:t>«Развитие образования Дальнереченского городского округа»  на 2014-2016 годы,</w:t>
      </w:r>
    </w:p>
    <w:p w:rsidR="00A24B10" w:rsidRPr="008F03F4" w:rsidRDefault="00A24B10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8F03F4">
        <w:rPr>
          <w:rFonts w:ascii="Times New Roman" w:hAnsi="Times New Roman"/>
        </w:rPr>
        <w:t>утвержденной постановлением</w:t>
      </w:r>
    </w:p>
    <w:p w:rsidR="00A24B10" w:rsidRPr="008F03F4" w:rsidRDefault="00A24B10" w:rsidP="00B24788">
      <w:pPr>
        <w:spacing w:after="0" w:line="240" w:lineRule="auto"/>
        <w:ind w:left="10010"/>
        <w:rPr>
          <w:rFonts w:ascii="Times New Roman" w:hAnsi="Times New Roman"/>
        </w:rPr>
      </w:pPr>
      <w:r w:rsidRPr="008F03F4">
        <w:rPr>
          <w:rFonts w:ascii="Times New Roman" w:hAnsi="Times New Roman"/>
        </w:rPr>
        <w:t xml:space="preserve">администрации  Дальнереченского городского округа </w:t>
      </w:r>
    </w:p>
    <w:p w:rsidR="00A24B10" w:rsidRPr="008F03F4" w:rsidRDefault="00A24B10" w:rsidP="00B24788">
      <w:pPr>
        <w:spacing w:after="0" w:line="240" w:lineRule="auto"/>
        <w:ind w:left="10010"/>
        <w:rPr>
          <w:rFonts w:ascii="Times New Roman" w:hAnsi="Times New Roman"/>
        </w:rPr>
      </w:pPr>
      <w:r w:rsidRPr="008F03F4">
        <w:rPr>
          <w:rFonts w:ascii="Times New Roman" w:hAnsi="Times New Roman"/>
          <w:bCs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8F03F4">
          <w:rPr>
            <w:rFonts w:ascii="Times New Roman" w:hAnsi="Times New Roman"/>
            <w:bCs/>
          </w:rPr>
          <w:t>2013 г</w:t>
        </w:r>
      </w:smartTag>
      <w:r w:rsidRPr="008F03F4">
        <w:rPr>
          <w:rFonts w:ascii="Times New Roman" w:hAnsi="Times New Roman"/>
          <w:bCs/>
        </w:rPr>
        <w:t xml:space="preserve"> № 1258</w:t>
      </w:r>
      <w:r w:rsidRPr="008F03F4">
        <w:rPr>
          <w:rFonts w:ascii="Times New Roman" w:hAnsi="Times New Roman"/>
        </w:rPr>
        <w:br w:type="textWrapping" w:clear="all"/>
      </w:r>
    </w:p>
    <w:p w:rsidR="00A24B10" w:rsidRPr="008F03F4" w:rsidRDefault="00A24B10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A24B10" w:rsidRPr="008F03F4" w:rsidRDefault="00A24B10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A24B10" w:rsidRPr="008F03F4" w:rsidRDefault="00A24B10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A24B10" w:rsidRPr="008F03F4" w:rsidRDefault="00A24B10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3F4">
        <w:rPr>
          <w:rFonts w:ascii="Times New Roman" w:hAnsi="Times New Roman"/>
          <w:b/>
          <w:sz w:val="24"/>
          <w:szCs w:val="24"/>
        </w:rPr>
        <w:t>ИНФОРМАЦИЯ</w:t>
      </w:r>
    </w:p>
    <w:p w:rsidR="00A24B10" w:rsidRPr="008F03F4" w:rsidRDefault="00A24B10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3F4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A24B10" w:rsidRPr="008F03F4" w:rsidRDefault="00A24B10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3F4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A24B10" w:rsidRPr="008F03F4" w:rsidRDefault="00A24B10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03F4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A24B10" w:rsidRPr="008F03F4" w:rsidRDefault="00A24B10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8F03F4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 городского округа» на 2014-2016 годы</w:t>
      </w:r>
    </w:p>
    <w:tbl>
      <w:tblPr>
        <w:tblW w:w="14975" w:type="dxa"/>
        <w:tblInd w:w="93" w:type="dxa"/>
        <w:tblLayout w:type="fixed"/>
        <w:tblLook w:val="00A0"/>
      </w:tblPr>
      <w:tblGrid>
        <w:gridCol w:w="1008"/>
        <w:gridCol w:w="5717"/>
        <w:gridCol w:w="3630"/>
        <w:gridCol w:w="1650"/>
        <w:gridCol w:w="1430"/>
        <w:gridCol w:w="1540"/>
      </w:tblGrid>
      <w:tr w:rsidR="00A24B10" w:rsidRPr="008F03F4" w:rsidTr="00B24218">
        <w:trPr>
          <w:trHeight w:val="48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664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A24B10" w:rsidRPr="008F03F4" w:rsidTr="00B24218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A24B10" w:rsidRPr="008F03F4" w:rsidRDefault="00A24B10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195" w:type="dxa"/>
        <w:tblInd w:w="93" w:type="dxa"/>
        <w:tblLayout w:type="fixed"/>
        <w:tblLook w:val="00A0"/>
      </w:tblPr>
      <w:tblGrid>
        <w:gridCol w:w="5"/>
        <w:gridCol w:w="1004"/>
        <w:gridCol w:w="16"/>
        <w:gridCol w:w="5701"/>
        <w:gridCol w:w="3628"/>
        <w:gridCol w:w="1649"/>
        <w:gridCol w:w="1433"/>
        <w:gridCol w:w="1759"/>
      </w:tblGrid>
      <w:tr w:rsidR="00A24B10" w:rsidRPr="008F03F4" w:rsidTr="007E5D8F">
        <w:trPr>
          <w:trHeight w:val="20"/>
          <w:tblHeader/>
        </w:trPr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8F03F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03F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8F03F4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8F03F4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8F03F4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24B10" w:rsidRPr="008F03F4" w:rsidRDefault="00A24B10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A24B10" w:rsidRPr="008F03F4" w:rsidRDefault="00A24B1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364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338,88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327 472,37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331 276,71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177 112,00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170 344,00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170 344,00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998,20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157 128,37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160 932,71</w:t>
            </w:r>
          </w:p>
        </w:tc>
      </w:tr>
      <w:tr w:rsidR="00A24B10" w:rsidRPr="008F03F4" w:rsidTr="007E5D8F">
        <w:trPr>
          <w:trHeight w:val="365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154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590,88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109 278,98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109 316,69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48 518,00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41 750,00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41 750,00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844,20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67 528,98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67 566,69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3F4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691,73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59074,18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60566,69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691,73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59074,18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60566,69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3F4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221,00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221,00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38453,00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095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3F4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095D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проектно-сметной документации на реконструкцию (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03F4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2870,10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6684,80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4823,00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2870,10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6684,80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4823,00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(Все дошкольные учреждения 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(из расчета 60 тыс.руб на 1 группу))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A24B10" w:rsidRPr="008F03F4" w:rsidRDefault="00A24B1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A24B10" w:rsidRPr="008F03F4" w:rsidRDefault="00A24B1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A24B10" w:rsidRPr="008F03F4" w:rsidRDefault="00A24B10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A24B10" w:rsidRPr="008F03F4" w:rsidRDefault="00A24B10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129,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A24B10" w:rsidRPr="008F03F4" w:rsidRDefault="00A24B10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C50CBC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24B10" w:rsidRPr="008F03F4" w:rsidTr="00C50CBC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A24B10" w:rsidRPr="008F03F4" w:rsidRDefault="00A24B10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24B10" w:rsidRPr="008F03F4" w:rsidTr="00C50CBC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C50CBC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24B10" w:rsidRPr="008F03F4" w:rsidTr="00C50CBC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12»; 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«Детский сад № 1»;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183,00</w:t>
            </w:r>
          </w:p>
        </w:tc>
      </w:tr>
      <w:tr w:rsidR="00A24B10" w:rsidRPr="008F03F4" w:rsidTr="00C50CBC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C50CBC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183,00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(МБДОУ «ЦРР-Детский сад № 10»;</w:t>
            </w:r>
          </w:p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 МБДОУ «ЦРР-Детский сад № 5»; </w:t>
            </w:r>
          </w:p>
          <w:p w:rsidR="00A24B10" w:rsidRPr="008F03F4" w:rsidRDefault="00A24B10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A24B10" w:rsidRPr="008F03F4" w:rsidRDefault="00A24B10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A24B10" w:rsidRPr="008F03F4" w:rsidRDefault="00A24B10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A24B10" w:rsidRPr="008F03F4" w:rsidRDefault="00A24B10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154,80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154,80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A24B10" w:rsidRPr="008F03F4" w:rsidRDefault="00A24B10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1.5.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8F03F4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1770,00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2177,00</w:t>
            </w:r>
          </w:p>
        </w:tc>
      </w:tr>
      <w:tr w:rsidR="00A24B10" w:rsidRPr="008F03F4" w:rsidTr="007E5D8F">
        <w:trPr>
          <w:trHeight w:val="338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8F03F4">
              <w:rPr>
                <w:rFonts w:ascii="Times New Roman" w:hAnsi="Times New Roman"/>
                <w:b/>
                <w:bCs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8F03F4">
              <w:rPr>
                <w:rFonts w:ascii="Times New Roman" w:hAnsi="Times New Roman"/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1770,00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2177,00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631,00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940,00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631,00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940,00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475,00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446,00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475,00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446,00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1.7.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B06A2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8F03F4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общего образования»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179 071,64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184 485,81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187 439,27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128 039,00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128 039,00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128 039,00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51 032,64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56 446,81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59 400,27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44 992,64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46623,70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48865,27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 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44 992,64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46623,70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48865,27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122  821,00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122821,00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5218,00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2957,40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2957,40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</w:t>
            </w: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A24B10" w:rsidRPr="008F03F4" w:rsidRDefault="00A24B10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277,40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572,11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9695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277,40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9695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572,11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A24B10" w:rsidRPr="008F03F4" w:rsidRDefault="00A24B10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A24B10" w:rsidRPr="008F03F4" w:rsidRDefault="00A24B1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826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A24B10" w:rsidRPr="008F03F4" w:rsidRDefault="00A24B1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145F53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A24B10" w:rsidRPr="008F03F4" w:rsidRDefault="00A24B10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A6172C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A6172C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</w:t>
            </w: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A24B10" w:rsidRPr="008F03F4" w:rsidRDefault="00A24B1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865,00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1190,00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865,00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1190,00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A24B10" w:rsidRPr="008F03F4" w:rsidRDefault="00A24B10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A24B10" w:rsidRPr="008F03F4" w:rsidRDefault="00A24B1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1927,00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1928,00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1927,00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1928,00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349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827,00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827,00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6A1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2.7.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2.8.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Осуществление поддержки и социальной защиты одаренных детей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trHeight w:val="20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89416F">
            <w:pPr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</w:t>
            </w:r>
          </w:p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«Ученик года». </w:t>
            </w:r>
          </w:p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B10" w:rsidRPr="008F03F4" w:rsidRDefault="00A24B10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B10" w:rsidRPr="008F03F4" w:rsidRDefault="00A24B1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B10" w:rsidRPr="008F03F4" w:rsidRDefault="00A24B10" w:rsidP="000B2A80">
            <w:pPr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2.8.4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06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2.9.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806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2.10.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804,00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854,00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804,00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854,00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C4465D">
            <w:pPr>
              <w:pStyle w:val="NormalWeb"/>
              <w:ind w:left="-15" w:right="-84"/>
            </w:pPr>
            <w:r w:rsidRPr="008F03F4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80655D">
            <w:pPr>
              <w:pStyle w:val="NormalWeb"/>
              <w:spacing w:before="0" w:beforeAutospacing="0" w:after="0" w:afterAutospacing="0"/>
            </w:pPr>
            <w:r w:rsidRPr="008F03F4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2.10.3</w:t>
            </w:r>
          </w:p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pStyle w:val="NormalWeb"/>
              <w:ind w:left="-15" w:right="-84"/>
            </w:pPr>
            <w:r w:rsidRPr="008F03F4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pStyle w:val="NormalWeb"/>
              <w:ind w:left="-15" w:right="-84"/>
            </w:pPr>
            <w:r w:rsidRPr="008F03F4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pStyle w:val="NormalWeb"/>
              <w:ind w:left="-15" w:right="-84"/>
            </w:pPr>
            <w:r w:rsidRPr="008F03F4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DC39D7">
            <w:pPr>
              <w:pStyle w:val="NormalWeb"/>
              <w:ind w:right="-84"/>
            </w:pPr>
            <w:r w:rsidRPr="008F03F4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03B8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2.10.7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600,00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650,00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600,00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650,00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33294E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8F03F4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FA37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BD5D27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F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F65F12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8F03F4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D24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</w:rPr>
              <w:t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C50CBC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3294E">
            <w:pPr>
              <w:pStyle w:val="NormalWeb"/>
              <w:ind w:left="-15" w:right="-84"/>
            </w:pPr>
            <w:r w:rsidRPr="008F03F4">
              <w:t xml:space="preserve">Поддержка талантливой, творческой и активной молодежи,   поощрение за успехи </w:t>
            </w:r>
            <w:r>
              <w:t>в</w:t>
            </w:r>
            <w:r w:rsidRPr="008F03F4">
              <w:t xml:space="preserve"> реализации молодежной политики на территории Дальнереченского городского округа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24B10" w:rsidRPr="008F03F4" w:rsidTr="00C50CBC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076018" w:rsidRDefault="00A24B10" w:rsidP="00DC3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18">
              <w:rPr>
                <w:rFonts w:ascii="Times New Roman" w:hAnsi="Times New Roman"/>
                <w:sz w:val="24"/>
                <w:szCs w:val="24"/>
              </w:rPr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24B10" w:rsidRPr="008F03F4" w:rsidTr="00C50CBC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C50CBC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2.10.8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pStyle w:val="NormalWeb"/>
              <w:ind w:right="-84"/>
            </w:pPr>
            <w:r w:rsidRPr="008F03F4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pStyle w:val="NormalWeb"/>
              <w:ind w:right="-84"/>
            </w:pPr>
            <w:r w:rsidRPr="008F03F4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pStyle w:val="NormalWeb"/>
              <w:ind w:right="-84"/>
            </w:pPr>
            <w:r w:rsidRPr="008F03F4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2.10.9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82,00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82,00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82,00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82,00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pStyle w:val="NormalWeb"/>
              <w:ind w:right="-84"/>
            </w:pPr>
            <w:r w:rsidRPr="008F03F4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pStyle w:val="NormalWeb"/>
              <w:ind w:left="33" w:right="-84"/>
            </w:pPr>
            <w:r w:rsidRPr="008F03F4">
              <w:t>Проведение тематических бесед в коллек</w:t>
            </w:r>
            <w:r w:rsidRPr="008F03F4">
              <w:softHyphen/>
              <w:t>тивах учащихся государственных образова</w:t>
            </w:r>
            <w:r w:rsidRPr="008F03F4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pStyle w:val="NormalWeb"/>
              <w:ind w:right="-84"/>
            </w:pPr>
            <w:r w:rsidRPr="008F03F4"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723CDD">
            <w:pPr>
              <w:pStyle w:val="NormalWeb"/>
              <w:ind w:right="-84"/>
            </w:pPr>
            <w:r w:rsidRPr="008F03F4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723CDD">
            <w:pPr>
              <w:pStyle w:val="NormalWeb"/>
              <w:ind w:right="-84"/>
            </w:pPr>
            <w:r w:rsidRPr="008F03F4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890DE5">
            <w:pPr>
              <w:pStyle w:val="NormalWeb"/>
              <w:ind w:right="-84"/>
            </w:pPr>
            <w:r w:rsidRPr="008F03F4">
              <w:t>Осуществление еженедельных обходов территории на предмет выявления и ликвида</w:t>
            </w:r>
            <w:r w:rsidRPr="008F03F4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pStyle w:val="NormalWeb"/>
              <w:ind w:right="-84"/>
            </w:pPr>
            <w:r w:rsidRPr="008F03F4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307880">
            <w:pPr>
              <w:pStyle w:val="NormalWeb"/>
              <w:ind w:left="-23" w:right="-84"/>
            </w:pPr>
            <w:r w:rsidRPr="008F03F4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pStyle w:val="NormalWeb"/>
              <w:ind w:left="-76" w:right="-84"/>
            </w:pPr>
            <w:r w:rsidRPr="008F03F4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2.11.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702,72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242,94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025,91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147,72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687,94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470,91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630,12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948,74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633,71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630,12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948,74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633,71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13630,12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14948,74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15633,71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13630,12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14948,74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15633,71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1467,60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1494,20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1542,20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21796" w:rsidRDefault="00A24B10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21796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3184,00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912,60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939,20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987,20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21796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17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3184,00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21796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17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3184,00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21796">
              <w:rPr>
                <w:rFonts w:ascii="Times New Roman" w:hAnsi="Times New Roman"/>
                <w:i/>
                <w:sz w:val="24"/>
                <w:szCs w:val="24"/>
              </w:rPr>
              <w:t>912,</w:t>
            </w: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939,20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987,20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939,20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987,20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559,20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559,20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A24B10" w:rsidRPr="008F03F4" w:rsidRDefault="00A24B10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>3.3.2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8F03F4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6F254E">
            <w:pPr>
              <w:tabs>
                <w:tab w:val="center" w:pos="717"/>
                <w:tab w:val="right" w:pos="1434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ab/>
            </w:r>
            <w:r w:rsidRPr="008F03F4">
              <w:rPr>
                <w:rFonts w:ascii="Times New Roman" w:hAnsi="Times New Roman"/>
                <w:sz w:val="24"/>
                <w:szCs w:val="24"/>
              </w:rPr>
              <w:tab/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52774">
            <w:pPr>
              <w:spacing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750,00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800,00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750,00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800,00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D508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рганизация городских акций,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конкурсов, презентаций, 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форумов, тематических площадок, изготовление атрибутики для организации городских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оддержка волонтерства и добровольчества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332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B10" w:rsidRPr="008F03F4" w:rsidRDefault="00A24B10" w:rsidP="00FE5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Поддержка творческой,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талантливой молодежи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(уч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астие молодежи в краевых,  всероссийских и международных конкурсах, фестивалях, форумах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973,64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464,64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494,84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973,64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464,64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494,84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14973,64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16464,64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16494,84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A24B10" w:rsidRPr="008F03F4" w:rsidTr="007E5D8F">
        <w:trPr>
          <w:gridBefore w:val="1"/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B10" w:rsidRPr="008F03F4" w:rsidRDefault="00A24B10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14973,64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16464,64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24B10" w:rsidRPr="008F03F4" w:rsidRDefault="00A24B10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16494,84</w:t>
            </w:r>
          </w:p>
        </w:tc>
      </w:tr>
    </w:tbl>
    <w:p w:rsidR="00A24B10" w:rsidRPr="008F03F4" w:rsidRDefault="00A24B10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4B10" w:rsidRPr="00A63258" w:rsidRDefault="00A24B10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3F4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A24B10" w:rsidRPr="00A63258" w:rsidSect="00A63258">
      <w:headerReference w:type="default" r:id="rId6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B10" w:rsidRDefault="00A24B10" w:rsidP="001C325E">
      <w:pPr>
        <w:spacing w:after="0" w:line="240" w:lineRule="auto"/>
      </w:pPr>
      <w:r>
        <w:separator/>
      </w:r>
    </w:p>
  </w:endnote>
  <w:endnote w:type="continuationSeparator" w:id="0">
    <w:p w:rsidR="00A24B10" w:rsidRDefault="00A24B10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B10" w:rsidRDefault="00A24B10" w:rsidP="001C325E">
      <w:pPr>
        <w:spacing w:after="0" w:line="240" w:lineRule="auto"/>
      </w:pPr>
      <w:r>
        <w:separator/>
      </w:r>
    </w:p>
  </w:footnote>
  <w:footnote w:type="continuationSeparator" w:id="0">
    <w:p w:rsidR="00A24B10" w:rsidRDefault="00A24B10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B10" w:rsidRPr="0012098F" w:rsidRDefault="00A24B10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A4D"/>
    <w:rsid w:val="00002CFF"/>
    <w:rsid w:val="000058CD"/>
    <w:rsid w:val="0000732F"/>
    <w:rsid w:val="00010767"/>
    <w:rsid w:val="00010B24"/>
    <w:rsid w:val="000113D5"/>
    <w:rsid w:val="00011434"/>
    <w:rsid w:val="00012F01"/>
    <w:rsid w:val="00016CD4"/>
    <w:rsid w:val="00021CBC"/>
    <w:rsid w:val="00022C2E"/>
    <w:rsid w:val="00022E91"/>
    <w:rsid w:val="00026B3C"/>
    <w:rsid w:val="00027313"/>
    <w:rsid w:val="000315DE"/>
    <w:rsid w:val="0003210E"/>
    <w:rsid w:val="000352C8"/>
    <w:rsid w:val="000378A3"/>
    <w:rsid w:val="0004038E"/>
    <w:rsid w:val="000437B9"/>
    <w:rsid w:val="000440E0"/>
    <w:rsid w:val="0005355D"/>
    <w:rsid w:val="00055C76"/>
    <w:rsid w:val="00061E35"/>
    <w:rsid w:val="00062F66"/>
    <w:rsid w:val="00064A71"/>
    <w:rsid w:val="0006605A"/>
    <w:rsid w:val="00071060"/>
    <w:rsid w:val="00073A6B"/>
    <w:rsid w:val="000744C7"/>
    <w:rsid w:val="00074EAD"/>
    <w:rsid w:val="00076018"/>
    <w:rsid w:val="0007625F"/>
    <w:rsid w:val="000823A3"/>
    <w:rsid w:val="00090677"/>
    <w:rsid w:val="00093E1E"/>
    <w:rsid w:val="00095DAC"/>
    <w:rsid w:val="000A52E7"/>
    <w:rsid w:val="000A5BA2"/>
    <w:rsid w:val="000A79B8"/>
    <w:rsid w:val="000A7C59"/>
    <w:rsid w:val="000B277B"/>
    <w:rsid w:val="000B2A80"/>
    <w:rsid w:val="000C012E"/>
    <w:rsid w:val="000D0CE7"/>
    <w:rsid w:val="000D0F62"/>
    <w:rsid w:val="000D5DB5"/>
    <w:rsid w:val="000E13E9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6FA3"/>
    <w:rsid w:val="001071F1"/>
    <w:rsid w:val="00110254"/>
    <w:rsid w:val="00110630"/>
    <w:rsid w:val="00113848"/>
    <w:rsid w:val="0011499D"/>
    <w:rsid w:val="0012098F"/>
    <w:rsid w:val="00123994"/>
    <w:rsid w:val="00134AFC"/>
    <w:rsid w:val="00137028"/>
    <w:rsid w:val="00142B94"/>
    <w:rsid w:val="001452D8"/>
    <w:rsid w:val="00145F5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2A7A"/>
    <w:rsid w:val="001733FB"/>
    <w:rsid w:val="00177F95"/>
    <w:rsid w:val="0018107B"/>
    <w:rsid w:val="001819FE"/>
    <w:rsid w:val="00185DE2"/>
    <w:rsid w:val="00187449"/>
    <w:rsid w:val="00187A88"/>
    <w:rsid w:val="001951A9"/>
    <w:rsid w:val="001969B3"/>
    <w:rsid w:val="001A16B2"/>
    <w:rsid w:val="001A2A93"/>
    <w:rsid w:val="001B571F"/>
    <w:rsid w:val="001C13C0"/>
    <w:rsid w:val="001C1FC6"/>
    <w:rsid w:val="001C2590"/>
    <w:rsid w:val="001C325E"/>
    <w:rsid w:val="001C6367"/>
    <w:rsid w:val="001D1E4D"/>
    <w:rsid w:val="001D6EEB"/>
    <w:rsid w:val="001E1152"/>
    <w:rsid w:val="001E5FD4"/>
    <w:rsid w:val="001F1364"/>
    <w:rsid w:val="00200BC4"/>
    <w:rsid w:val="00201F1F"/>
    <w:rsid w:val="00202E89"/>
    <w:rsid w:val="00205744"/>
    <w:rsid w:val="00216C6A"/>
    <w:rsid w:val="00216DD9"/>
    <w:rsid w:val="002239B5"/>
    <w:rsid w:val="00227201"/>
    <w:rsid w:val="002273E0"/>
    <w:rsid w:val="00236877"/>
    <w:rsid w:val="00236D58"/>
    <w:rsid w:val="0024162F"/>
    <w:rsid w:val="00243B58"/>
    <w:rsid w:val="00247193"/>
    <w:rsid w:val="002602FA"/>
    <w:rsid w:val="00262A21"/>
    <w:rsid w:val="002721DD"/>
    <w:rsid w:val="0027396C"/>
    <w:rsid w:val="00275814"/>
    <w:rsid w:val="00275F36"/>
    <w:rsid w:val="00277E91"/>
    <w:rsid w:val="0028427A"/>
    <w:rsid w:val="002845F9"/>
    <w:rsid w:val="00284D8C"/>
    <w:rsid w:val="0029105C"/>
    <w:rsid w:val="00296759"/>
    <w:rsid w:val="00297948"/>
    <w:rsid w:val="002A6DB4"/>
    <w:rsid w:val="002A70B1"/>
    <w:rsid w:val="002B0879"/>
    <w:rsid w:val="002B0A25"/>
    <w:rsid w:val="002B5F62"/>
    <w:rsid w:val="002C01E4"/>
    <w:rsid w:val="002C1445"/>
    <w:rsid w:val="002C6A6E"/>
    <w:rsid w:val="002C6E3C"/>
    <w:rsid w:val="002C7E3F"/>
    <w:rsid w:val="002D70FB"/>
    <w:rsid w:val="002E1223"/>
    <w:rsid w:val="002E3868"/>
    <w:rsid w:val="002E437D"/>
    <w:rsid w:val="002F06FA"/>
    <w:rsid w:val="002F5652"/>
    <w:rsid w:val="002F5D9C"/>
    <w:rsid w:val="0030124E"/>
    <w:rsid w:val="00302B36"/>
    <w:rsid w:val="0030645F"/>
    <w:rsid w:val="00307880"/>
    <w:rsid w:val="00307CE0"/>
    <w:rsid w:val="003118F0"/>
    <w:rsid w:val="00312917"/>
    <w:rsid w:val="00314032"/>
    <w:rsid w:val="003141E2"/>
    <w:rsid w:val="0031734E"/>
    <w:rsid w:val="003202A9"/>
    <w:rsid w:val="003268B2"/>
    <w:rsid w:val="0033294E"/>
    <w:rsid w:val="003338F1"/>
    <w:rsid w:val="00336551"/>
    <w:rsid w:val="00342647"/>
    <w:rsid w:val="003430A1"/>
    <w:rsid w:val="003515B7"/>
    <w:rsid w:val="00351934"/>
    <w:rsid w:val="00351E3B"/>
    <w:rsid w:val="00354A93"/>
    <w:rsid w:val="00357B0D"/>
    <w:rsid w:val="003626F3"/>
    <w:rsid w:val="00365A53"/>
    <w:rsid w:val="00366EF3"/>
    <w:rsid w:val="00371574"/>
    <w:rsid w:val="00373DDD"/>
    <w:rsid w:val="00376602"/>
    <w:rsid w:val="003846DE"/>
    <w:rsid w:val="00386101"/>
    <w:rsid w:val="0039278E"/>
    <w:rsid w:val="003A0D30"/>
    <w:rsid w:val="003A0D85"/>
    <w:rsid w:val="003A3AFD"/>
    <w:rsid w:val="003A7B4D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2AA5"/>
    <w:rsid w:val="003D3DE3"/>
    <w:rsid w:val="003D4C71"/>
    <w:rsid w:val="003D653B"/>
    <w:rsid w:val="003D7AC9"/>
    <w:rsid w:val="003D7FC0"/>
    <w:rsid w:val="003E192F"/>
    <w:rsid w:val="003E2FDF"/>
    <w:rsid w:val="003E386C"/>
    <w:rsid w:val="003E3FDB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7C69"/>
    <w:rsid w:val="00410DDF"/>
    <w:rsid w:val="004161A4"/>
    <w:rsid w:val="00416DA9"/>
    <w:rsid w:val="00421F4C"/>
    <w:rsid w:val="004243C6"/>
    <w:rsid w:val="004300EC"/>
    <w:rsid w:val="00431339"/>
    <w:rsid w:val="00433D56"/>
    <w:rsid w:val="00443908"/>
    <w:rsid w:val="004464E0"/>
    <w:rsid w:val="0044790D"/>
    <w:rsid w:val="00450EB7"/>
    <w:rsid w:val="00454835"/>
    <w:rsid w:val="004614A2"/>
    <w:rsid w:val="004614B4"/>
    <w:rsid w:val="00463029"/>
    <w:rsid w:val="00463659"/>
    <w:rsid w:val="00464AAC"/>
    <w:rsid w:val="00465DF5"/>
    <w:rsid w:val="00465F18"/>
    <w:rsid w:val="00467886"/>
    <w:rsid w:val="004709DA"/>
    <w:rsid w:val="00474D8B"/>
    <w:rsid w:val="004776A6"/>
    <w:rsid w:val="00477BE9"/>
    <w:rsid w:val="00485AAB"/>
    <w:rsid w:val="00485D8F"/>
    <w:rsid w:val="0048688B"/>
    <w:rsid w:val="0049034E"/>
    <w:rsid w:val="00494BB4"/>
    <w:rsid w:val="004A029F"/>
    <w:rsid w:val="004A19CD"/>
    <w:rsid w:val="004A1ED4"/>
    <w:rsid w:val="004A4F05"/>
    <w:rsid w:val="004A6071"/>
    <w:rsid w:val="004A6E68"/>
    <w:rsid w:val="004A7FE2"/>
    <w:rsid w:val="004B7D41"/>
    <w:rsid w:val="004C6CC0"/>
    <w:rsid w:val="004C7459"/>
    <w:rsid w:val="004C7766"/>
    <w:rsid w:val="004D3075"/>
    <w:rsid w:val="004D3B7F"/>
    <w:rsid w:val="004D4C2F"/>
    <w:rsid w:val="004D4EE3"/>
    <w:rsid w:val="004D6E43"/>
    <w:rsid w:val="004E73BC"/>
    <w:rsid w:val="004F4F30"/>
    <w:rsid w:val="00503B89"/>
    <w:rsid w:val="0050518F"/>
    <w:rsid w:val="00505273"/>
    <w:rsid w:val="005078CE"/>
    <w:rsid w:val="00512E98"/>
    <w:rsid w:val="00524B2F"/>
    <w:rsid w:val="0052674C"/>
    <w:rsid w:val="00526F5B"/>
    <w:rsid w:val="00527F8D"/>
    <w:rsid w:val="00532B20"/>
    <w:rsid w:val="00534A8E"/>
    <w:rsid w:val="00535A76"/>
    <w:rsid w:val="00542321"/>
    <w:rsid w:val="00542422"/>
    <w:rsid w:val="005430D1"/>
    <w:rsid w:val="0054314E"/>
    <w:rsid w:val="0054503B"/>
    <w:rsid w:val="00546418"/>
    <w:rsid w:val="00552774"/>
    <w:rsid w:val="005579C7"/>
    <w:rsid w:val="00567D98"/>
    <w:rsid w:val="00573A50"/>
    <w:rsid w:val="00574230"/>
    <w:rsid w:val="00580D06"/>
    <w:rsid w:val="0058229F"/>
    <w:rsid w:val="00582B5F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B138E"/>
    <w:rsid w:val="005B2445"/>
    <w:rsid w:val="005B283B"/>
    <w:rsid w:val="005B295D"/>
    <w:rsid w:val="005B4B58"/>
    <w:rsid w:val="005B4CA8"/>
    <w:rsid w:val="005B5188"/>
    <w:rsid w:val="005B5AB3"/>
    <w:rsid w:val="005C2FCE"/>
    <w:rsid w:val="005C40E9"/>
    <w:rsid w:val="005C51FE"/>
    <w:rsid w:val="005C5FCC"/>
    <w:rsid w:val="005C6E09"/>
    <w:rsid w:val="005E4758"/>
    <w:rsid w:val="005E6A7C"/>
    <w:rsid w:val="005E78B6"/>
    <w:rsid w:val="005F185E"/>
    <w:rsid w:val="0060347C"/>
    <w:rsid w:val="00603D3F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40CC8"/>
    <w:rsid w:val="00650199"/>
    <w:rsid w:val="006505C8"/>
    <w:rsid w:val="00651A8D"/>
    <w:rsid w:val="006600FF"/>
    <w:rsid w:val="00660576"/>
    <w:rsid w:val="006618D4"/>
    <w:rsid w:val="00664046"/>
    <w:rsid w:val="00665BC5"/>
    <w:rsid w:val="006663C2"/>
    <w:rsid w:val="006738C8"/>
    <w:rsid w:val="00673BA8"/>
    <w:rsid w:val="00674FC9"/>
    <w:rsid w:val="0067714E"/>
    <w:rsid w:val="006810BF"/>
    <w:rsid w:val="00693C7A"/>
    <w:rsid w:val="00695681"/>
    <w:rsid w:val="00697583"/>
    <w:rsid w:val="006A0721"/>
    <w:rsid w:val="006A0C4F"/>
    <w:rsid w:val="006A1BF2"/>
    <w:rsid w:val="006A30B0"/>
    <w:rsid w:val="006A5057"/>
    <w:rsid w:val="006B0A3F"/>
    <w:rsid w:val="006B511B"/>
    <w:rsid w:val="006C296F"/>
    <w:rsid w:val="006C3E89"/>
    <w:rsid w:val="006C6CD9"/>
    <w:rsid w:val="006D1EC5"/>
    <w:rsid w:val="006D5C8F"/>
    <w:rsid w:val="006D6E4C"/>
    <w:rsid w:val="006E1342"/>
    <w:rsid w:val="006E38AB"/>
    <w:rsid w:val="006E73BA"/>
    <w:rsid w:val="006F254E"/>
    <w:rsid w:val="006F3F35"/>
    <w:rsid w:val="007028FF"/>
    <w:rsid w:val="00704D20"/>
    <w:rsid w:val="00711E9C"/>
    <w:rsid w:val="00713D7B"/>
    <w:rsid w:val="00715975"/>
    <w:rsid w:val="0072104C"/>
    <w:rsid w:val="00723609"/>
    <w:rsid w:val="00723CDD"/>
    <w:rsid w:val="007339BC"/>
    <w:rsid w:val="00743AA9"/>
    <w:rsid w:val="007454DF"/>
    <w:rsid w:val="00751F87"/>
    <w:rsid w:val="00755E56"/>
    <w:rsid w:val="007619E1"/>
    <w:rsid w:val="00764BCD"/>
    <w:rsid w:val="007745CB"/>
    <w:rsid w:val="007816AF"/>
    <w:rsid w:val="007852D9"/>
    <w:rsid w:val="00787CA2"/>
    <w:rsid w:val="00791256"/>
    <w:rsid w:val="007919AA"/>
    <w:rsid w:val="00794AB7"/>
    <w:rsid w:val="00794EB6"/>
    <w:rsid w:val="00795D06"/>
    <w:rsid w:val="007A19B5"/>
    <w:rsid w:val="007A3080"/>
    <w:rsid w:val="007A343E"/>
    <w:rsid w:val="007A5D0A"/>
    <w:rsid w:val="007B02BC"/>
    <w:rsid w:val="007B4213"/>
    <w:rsid w:val="007C26B2"/>
    <w:rsid w:val="007C2709"/>
    <w:rsid w:val="007C4FFB"/>
    <w:rsid w:val="007C61C4"/>
    <w:rsid w:val="007D364C"/>
    <w:rsid w:val="007E16BF"/>
    <w:rsid w:val="007E4622"/>
    <w:rsid w:val="007E4687"/>
    <w:rsid w:val="007E4CBE"/>
    <w:rsid w:val="007E5D8F"/>
    <w:rsid w:val="007E69E1"/>
    <w:rsid w:val="007F2173"/>
    <w:rsid w:val="007F45E0"/>
    <w:rsid w:val="007F52EE"/>
    <w:rsid w:val="007F7298"/>
    <w:rsid w:val="00802259"/>
    <w:rsid w:val="00804F20"/>
    <w:rsid w:val="0080655D"/>
    <w:rsid w:val="00807BF2"/>
    <w:rsid w:val="00810AB7"/>
    <w:rsid w:val="00811079"/>
    <w:rsid w:val="00811498"/>
    <w:rsid w:val="0081243D"/>
    <w:rsid w:val="008143C6"/>
    <w:rsid w:val="00821796"/>
    <w:rsid w:val="0082225C"/>
    <w:rsid w:val="008249F8"/>
    <w:rsid w:val="00831977"/>
    <w:rsid w:val="008366BA"/>
    <w:rsid w:val="00837C70"/>
    <w:rsid w:val="00840C28"/>
    <w:rsid w:val="008422D7"/>
    <w:rsid w:val="0084261C"/>
    <w:rsid w:val="008433B7"/>
    <w:rsid w:val="00844B1C"/>
    <w:rsid w:val="00846D0F"/>
    <w:rsid w:val="00854D76"/>
    <w:rsid w:val="0086174E"/>
    <w:rsid w:val="00875C5A"/>
    <w:rsid w:val="008832D6"/>
    <w:rsid w:val="00884551"/>
    <w:rsid w:val="00885A95"/>
    <w:rsid w:val="008879AB"/>
    <w:rsid w:val="00890056"/>
    <w:rsid w:val="0089032C"/>
    <w:rsid w:val="00890DE5"/>
    <w:rsid w:val="0089104E"/>
    <w:rsid w:val="0089416F"/>
    <w:rsid w:val="008958C9"/>
    <w:rsid w:val="00896953"/>
    <w:rsid w:val="00896B12"/>
    <w:rsid w:val="008A383F"/>
    <w:rsid w:val="008B720B"/>
    <w:rsid w:val="008C09CC"/>
    <w:rsid w:val="008C5233"/>
    <w:rsid w:val="008D22A0"/>
    <w:rsid w:val="008D61A6"/>
    <w:rsid w:val="008D6265"/>
    <w:rsid w:val="008D6459"/>
    <w:rsid w:val="008D6E97"/>
    <w:rsid w:val="008D7D2A"/>
    <w:rsid w:val="008E068B"/>
    <w:rsid w:val="008E0F57"/>
    <w:rsid w:val="008E39FC"/>
    <w:rsid w:val="008E40AE"/>
    <w:rsid w:val="008E40FE"/>
    <w:rsid w:val="008E7559"/>
    <w:rsid w:val="008F03F4"/>
    <w:rsid w:val="008F3337"/>
    <w:rsid w:val="00901B2E"/>
    <w:rsid w:val="00903A1F"/>
    <w:rsid w:val="00904AFF"/>
    <w:rsid w:val="0090564E"/>
    <w:rsid w:val="00905689"/>
    <w:rsid w:val="009134A0"/>
    <w:rsid w:val="00922991"/>
    <w:rsid w:val="00923F40"/>
    <w:rsid w:val="009306E7"/>
    <w:rsid w:val="009335D4"/>
    <w:rsid w:val="00934399"/>
    <w:rsid w:val="009343D4"/>
    <w:rsid w:val="00946359"/>
    <w:rsid w:val="009475D6"/>
    <w:rsid w:val="00950027"/>
    <w:rsid w:val="009524A5"/>
    <w:rsid w:val="00956210"/>
    <w:rsid w:val="0095652F"/>
    <w:rsid w:val="00966672"/>
    <w:rsid w:val="009708F4"/>
    <w:rsid w:val="009748C8"/>
    <w:rsid w:val="009750A9"/>
    <w:rsid w:val="00977951"/>
    <w:rsid w:val="00981C7F"/>
    <w:rsid w:val="00982034"/>
    <w:rsid w:val="00982E8E"/>
    <w:rsid w:val="00986208"/>
    <w:rsid w:val="009906D0"/>
    <w:rsid w:val="00991E03"/>
    <w:rsid w:val="00994F21"/>
    <w:rsid w:val="00997658"/>
    <w:rsid w:val="009A0FBB"/>
    <w:rsid w:val="009A1423"/>
    <w:rsid w:val="009A414F"/>
    <w:rsid w:val="009A6D69"/>
    <w:rsid w:val="009A6EC7"/>
    <w:rsid w:val="009B158E"/>
    <w:rsid w:val="009B3DA9"/>
    <w:rsid w:val="009B5061"/>
    <w:rsid w:val="009B7A11"/>
    <w:rsid w:val="009C0D6D"/>
    <w:rsid w:val="009D3983"/>
    <w:rsid w:val="009D730F"/>
    <w:rsid w:val="009E3529"/>
    <w:rsid w:val="009E616F"/>
    <w:rsid w:val="009E66F7"/>
    <w:rsid w:val="009E6B1A"/>
    <w:rsid w:val="009E74E3"/>
    <w:rsid w:val="009F218B"/>
    <w:rsid w:val="009F4806"/>
    <w:rsid w:val="009F6B83"/>
    <w:rsid w:val="009F6BA8"/>
    <w:rsid w:val="00A01302"/>
    <w:rsid w:val="00A01427"/>
    <w:rsid w:val="00A02291"/>
    <w:rsid w:val="00A022AB"/>
    <w:rsid w:val="00A024BD"/>
    <w:rsid w:val="00A06ECC"/>
    <w:rsid w:val="00A1164B"/>
    <w:rsid w:val="00A169D9"/>
    <w:rsid w:val="00A173EF"/>
    <w:rsid w:val="00A20310"/>
    <w:rsid w:val="00A22304"/>
    <w:rsid w:val="00A24237"/>
    <w:rsid w:val="00A24B10"/>
    <w:rsid w:val="00A270DD"/>
    <w:rsid w:val="00A27E70"/>
    <w:rsid w:val="00A33515"/>
    <w:rsid w:val="00A4377D"/>
    <w:rsid w:val="00A47742"/>
    <w:rsid w:val="00A479C6"/>
    <w:rsid w:val="00A53374"/>
    <w:rsid w:val="00A54225"/>
    <w:rsid w:val="00A54684"/>
    <w:rsid w:val="00A55592"/>
    <w:rsid w:val="00A6172C"/>
    <w:rsid w:val="00A63258"/>
    <w:rsid w:val="00A653DC"/>
    <w:rsid w:val="00A67A8E"/>
    <w:rsid w:val="00A67B60"/>
    <w:rsid w:val="00A67CBD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5B9A"/>
    <w:rsid w:val="00A97CCE"/>
    <w:rsid w:val="00AA153F"/>
    <w:rsid w:val="00AA338A"/>
    <w:rsid w:val="00AA3839"/>
    <w:rsid w:val="00AA3913"/>
    <w:rsid w:val="00AA3BC7"/>
    <w:rsid w:val="00AC1759"/>
    <w:rsid w:val="00AC1ADA"/>
    <w:rsid w:val="00AC67AE"/>
    <w:rsid w:val="00AD0CF9"/>
    <w:rsid w:val="00AD215B"/>
    <w:rsid w:val="00AD6D75"/>
    <w:rsid w:val="00AE3111"/>
    <w:rsid w:val="00AF5C3C"/>
    <w:rsid w:val="00AF6210"/>
    <w:rsid w:val="00B006FD"/>
    <w:rsid w:val="00B012A8"/>
    <w:rsid w:val="00B01350"/>
    <w:rsid w:val="00B01354"/>
    <w:rsid w:val="00B027B0"/>
    <w:rsid w:val="00B06A2E"/>
    <w:rsid w:val="00B118D8"/>
    <w:rsid w:val="00B1257F"/>
    <w:rsid w:val="00B159FB"/>
    <w:rsid w:val="00B24218"/>
    <w:rsid w:val="00B24788"/>
    <w:rsid w:val="00B37F18"/>
    <w:rsid w:val="00B40AD4"/>
    <w:rsid w:val="00B418A3"/>
    <w:rsid w:val="00B5040F"/>
    <w:rsid w:val="00B53744"/>
    <w:rsid w:val="00B556BA"/>
    <w:rsid w:val="00B5682A"/>
    <w:rsid w:val="00B63852"/>
    <w:rsid w:val="00B6402A"/>
    <w:rsid w:val="00B6573C"/>
    <w:rsid w:val="00B77D19"/>
    <w:rsid w:val="00B837CF"/>
    <w:rsid w:val="00B83B76"/>
    <w:rsid w:val="00B86EFD"/>
    <w:rsid w:val="00B87888"/>
    <w:rsid w:val="00B91C42"/>
    <w:rsid w:val="00B92409"/>
    <w:rsid w:val="00BA6B17"/>
    <w:rsid w:val="00BB39F6"/>
    <w:rsid w:val="00BB55D9"/>
    <w:rsid w:val="00BC4F1D"/>
    <w:rsid w:val="00BD26C4"/>
    <w:rsid w:val="00BD5D27"/>
    <w:rsid w:val="00BD788C"/>
    <w:rsid w:val="00BE2DFD"/>
    <w:rsid w:val="00BF385E"/>
    <w:rsid w:val="00BF3874"/>
    <w:rsid w:val="00BF6261"/>
    <w:rsid w:val="00C00D69"/>
    <w:rsid w:val="00C033AD"/>
    <w:rsid w:val="00C03E62"/>
    <w:rsid w:val="00C05308"/>
    <w:rsid w:val="00C114A3"/>
    <w:rsid w:val="00C20297"/>
    <w:rsid w:val="00C214BA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270B"/>
    <w:rsid w:val="00C65ECE"/>
    <w:rsid w:val="00C72D9C"/>
    <w:rsid w:val="00C82898"/>
    <w:rsid w:val="00C85681"/>
    <w:rsid w:val="00C867BB"/>
    <w:rsid w:val="00C87CF6"/>
    <w:rsid w:val="00C87E74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58ED"/>
    <w:rsid w:val="00CE0B9C"/>
    <w:rsid w:val="00CE29A4"/>
    <w:rsid w:val="00CE3182"/>
    <w:rsid w:val="00CE3F5A"/>
    <w:rsid w:val="00CE4481"/>
    <w:rsid w:val="00CF3CBC"/>
    <w:rsid w:val="00CF4B5B"/>
    <w:rsid w:val="00CF57DF"/>
    <w:rsid w:val="00D03736"/>
    <w:rsid w:val="00D03EDB"/>
    <w:rsid w:val="00D0470C"/>
    <w:rsid w:val="00D05887"/>
    <w:rsid w:val="00D06638"/>
    <w:rsid w:val="00D06794"/>
    <w:rsid w:val="00D10B0D"/>
    <w:rsid w:val="00D11E32"/>
    <w:rsid w:val="00D12B58"/>
    <w:rsid w:val="00D138A8"/>
    <w:rsid w:val="00D22D99"/>
    <w:rsid w:val="00D24A43"/>
    <w:rsid w:val="00D26279"/>
    <w:rsid w:val="00D26CAE"/>
    <w:rsid w:val="00D307BB"/>
    <w:rsid w:val="00D31B67"/>
    <w:rsid w:val="00D31BB3"/>
    <w:rsid w:val="00D3237D"/>
    <w:rsid w:val="00D37C53"/>
    <w:rsid w:val="00D37E44"/>
    <w:rsid w:val="00D37F4D"/>
    <w:rsid w:val="00D5073F"/>
    <w:rsid w:val="00D5082A"/>
    <w:rsid w:val="00D6094D"/>
    <w:rsid w:val="00D629FA"/>
    <w:rsid w:val="00D63C94"/>
    <w:rsid w:val="00D663BA"/>
    <w:rsid w:val="00D7302C"/>
    <w:rsid w:val="00D7509C"/>
    <w:rsid w:val="00D80390"/>
    <w:rsid w:val="00D80A10"/>
    <w:rsid w:val="00D92396"/>
    <w:rsid w:val="00D92D71"/>
    <w:rsid w:val="00D93C5E"/>
    <w:rsid w:val="00D9579B"/>
    <w:rsid w:val="00DB2479"/>
    <w:rsid w:val="00DB5DA1"/>
    <w:rsid w:val="00DC2577"/>
    <w:rsid w:val="00DC38B5"/>
    <w:rsid w:val="00DC39D7"/>
    <w:rsid w:val="00DC59FF"/>
    <w:rsid w:val="00DD0B99"/>
    <w:rsid w:val="00DD26EC"/>
    <w:rsid w:val="00DD4B20"/>
    <w:rsid w:val="00DE1E36"/>
    <w:rsid w:val="00DE3B63"/>
    <w:rsid w:val="00DE4348"/>
    <w:rsid w:val="00DE7E0A"/>
    <w:rsid w:val="00DF3709"/>
    <w:rsid w:val="00E0222E"/>
    <w:rsid w:val="00E03146"/>
    <w:rsid w:val="00E054FB"/>
    <w:rsid w:val="00E067C1"/>
    <w:rsid w:val="00E076A0"/>
    <w:rsid w:val="00E10A57"/>
    <w:rsid w:val="00E1255F"/>
    <w:rsid w:val="00E165C4"/>
    <w:rsid w:val="00E16FB0"/>
    <w:rsid w:val="00E22B16"/>
    <w:rsid w:val="00E23B14"/>
    <w:rsid w:val="00E26144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7ABB"/>
    <w:rsid w:val="00E534C9"/>
    <w:rsid w:val="00E54879"/>
    <w:rsid w:val="00E54D3A"/>
    <w:rsid w:val="00E54E66"/>
    <w:rsid w:val="00E5538D"/>
    <w:rsid w:val="00E5630B"/>
    <w:rsid w:val="00E57098"/>
    <w:rsid w:val="00E61345"/>
    <w:rsid w:val="00E62E12"/>
    <w:rsid w:val="00E64346"/>
    <w:rsid w:val="00E713DB"/>
    <w:rsid w:val="00E8277F"/>
    <w:rsid w:val="00E828BE"/>
    <w:rsid w:val="00E84CDF"/>
    <w:rsid w:val="00E85B63"/>
    <w:rsid w:val="00E871E1"/>
    <w:rsid w:val="00E912CD"/>
    <w:rsid w:val="00E9607B"/>
    <w:rsid w:val="00E966C7"/>
    <w:rsid w:val="00E96FC8"/>
    <w:rsid w:val="00EA2C18"/>
    <w:rsid w:val="00EA511B"/>
    <w:rsid w:val="00EB2B3E"/>
    <w:rsid w:val="00EB4177"/>
    <w:rsid w:val="00EB73F7"/>
    <w:rsid w:val="00EC4BED"/>
    <w:rsid w:val="00EC7996"/>
    <w:rsid w:val="00ED0960"/>
    <w:rsid w:val="00ED5580"/>
    <w:rsid w:val="00ED581D"/>
    <w:rsid w:val="00ED5F3A"/>
    <w:rsid w:val="00EE136A"/>
    <w:rsid w:val="00EE1DF6"/>
    <w:rsid w:val="00EE7796"/>
    <w:rsid w:val="00EF239F"/>
    <w:rsid w:val="00EF677A"/>
    <w:rsid w:val="00F0027A"/>
    <w:rsid w:val="00F01AA6"/>
    <w:rsid w:val="00F03F08"/>
    <w:rsid w:val="00F076FC"/>
    <w:rsid w:val="00F119DE"/>
    <w:rsid w:val="00F142C9"/>
    <w:rsid w:val="00F15964"/>
    <w:rsid w:val="00F22FAA"/>
    <w:rsid w:val="00F23A30"/>
    <w:rsid w:val="00F30000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604B"/>
    <w:rsid w:val="00F57747"/>
    <w:rsid w:val="00F65F12"/>
    <w:rsid w:val="00F710A4"/>
    <w:rsid w:val="00F80DF2"/>
    <w:rsid w:val="00F83650"/>
    <w:rsid w:val="00F86D03"/>
    <w:rsid w:val="00F87894"/>
    <w:rsid w:val="00F92168"/>
    <w:rsid w:val="00F96734"/>
    <w:rsid w:val="00FA2139"/>
    <w:rsid w:val="00FA3796"/>
    <w:rsid w:val="00FA37CD"/>
    <w:rsid w:val="00FA71BB"/>
    <w:rsid w:val="00FA7A11"/>
    <w:rsid w:val="00FB352B"/>
    <w:rsid w:val="00FB6FA2"/>
    <w:rsid w:val="00FC0E66"/>
    <w:rsid w:val="00FC3DF7"/>
    <w:rsid w:val="00FC4587"/>
    <w:rsid w:val="00FC4ADA"/>
    <w:rsid w:val="00FC5294"/>
    <w:rsid w:val="00FE5175"/>
    <w:rsid w:val="00FE6C38"/>
    <w:rsid w:val="00FE719A"/>
    <w:rsid w:val="00FF0ECA"/>
    <w:rsid w:val="00FF1392"/>
    <w:rsid w:val="00FF512E"/>
    <w:rsid w:val="00FF579E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8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1364</TotalTime>
  <Pages>2</Pages>
  <Words>5915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</cp:lastModifiedBy>
  <cp:revision>411</cp:revision>
  <cp:lastPrinted>2014-02-12T05:34:00Z</cp:lastPrinted>
  <dcterms:created xsi:type="dcterms:W3CDTF">2012-12-14T05:12:00Z</dcterms:created>
  <dcterms:modified xsi:type="dcterms:W3CDTF">2014-10-01T03:55:00Z</dcterms:modified>
</cp:coreProperties>
</file>