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1427" w:tblpY="1079"/>
        <w:tblW w:w="4788" w:type="dxa"/>
        <w:tblLook w:val="00A0"/>
      </w:tblPr>
      <w:tblGrid>
        <w:gridCol w:w="4788"/>
      </w:tblGrid>
      <w:tr w:rsidR="00887861" w:rsidRPr="00A5421D" w:rsidTr="002322E2">
        <w:trPr>
          <w:trHeight w:val="1804"/>
        </w:trPr>
        <w:tc>
          <w:tcPr>
            <w:tcW w:w="4788" w:type="dxa"/>
          </w:tcPr>
          <w:p w:rsidR="00887861" w:rsidRPr="00A5421D" w:rsidRDefault="00887861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color w:val="000000"/>
                <w:sz w:val="20"/>
                <w:szCs w:val="20"/>
                <w:lang w:eastAsia="ru-RU"/>
              </w:rPr>
              <w:t>Приложение № 3</w:t>
            </w:r>
          </w:p>
          <w:p w:rsidR="00887861" w:rsidRPr="00A5421D" w:rsidRDefault="00887861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0"/>
                <w:szCs w:val="20"/>
              </w:rPr>
            </w:pPr>
            <w:bookmarkStart w:id="0" w:name="_GoBack"/>
            <w:bookmarkEnd w:id="0"/>
            <w:r w:rsidRPr="00A5421D">
              <w:rPr>
                <w:sz w:val="20"/>
                <w:szCs w:val="20"/>
              </w:rPr>
              <w:t xml:space="preserve">к муниципальной программе </w:t>
            </w:r>
          </w:p>
          <w:p w:rsidR="00887861" w:rsidRPr="00A5421D" w:rsidRDefault="00887861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0"/>
                <w:szCs w:val="20"/>
              </w:rPr>
            </w:pPr>
            <w:r w:rsidRPr="00A5421D">
              <w:rPr>
                <w:sz w:val="20"/>
                <w:szCs w:val="20"/>
              </w:rPr>
              <w:t>«Развитие образования Дальнереченского городского округа»  на 2014-2016 годы,</w:t>
            </w:r>
          </w:p>
          <w:p w:rsidR="00887861" w:rsidRPr="00A5421D" w:rsidRDefault="00887861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0"/>
                <w:szCs w:val="20"/>
              </w:rPr>
            </w:pPr>
            <w:r w:rsidRPr="00A5421D">
              <w:rPr>
                <w:sz w:val="20"/>
                <w:szCs w:val="20"/>
              </w:rPr>
              <w:t>утвержденной постановлением</w:t>
            </w:r>
          </w:p>
          <w:p w:rsidR="00887861" w:rsidRPr="00A5421D" w:rsidRDefault="00887861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A5421D">
              <w:rPr>
                <w:sz w:val="20"/>
                <w:szCs w:val="20"/>
              </w:rPr>
              <w:t xml:space="preserve">администрации  Дальнереченского городского округа </w:t>
            </w:r>
          </w:p>
          <w:p w:rsidR="00887861" w:rsidRPr="00A5421D" w:rsidRDefault="00887861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 w:rsidRPr="00A5421D">
              <w:rPr>
                <w:bCs/>
                <w:sz w:val="20"/>
                <w:szCs w:val="20"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A5421D">
                <w:rPr>
                  <w:bCs/>
                  <w:sz w:val="20"/>
                  <w:szCs w:val="20"/>
                </w:rPr>
                <w:t>2013 г</w:t>
              </w:r>
            </w:smartTag>
            <w:r w:rsidRPr="00A5421D">
              <w:rPr>
                <w:bCs/>
                <w:sz w:val="20"/>
                <w:szCs w:val="20"/>
              </w:rPr>
              <w:t xml:space="preserve"> № 1258</w:t>
            </w:r>
          </w:p>
        </w:tc>
      </w:tr>
    </w:tbl>
    <w:p w:rsidR="00887861" w:rsidRPr="00A5421D" w:rsidRDefault="00887861" w:rsidP="002322E2">
      <w:pPr>
        <w:spacing w:line="240" w:lineRule="auto"/>
        <w:ind w:left="9350"/>
        <w:jc w:val="center"/>
        <w:rPr>
          <w:bCs/>
          <w:color w:val="000000"/>
          <w:sz w:val="20"/>
          <w:szCs w:val="20"/>
          <w:lang w:eastAsia="ru-RU"/>
        </w:rPr>
      </w:pPr>
      <w:r w:rsidRPr="00A5421D">
        <w:rPr>
          <w:bCs/>
          <w:color w:val="000000"/>
          <w:sz w:val="20"/>
          <w:szCs w:val="20"/>
          <w:lang w:eastAsia="ru-RU"/>
        </w:rPr>
        <w:t xml:space="preserve">Приложение № 1 </w:t>
      </w:r>
    </w:p>
    <w:p w:rsidR="00887861" w:rsidRPr="00A5421D" w:rsidRDefault="00887861" w:rsidP="00C04DA4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  <w:r w:rsidRPr="00A5421D">
        <w:rPr>
          <w:sz w:val="20"/>
          <w:szCs w:val="20"/>
        </w:rPr>
        <w:t>к постановлению администрации Дальнереченского   городского округа от ______________</w:t>
      </w:r>
      <w:r w:rsidRPr="00A5421D">
        <w:rPr>
          <w:sz w:val="24"/>
          <w:szCs w:val="24"/>
        </w:rPr>
        <w:t xml:space="preserve"> года  № ___</w:t>
      </w:r>
    </w:p>
    <w:p w:rsidR="00887861" w:rsidRPr="00A5421D" w:rsidRDefault="00887861" w:rsidP="002322E2">
      <w:pPr>
        <w:spacing w:line="240" w:lineRule="auto"/>
        <w:ind w:left="9000" w:firstLine="0"/>
        <w:jc w:val="center"/>
        <w:rPr>
          <w:b/>
          <w:color w:val="000000"/>
          <w:szCs w:val="28"/>
          <w:lang w:eastAsia="ru-RU"/>
        </w:rPr>
      </w:pPr>
    </w:p>
    <w:p w:rsidR="00887861" w:rsidRPr="00A5421D" w:rsidRDefault="00887861" w:rsidP="002322E2">
      <w:pPr>
        <w:spacing w:line="240" w:lineRule="auto"/>
        <w:ind w:left="9000"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887861" w:rsidRPr="00A5421D" w:rsidRDefault="00887861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887861" w:rsidRPr="00A5421D" w:rsidRDefault="00887861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887861" w:rsidRPr="00A5421D" w:rsidRDefault="00887861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887861" w:rsidRPr="00A5421D" w:rsidRDefault="00887861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887861" w:rsidRPr="00A5421D" w:rsidRDefault="00887861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887861" w:rsidRPr="00A5421D" w:rsidRDefault="00887861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887861" w:rsidRPr="00A5421D" w:rsidRDefault="00887861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A5421D">
        <w:rPr>
          <w:b/>
          <w:color w:val="000000"/>
          <w:sz w:val="26"/>
          <w:szCs w:val="26"/>
          <w:lang w:eastAsia="ru-RU"/>
        </w:rPr>
        <w:t>ПРОГНОЗ</w:t>
      </w:r>
    </w:p>
    <w:p w:rsidR="00887861" w:rsidRPr="00A5421D" w:rsidRDefault="00887861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A5421D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887861" w:rsidRPr="00A5421D" w:rsidRDefault="00887861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A5421D">
        <w:rPr>
          <w:b/>
          <w:color w:val="000000"/>
          <w:sz w:val="26"/>
          <w:szCs w:val="26"/>
          <w:lang w:eastAsia="ru-RU"/>
        </w:rPr>
        <w:t>на оказание муниципальных услуг муниципальными бюджетными</w:t>
      </w:r>
    </w:p>
    <w:p w:rsidR="00887861" w:rsidRPr="00A5421D" w:rsidRDefault="00887861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A5421D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887861" w:rsidRPr="00A5421D" w:rsidRDefault="00887861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A5421D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A5421D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A5421D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A5421D">
        <w:rPr>
          <w:b/>
          <w:color w:val="000000"/>
          <w:sz w:val="26"/>
          <w:szCs w:val="26"/>
          <w:u w:val="single"/>
          <w:lang w:eastAsia="ru-RU"/>
        </w:rPr>
        <w:t>на 2014-2016 годы</w:t>
      </w:r>
    </w:p>
    <w:p w:rsidR="00887861" w:rsidRPr="00A5421D" w:rsidRDefault="00887861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4182" w:type="dxa"/>
        <w:tblInd w:w="93" w:type="dxa"/>
        <w:tblLayout w:type="fixed"/>
        <w:tblLook w:val="00A0"/>
      </w:tblPr>
      <w:tblGrid>
        <w:gridCol w:w="579"/>
        <w:gridCol w:w="4398"/>
        <w:gridCol w:w="1266"/>
        <w:gridCol w:w="1270"/>
        <w:gridCol w:w="1282"/>
        <w:gridCol w:w="1701"/>
        <w:gridCol w:w="1701"/>
        <w:gridCol w:w="1985"/>
      </w:tblGrid>
      <w:tr w:rsidR="00887861" w:rsidRPr="00A5421D" w:rsidTr="00A7434A">
        <w:trPr>
          <w:trHeight w:val="63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861" w:rsidRPr="00A5421D" w:rsidRDefault="00887861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7861" w:rsidRPr="00A5421D" w:rsidRDefault="00887861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7861" w:rsidRPr="00A5421D" w:rsidRDefault="00887861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87861" w:rsidRPr="00A5421D" w:rsidTr="00A7434A">
        <w:trPr>
          <w:trHeight w:val="31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</w:tr>
      <w:tr w:rsidR="00887861" w:rsidRPr="00A5421D" w:rsidTr="002322E2">
        <w:trPr>
          <w:trHeight w:val="1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5421D">
              <w:rPr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87861" w:rsidRPr="00A5421D" w:rsidTr="002322E2">
        <w:trPr>
          <w:trHeight w:val="7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861" w:rsidRPr="00A5421D" w:rsidRDefault="00887861" w:rsidP="002322E2">
            <w:p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A5421D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52 494,23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50 596,38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60 566,69</w:t>
            </w:r>
          </w:p>
        </w:tc>
      </w:tr>
      <w:tr w:rsidR="00887861" w:rsidRPr="00A5421D" w:rsidTr="002322E2">
        <w:trPr>
          <w:trHeight w:val="56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61" w:rsidRPr="00A5421D" w:rsidRDefault="00887861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861" w:rsidRPr="00A5421D" w:rsidRDefault="00887861" w:rsidP="002322E2">
            <w:pPr>
              <w:spacing w:line="240" w:lineRule="auto"/>
              <w:ind w:firstLine="746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sz w:val="26"/>
                <w:szCs w:val="26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46 190,14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34 138,84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48 865,27</w:t>
            </w:r>
          </w:p>
        </w:tc>
      </w:tr>
      <w:tr w:rsidR="00887861" w:rsidRPr="00A5421D" w:rsidTr="002322E2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CB740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61" w:rsidRPr="00A5421D" w:rsidRDefault="00887861" w:rsidP="002322E2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87861" w:rsidRPr="00B97706" w:rsidTr="002322E2">
        <w:trPr>
          <w:trHeight w:val="106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861" w:rsidRPr="00A5421D" w:rsidRDefault="00887861" w:rsidP="002322E2">
            <w:pPr>
              <w:spacing w:line="240" w:lineRule="auto"/>
              <w:ind w:firstLine="746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sz w:val="26"/>
                <w:szCs w:val="26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A5421D">
              <w:rPr>
                <w:sz w:val="26"/>
                <w:szCs w:val="26"/>
                <w:lang w:eastAsia="ru-RU"/>
              </w:rPr>
              <w:t>13 630,12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A5421D" w:rsidRDefault="00887861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A5421D">
              <w:rPr>
                <w:sz w:val="26"/>
                <w:szCs w:val="26"/>
                <w:lang w:eastAsia="ru-RU"/>
              </w:rPr>
              <w:t>13 749,37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61" w:rsidRPr="00C75636" w:rsidRDefault="00887861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A5421D">
              <w:rPr>
                <w:sz w:val="26"/>
                <w:szCs w:val="26"/>
                <w:lang w:eastAsia="ru-RU"/>
              </w:rPr>
              <w:t>15 633,71</w:t>
            </w:r>
          </w:p>
        </w:tc>
      </w:tr>
    </w:tbl>
    <w:p w:rsidR="00887861" w:rsidRDefault="00887861"/>
    <w:sectPr w:rsidR="00887861" w:rsidSect="002322E2">
      <w:headerReference w:type="default" r:id="rId6"/>
      <w:pgSz w:w="16838" w:h="11906" w:orient="landscape"/>
      <w:pgMar w:top="1079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861" w:rsidRDefault="00887861" w:rsidP="005062AB">
      <w:pPr>
        <w:spacing w:line="240" w:lineRule="auto"/>
      </w:pPr>
      <w:r>
        <w:separator/>
      </w:r>
    </w:p>
  </w:endnote>
  <w:endnote w:type="continuationSeparator" w:id="0">
    <w:p w:rsidR="00887861" w:rsidRDefault="00887861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861" w:rsidRDefault="00887861" w:rsidP="005062AB">
      <w:pPr>
        <w:spacing w:line="240" w:lineRule="auto"/>
      </w:pPr>
      <w:r>
        <w:separator/>
      </w:r>
    </w:p>
  </w:footnote>
  <w:footnote w:type="continuationSeparator" w:id="0">
    <w:p w:rsidR="00887861" w:rsidRDefault="00887861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861" w:rsidRDefault="00887861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884"/>
    <w:rsid w:val="0000020F"/>
    <w:rsid w:val="0000274F"/>
    <w:rsid w:val="00002E3A"/>
    <w:rsid w:val="00003FE1"/>
    <w:rsid w:val="00016788"/>
    <w:rsid w:val="00017DE3"/>
    <w:rsid w:val="000201E0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1F55"/>
    <w:rsid w:val="000530F0"/>
    <w:rsid w:val="00054AD6"/>
    <w:rsid w:val="00054AF1"/>
    <w:rsid w:val="0005652F"/>
    <w:rsid w:val="00060CB4"/>
    <w:rsid w:val="00064099"/>
    <w:rsid w:val="00064762"/>
    <w:rsid w:val="00067458"/>
    <w:rsid w:val="00072ED0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0DEC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113FB7"/>
    <w:rsid w:val="00115ECA"/>
    <w:rsid w:val="00117C21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4EA5"/>
    <w:rsid w:val="00163297"/>
    <w:rsid w:val="001635D3"/>
    <w:rsid w:val="00164064"/>
    <w:rsid w:val="00164C96"/>
    <w:rsid w:val="00167877"/>
    <w:rsid w:val="001777D0"/>
    <w:rsid w:val="00183487"/>
    <w:rsid w:val="00184BE4"/>
    <w:rsid w:val="001853F2"/>
    <w:rsid w:val="00186957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4074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2E2"/>
    <w:rsid w:val="00232506"/>
    <w:rsid w:val="0023310A"/>
    <w:rsid w:val="002352A7"/>
    <w:rsid w:val="00236E5F"/>
    <w:rsid w:val="002458B4"/>
    <w:rsid w:val="002458CE"/>
    <w:rsid w:val="0025078E"/>
    <w:rsid w:val="002527FE"/>
    <w:rsid w:val="002539BA"/>
    <w:rsid w:val="00254065"/>
    <w:rsid w:val="00261D81"/>
    <w:rsid w:val="002628D2"/>
    <w:rsid w:val="00262AD5"/>
    <w:rsid w:val="002705B9"/>
    <w:rsid w:val="00277738"/>
    <w:rsid w:val="00281EB5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B5B60"/>
    <w:rsid w:val="002C0373"/>
    <w:rsid w:val="002C1E8A"/>
    <w:rsid w:val="002C275F"/>
    <w:rsid w:val="002C3B5C"/>
    <w:rsid w:val="002D0E02"/>
    <w:rsid w:val="002D107F"/>
    <w:rsid w:val="002D140B"/>
    <w:rsid w:val="002D4DCB"/>
    <w:rsid w:val="002E274E"/>
    <w:rsid w:val="002E3831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009B"/>
    <w:rsid w:val="00331403"/>
    <w:rsid w:val="00331AD7"/>
    <w:rsid w:val="0033245E"/>
    <w:rsid w:val="003325B3"/>
    <w:rsid w:val="00336A04"/>
    <w:rsid w:val="00337D6D"/>
    <w:rsid w:val="00340671"/>
    <w:rsid w:val="003409D7"/>
    <w:rsid w:val="00343A80"/>
    <w:rsid w:val="003444EA"/>
    <w:rsid w:val="00345DF0"/>
    <w:rsid w:val="003568AF"/>
    <w:rsid w:val="00357287"/>
    <w:rsid w:val="00360730"/>
    <w:rsid w:val="0036129B"/>
    <w:rsid w:val="00362145"/>
    <w:rsid w:val="003648DF"/>
    <w:rsid w:val="0036520C"/>
    <w:rsid w:val="00367802"/>
    <w:rsid w:val="00370944"/>
    <w:rsid w:val="00383FFE"/>
    <w:rsid w:val="00384329"/>
    <w:rsid w:val="00392147"/>
    <w:rsid w:val="00393DBA"/>
    <w:rsid w:val="00394C51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5D0"/>
    <w:rsid w:val="004E0E80"/>
    <w:rsid w:val="004E2D7A"/>
    <w:rsid w:val="004E3E6D"/>
    <w:rsid w:val="004E5072"/>
    <w:rsid w:val="004F2ECA"/>
    <w:rsid w:val="004F3659"/>
    <w:rsid w:val="004F3E7A"/>
    <w:rsid w:val="00504F35"/>
    <w:rsid w:val="005062AB"/>
    <w:rsid w:val="00507EE6"/>
    <w:rsid w:val="0051145E"/>
    <w:rsid w:val="0051217D"/>
    <w:rsid w:val="00515629"/>
    <w:rsid w:val="00520524"/>
    <w:rsid w:val="00521FE2"/>
    <w:rsid w:val="00530601"/>
    <w:rsid w:val="005311C8"/>
    <w:rsid w:val="00531BE7"/>
    <w:rsid w:val="00533717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C1F"/>
    <w:rsid w:val="005D28C1"/>
    <w:rsid w:val="005D5CC8"/>
    <w:rsid w:val="005E2F0C"/>
    <w:rsid w:val="005F1F0F"/>
    <w:rsid w:val="005F7DE2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55EF"/>
    <w:rsid w:val="00675D08"/>
    <w:rsid w:val="00675D3A"/>
    <w:rsid w:val="00676CE0"/>
    <w:rsid w:val="00677AB4"/>
    <w:rsid w:val="00681304"/>
    <w:rsid w:val="00681E24"/>
    <w:rsid w:val="00682B45"/>
    <w:rsid w:val="00683E92"/>
    <w:rsid w:val="00691D8A"/>
    <w:rsid w:val="00694B03"/>
    <w:rsid w:val="00695B07"/>
    <w:rsid w:val="006962FF"/>
    <w:rsid w:val="006970A4"/>
    <w:rsid w:val="006973D5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53EC"/>
    <w:rsid w:val="00786291"/>
    <w:rsid w:val="00786EBD"/>
    <w:rsid w:val="00787484"/>
    <w:rsid w:val="007908CE"/>
    <w:rsid w:val="007913B1"/>
    <w:rsid w:val="00794372"/>
    <w:rsid w:val="00796A96"/>
    <w:rsid w:val="007A00D8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E4F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0587"/>
    <w:rsid w:val="008825D7"/>
    <w:rsid w:val="00882DE0"/>
    <w:rsid w:val="00885B11"/>
    <w:rsid w:val="00885CB9"/>
    <w:rsid w:val="00885DBD"/>
    <w:rsid w:val="0088696C"/>
    <w:rsid w:val="00887861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29BB"/>
    <w:rsid w:val="008C53B0"/>
    <w:rsid w:val="008C58C3"/>
    <w:rsid w:val="008C7259"/>
    <w:rsid w:val="008D36CE"/>
    <w:rsid w:val="008D373D"/>
    <w:rsid w:val="008D3A53"/>
    <w:rsid w:val="008D4539"/>
    <w:rsid w:val="008E1D0B"/>
    <w:rsid w:val="008E3D8A"/>
    <w:rsid w:val="008E58F1"/>
    <w:rsid w:val="008E5C4D"/>
    <w:rsid w:val="008E618F"/>
    <w:rsid w:val="008F2F5C"/>
    <w:rsid w:val="008F39CE"/>
    <w:rsid w:val="008F4213"/>
    <w:rsid w:val="008F4BBD"/>
    <w:rsid w:val="008F6EA7"/>
    <w:rsid w:val="009003A0"/>
    <w:rsid w:val="00901FB7"/>
    <w:rsid w:val="009025E8"/>
    <w:rsid w:val="0090272B"/>
    <w:rsid w:val="009063C8"/>
    <w:rsid w:val="009064B4"/>
    <w:rsid w:val="009107E2"/>
    <w:rsid w:val="00913ADD"/>
    <w:rsid w:val="00921263"/>
    <w:rsid w:val="00924668"/>
    <w:rsid w:val="00927A77"/>
    <w:rsid w:val="00931474"/>
    <w:rsid w:val="009320AF"/>
    <w:rsid w:val="00936A75"/>
    <w:rsid w:val="009411A3"/>
    <w:rsid w:val="0094165F"/>
    <w:rsid w:val="009440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A0C64"/>
    <w:rsid w:val="009A14CB"/>
    <w:rsid w:val="009A2413"/>
    <w:rsid w:val="009A4B51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EAF"/>
    <w:rsid w:val="009E525E"/>
    <w:rsid w:val="009E78B0"/>
    <w:rsid w:val="009F335A"/>
    <w:rsid w:val="009F6F76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31A9A"/>
    <w:rsid w:val="00A40135"/>
    <w:rsid w:val="00A401C3"/>
    <w:rsid w:val="00A411A6"/>
    <w:rsid w:val="00A42D1C"/>
    <w:rsid w:val="00A43D3E"/>
    <w:rsid w:val="00A4566B"/>
    <w:rsid w:val="00A458FB"/>
    <w:rsid w:val="00A5421D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74CF"/>
    <w:rsid w:val="00A7792D"/>
    <w:rsid w:val="00A77DF7"/>
    <w:rsid w:val="00A77EB4"/>
    <w:rsid w:val="00A80DAE"/>
    <w:rsid w:val="00A81CFD"/>
    <w:rsid w:val="00A82092"/>
    <w:rsid w:val="00A8716D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9FD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34645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C6DB0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C0074F"/>
    <w:rsid w:val="00C028C0"/>
    <w:rsid w:val="00C04666"/>
    <w:rsid w:val="00C04DA4"/>
    <w:rsid w:val="00C07952"/>
    <w:rsid w:val="00C10E1C"/>
    <w:rsid w:val="00C222D4"/>
    <w:rsid w:val="00C34820"/>
    <w:rsid w:val="00C43430"/>
    <w:rsid w:val="00C43C18"/>
    <w:rsid w:val="00C46CEC"/>
    <w:rsid w:val="00C50B92"/>
    <w:rsid w:val="00C53140"/>
    <w:rsid w:val="00C531F4"/>
    <w:rsid w:val="00C5358E"/>
    <w:rsid w:val="00C54006"/>
    <w:rsid w:val="00C560E8"/>
    <w:rsid w:val="00C57B40"/>
    <w:rsid w:val="00C600CA"/>
    <w:rsid w:val="00C60E4A"/>
    <w:rsid w:val="00C61664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5B7E"/>
    <w:rsid w:val="00C968D2"/>
    <w:rsid w:val="00CA1BBC"/>
    <w:rsid w:val="00CA3DE8"/>
    <w:rsid w:val="00CA480A"/>
    <w:rsid w:val="00CA5C44"/>
    <w:rsid w:val="00CB208E"/>
    <w:rsid w:val="00CB7402"/>
    <w:rsid w:val="00CC1395"/>
    <w:rsid w:val="00CC2EDD"/>
    <w:rsid w:val="00CC4B4C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480E"/>
    <w:rsid w:val="00CF5ABF"/>
    <w:rsid w:val="00CF603A"/>
    <w:rsid w:val="00D018AC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49FC"/>
    <w:rsid w:val="00D56148"/>
    <w:rsid w:val="00D56A9C"/>
    <w:rsid w:val="00D64925"/>
    <w:rsid w:val="00D66898"/>
    <w:rsid w:val="00D71B05"/>
    <w:rsid w:val="00D71FD5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61C"/>
    <w:rsid w:val="00D9684B"/>
    <w:rsid w:val="00D97C99"/>
    <w:rsid w:val="00DA0DC2"/>
    <w:rsid w:val="00DA1C97"/>
    <w:rsid w:val="00DA2024"/>
    <w:rsid w:val="00DA2940"/>
    <w:rsid w:val="00DB06C6"/>
    <w:rsid w:val="00DB495E"/>
    <w:rsid w:val="00DC0274"/>
    <w:rsid w:val="00DC143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43D0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2FDD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57BB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158CE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7074A"/>
    <w:rsid w:val="00F70BB6"/>
    <w:rsid w:val="00F74EA0"/>
    <w:rsid w:val="00F7628E"/>
    <w:rsid w:val="00F76D3B"/>
    <w:rsid w:val="00F775B5"/>
    <w:rsid w:val="00F8084E"/>
    <w:rsid w:val="00F83918"/>
    <w:rsid w:val="00F907B1"/>
    <w:rsid w:val="00F90FCE"/>
    <w:rsid w:val="00FA39A2"/>
    <w:rsid w:val="00FA6635"/>
    <w:rsid w:val="00FA7C6B"/>
    <w:rsid w:val="00FB1076"/>
    <w:rsid w:val="00FB2D5E"/>
    <w:rsid w:val="00FB6F2C"/>
    <w:rsid w:val="00FB711A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5AF9"/>
    <w:rsid w:val="00FF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18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3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2</Pages>
  <Words>193</Words>
  <Characters>1104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USER5</cp:lastModifiedBy>
  <cp:revision>34</cp:revision>
  <cp:lastPrinted>2014-06-06T01:30:00Z</cp:lastPrinted>
  <dcterms:created xsi:type="dcterms:W3CDTF">2012-12-13T03:44:00Z</dcterms:created>
  <dcterms:modified xsi:type="dcterms:W3CDTF">2015-02-08T23:45:00Z</dcterms:modified>
</cp:coreProperties>
</file>